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CF6" w:rsidRPr="00B95E93" w:rsidRDefault="00775CF6" w:rsidP="00775CF6">
      <w:pPr>
        <w:pStyle w:val="BodyText"/>
        <w:contextualSpacing/>
        <w:rPr>
          <w:rFonts w:ascii="Times New Roman" w:hAnsi="Times New Roman" w:cs="Times New Roman"/>
          <w:b/>
          <w:sz w:val="22"/>
        </w:rPr>
      </w:pPr>
      <w:bookmarkStart w:id="0" w:name="_Toc285647991"/>
      <w:r w:rsidRPr="00B95E93">
        <w:rPr>
          <w:rFonts w:ascii="Times New Roman" w:hAnsi="Times New Roman" w:cs="Times New Roman"/>
          <w:b/>
          <w:sz w:val="22"/>
        </w:rPr>
        <w:t>Supplementary Electronic Information</w:t>
      </w:r>
      <w:r w:rsidR="00570B2D">
        <w:rPr>
          <w:rFonts w:ascii="Times New Roman" w:hAnsi="Times New Roman" w:cs="Times New Roman"/>
          <w:b/>
          <w:sz w:val="22"/>
        </w:rPr>
        <w:t xml:space="preserve"> Captions</w:t>
      </w:r>
    </w:p>
    <w:p w:rsidR="00775CF6" w:rsidRPr="00B95E93" w:rsidRDefault="00775CF6" w:rsidP="00775CF6">
      <w:pPr>
        <w:pStyle w:val="BodyText"/>
        <w:contextualSpacing/>
        <w:rPr>
          <w:rFonts w:ascii="Times New Roman" w:hAnsi="Times New Roman" w:cs="Times New Roman"/>
          <w:b/>
          <w:sz w:val="22"/>
        </w:rPr>
      </w:pPr>
    </w:p>
    <w:p w:rsidR="00775CF6" w:rsidRPr="00B95E93" w:rsidRDefault="00775CF6" w:rsidP="00775CF6">
      <w:pPr>
        <w:pStyle w:val="BodyText"/>
        <w:contextualSpacing/>
        <w:rPr>
          <w:rFonts w:ascii="Times New Roman" w:hAnsi="Times New Roman" w:cs="Times New Roman"/>
          <w:i/>
          <w:sz w:val="22"/>
        </w:rPr>
      </w:pPr>
      <w:r w:rsidRPr="00B95E93">
        <w:rPr>
          <w:rFonts w:ascii="Times New Roman" w:hAnsi="Times New Roman" w:cs="Times New Roman"/>
          <w:b/>
          <w:sz w:val="22"/>
        </w:rPr>
        <w:t xml:space="preserve">Table S1. </w:t>
      </w:r>
      <w:r w:rsidRPr="00B95E93">
        <w:rPr>
          <w:rFonts w:ascii="Times New Roman" w:hAnsi="Times New Roman" w:cs="Times New Roman"/>
          <w:sz w:val="22"/>
        </w:rPr>
        <w:t xml:space="preserve">Peptides and proteins identified through comparison with </w:t>
      </w:r>
      <w:proofErr w:type="spellStart"/>
      <w:r w:rsidRPr="00B95E93">
        <w:rPr>
          <w:rFonts w:ascii="Times New Roman" w:hAnsi="Times New Roman" w:cs="Times New Roman"/>
          <w:i/>
          <w:sz w:val="22"/>
        </w:rPr>
        <w:t>Bos</w:t>
      </w:r>
      <w:proofErr w:type="spellEnd"/>
      <w:r w:rsidRPr="00B95E93">
        <w:rPr>
          <w:rFonts w:ascii="Times New Roman" w:hAnsi="Times New Roman" w:cs="Times New Roman"/>
          <w:i/>
          <w:sz w:val="22"/>
        </w:rPr>
        <w:t xml:space="preserve"> </w:t>
      </w:r>
      <w:proofErr w:type="spellStart"/>
      <w:proofErr w:type="gramStart"/>
      <w:r w:rsidRPr="00B95E93">
        <w:rPr>
          <w:rFonts w:ascii="Times New Roman" w:hAnsi="Times New Roman" w:cs="Times New Roman"/>
          <w:i/>
          <w:sz w:val="22"/>
        </w:rPr>
        <w:t>taurus</w:t>
      </w:r>
      <w:proofErr w:type="spellEnd"/>
      <w:proofErr w:type="gramEnd"/>
      <w:r w:rsidRPr="00B95E93">
        <w:rPr>
          <w:rFonts w:ascii="Times New Roman" w:hAnsi="Times New Roman" w:cs="Times New Roman"/>
          <w:i/>
          <w:sz w:val="22"/>
        </w:rPr>
        <w:t xml:space="preserve"> </w:t>
      </w:r>
      <w:r w:rsidRPr="00B95E93">
        <w:rPr>
          <w:rFonts w:ascii="Times New Roman" w:hAnsi="Times New Roman" w:cs="Times New Roman"/>
          <w:sz w:val="22"/>
        </w:rPr>
        <w:t xml:space="preserve">proteome after intramammary challenge with </w:t>
      </w:r>
      <w:r w:rsidRPr="00B95E93">
        <w:rPr>
          <w:rFonts w:ascii="Times New Roman" w:hAnsi="Times New Roman" w:cs="Times New Roman"/>
          <w:i/>
          <w:sz w:val="22"/>
        </w:rPr>
        <w:t xml:space="preserve">Streptococcus </w:t>
      </w:r>
      <w:proofErr w:type="spellStart"/>
      <w:r w:rsidRPr="00B95E93">
        <w:rPr>
          <w:rFonts w:ascii="Times New Roman" w:hAnsi="Times New Roman" w:cs="Times New Roman"/>
          <w:i/>
          <w:sz w:val="22"/>
        </w:rPr>
        <w:t>uberis</w:t>
      </w:r>
      <w:proofErr w:type="spellEnd"/>
    </w:p>
    <w:p w:rsidR="00775CF6" w:rsidRPr="00B95E93" w:rsidRDefault="00775CF6" w:rsidP="00775CF6">
      <w:pPr>
        <w:pStyle w:val="BodyText"/>
        <w:contextualSpacing/>
        <w:rPr>
          <w:rFonts w:ascii="Times New Roman" w:hAnsi="Times New Roman" w:cs="Times New Roman"/>
          <w:i/>
          <w:sz w:val="22"/>
        </w:rPr>
      </w:pPr>
    </w:p>
    <w:p w:rsidR="00775CF6" w:rsidRPr="00B95E93" w:rsidRDefault="00775CF6" w:rsidP="00775CF6">
      <w:pPr>
        <w:pStyle w:val="BodyText"/>
        <w:contextualSpacing/>
        <w:rPr>
          <w:rFonts w:ascii="Times New Roman" w:hAnsi="Times New Roman" w:cs="Times New Roman"/>
          <w:i/>
          <w:sz w:val="22"/>
        </w:rPr>
      </w:pPr>
      <w:r w:rsidRPr="00B95E93">
        <w:rPr>
          <w:rFonts w:ascii="Times New Roman" w:hAnsi="Times New Roman" w:cs="Times New Roman"/>
          <w:b/>
          <w:sz w:val="22"/>
        </w:rPr>
        <w:t xml:space="preserve">Table S2. </w:t>
      </w:r>
      <w:r w:rsidRPr="00B95E93">
        <w:rPr>
          <w:rFonts w:ascii="Times New Roman" w:hAnsi="Times New Roman" w:cs="Times New Roman"/>
          <w:sz w:val="22"/>
        </w:rPr>
        <w:t xml:space="preserve">Differentially expressed bovine proteins at 36, 42, 57, 81 or 312 hrs after intramammary challenge with </w:t>
      </w:r>
      <w:r w:rsidRPr="00B95E93">
        <w:rPr>
          <w:rFonts w:ascii="Times New Roman" w:hAnsi="Times New Roman" w:cs="Times New Roman"/>
          <w:i/>
          <w:sz w:val="22"/>
        </w:rPr>
        <w:t xml:space="preserve">Streptococcus </w:t>
      </w:r>
      <w:proofErr w:type="spellStart"/>
      <w:r w:rsidRPr="00B95E93">
        <w:rPr>
          <w:rFonts w:ascii="Times New Roman" w:hAnsi="Times New Roman" w:cs="Times New Roman"/>
          <w:i/>
          <w:sz w:val="22"/>
        </w:rPr>
        <w:t>uberis</w:t>
      </w:r>
      <w:proofErr w:type="spellEnd"/>
    </w:p>
    <w:p w:rsidR="00775CF6" w:rsidRPr="00B95E93" w:rsidRDefault="00775CF6" w:rsidP="00775CF6">
      <w:pPr>
        <w:pStyle w:val="BodyText"/>
        <w:contextualSpacing/>
        <w:rPr>
          <w:rFonts w:ascii="Times New Roman" w:hAnsi="Times New Roman" w:cs="Times New Roman"/>
          <w:i/>
          <w:sz w:val="22"/>
        </w:rPr>
      </w:pPr>
    </w:p>
    <w:p w:rsidR="00775CF6" w:rsidRPr="00B95E93" w:rsidRDefault="00775CF6" w:rsidP="00775CF6">
      <w:pPr>
        <w:spacing w:after="200" w:line="360" w:lineRule="auto"/>
        <w:rPr>
          <w:rFonts w:ascii="Times New Roman" w:hAnsi="Times New Roman" w:cs="Times New Roman"/>
          <w:sz w:val="22"/>
        </w:rPr>
      </w:pPr>
      <w:r w:rsidRPr="00B95E93">
        <w:rPr>
          <w:rFonts w:ascii="Times New Roman" w:hAnsi="Times New Roman" w:cs="Times New Roman"/>
          <w:b/>
          <w:sz w:val="22"/>
        </w:rPr>
        <w:t>Figure S1</w:t>
      </w:r>
      <w:r w:rsidRPr="00B95E93">
        <w:rPr>
          <w:rFonts w:ascii="Times New Roman" w:hAnsi="Times New Roman" w:cs="Times New Roman"/>
          <w:sz w:val="22"/>
        </w:rPr>
        <w:t>. TIC chromatograms showing the complexity of the samples, events occurring during the runs, peptide elution profiles and efficiency in the use of instrument time. Superimposed base peaks from all the runs show comparison between the runs. The chromatogram from each individual sample is plotted using a different colour. The inset diagram shows TIC chromatograms for milk samples from all 6 cows at 81 hrs post challenge with retention time of 52 to 54 minute. Some peaks are annotated with m/z values, and they show retention time drift of up to 2 minutes.  Minor differences in m/z values (mass accuracy) can also be seen.</w:t>
      </w:r>
    </w:p>
    <w:p w:rsidR="00775CF6" w:rsidRPr="00B95E93" w:rsidRDefault="00775CF6" w:rsidP="00775CF6">
      <w:pPr>
        <w:spacing w:after="200" w:line="360" w:lineRule="auto"/>
        <w:rPr>
          <w:rFonts w:ascii="Times New Roman" w:hAnsi="Times New Roman" w:cs="Times New Roman"/>
          <w:sz w:val="22"/>
        </w:rPr>
      </w:pPr>
    </w:p>
    <w:p w:rsidR="00775CF6" w:rsidRPr="00B95E93" w:rsidRDefault="00775CF6" w:rsidP="00775CF6">
      <w:pPr>
        <w:spacing w:after="200" w:line="360" w:lineRule="auto"/>
        <w:rPr>
          <w:rFonts w:ascii="Times New Roman" w:hAnsi="Times New Roman" w:cs="Times New Roman"/>
          <w:sz w:val="22"/>
        </w:rPr>
      </w:pPr>
      <w:r w:rsidRPr="00B95E93">
        <w:rPr>
          <w:rFonts w:ascii="Times New Roman" w:hAnsi="Times New Roman" w:cs="Times New Roman"/>
          <w:b/>
          <w:sz w:val="22"/>
        </w:rPr>
        <w:t>Figure S2</w:t>
      </w:r>
      <w:r w:rsidRPr="00B95E93">
        <w:rPr>
          <w:rFonts w:ascii="Times New Roman" w:hAnsi="Times New Roman" w:cs="Times New Roman"/>
          <w:sz w:val="22"/>
        </w:rPr>
        <w:t xml:space="preserve">. Canonical pathways enriched in the differentially expressed bovine proteins (n = 76) at 36 hours after intramammary challenge with </w:t>
      </w:r>
      <w:r w:rsidRPr="00B95E93">
        <w:rPr>
          <w:rFonts w:ascii="Times New Roman" w:hAnsi="Times New Roman" w:cs="Times New Roman"/>
          <w:i/>
          <w:sz w:val="22"/>
        </w:rPr>
        <w:t xml:space="preserve">Streptococcus </w:t>
      </w:r>
      <w:proofErr w:type="spellStart"/>
      <w:r w:rsidRPr="00B95E93">
        <w:rPr>
          <w:rFonts w:ascii="Times New Roman" w:hAnsi="Times New Roman" w:cs="Times New Roman"/>
          <w:i/>
          <w:sz w:val="22"/>
        </w:rPr>
        <w:t>uberis</w:t>
      </w:r>
      <w:proofErr w:type="spellEnd"/>
      <w:r w:rsidRPr="00B95E93">
        <w:rPr>
          <w:rFonts w:ascii="Times New Roman" w:hAnsi="Times New Roman" w:cs="Times New Roman"/>
          <w:i/>
          <w:sz w:val="22"/>
        </w:rPr>
        <w:t xml:space="preserve">. </w:t>
      </w:r>
      <w:r w:rsidRPr="00B95E93">
        <w:rPr>
          <w:rFonts w:ascii="Times New Roman" w:hAnsi="Times New Roman" w:cs="Times New Roman"/>
          <w:sz w:val="22"/>
        </w:rPr>
        <w:t xml:space="preserve">The length of the bar against each pathway shows the negative log of the p-value obtained by a Fisher’s exact test (the significance of enrichment; the longer the better), and the colour of the bar indicates the direction and strength of regulation inferred from the activation </w:t>
      </w:r>
      <w:r w:rsidRPr="00B95E93">
        <w:rPr>
          <w:rFonts w:ascii="Times New Roman" w:hAnsi="Times New Roman" w:cs="Times New Roman"/>
          <w:i/>
          <w:sz w:val="22"/>
        </w:rPr>
        <w:t>Z</w:t>
      </w:r>
      <w:r w:rsidRPr="00B95E93">
        <w:rPr>
          <w:rFonts w:ascii="Times New Roman" w:hAnsi="Times New Roman" w:cs="Times New Roman"/>
          <w:sz w:val="22"/>
        </w:rPr>
        <w:t xml:space="preserve">-score (orange: upregulation, grey: no activity pattern available; blue: downregulated; white: z-score = 0, indicating upregulation of some proteins and downregulation of others), with intensity of colour indicating the strength of the effect. Ratio indicates the proportion of proteins out of the entire pathway that were identified in the dataset, e.g. for ratio = 0.10, 10% of proteins from the pathway were identified in the dataset. LXR = liver X receptor, RXR = retinoid X receptor, FXR = </w:t>
      </w:r>
      <w:proofErr w:type="spellStart"/>
      <w:r w:rsidRPr="00B95E93">
        <w:rPr>
          <w:rFonts w:ascii="Times New Roman" w:hAnsi="Times New Roman" w:cs="Times New Roman"/>
          <w:sz w:val="22"/>
        </w:rPr>
        <w:t>Farnesoid</w:t>
      </w:r>
      <w:proofErr w:type="spellEnd"/>
      <w:r w:rsidRPr="00B95E93">
        <w:rPr>
          <w:rFonts w:ascii="Times New Roman" w:hAnsi="Times New Roman" w:cs="Times New Roman"/>
          <w:sz w:val="22"/>
        </w:rPr>
        <w:t xml:space="preserve"> X receptor, LPS = lipopolysaccharide, IL = interleukin.</w:t>
      </w:r>
    </w:p>
    <w:p w:rsidR="00775CF6" w:rsidRPr="00B95E93" w:rsidRDefault="00775CF6" w:rsidP="00775CF6">
      <w:pPr>
        <w:spacing w:after="200" w:line="360" w:lineRule="auto"/>
        <w:rPr>
          <w:rFonts w:ascii="Times New Roman" w:hAnsi="Times New Roman" w:cs="Times New Roman"/>
          <w:sz w:val="22"/>
        </w:rPr>
      </w:pPr>
    </w:p>
    <w:p w:rsidR="00775CF6" w:rsidRPr="00B95E93" w:rsidRDefault="00775CF6" w:rsidP="00775CF6">
      <w:pPr>
        <w:spacing w:after="200" w:line="360" w:lineRule="auto"/>
        <w:rPr>
          <w:rFonts w:ascii="Times New Roman" w:hAnsi="Times New Roman" w:cs="Times New Roman"/>
          <w:sz w:val="22"/>
        </w:rPr>
      </w:pPr>
      <w:r w:rsidRPr="00B95E93">
        <w:rPr>
          <w:rFonts w:ascii="Times New Roman" w:hAnsi="Times New Roman" w:cs="Times New Roman"/>
          <w:b/>
          <w:sz w:val="22"/>
        </w:rPr>
        <w:t>Figure S3</w:t>
      </w:r>
      <w:r w:rsidRPr="00B95E93">
        <w:rPr>
          <w:rFonts w:ascii="Times New Roman" w:hAnsi="Times New Roman" w:cs="Times New Roman"/>
          <w:sz w:val="22"/>
        </w:rPr>
        <w:t xml:space="preserve">. Canonical pathways enriched in the differentially expressed bovine proteins (n = 126) at 42 hours after intramammary challenge with </w:t>
      </w:r>
      <w:r w:rsidRPr="00B95E93">
        <w:rPr>
          <w:rFonts w:ascii="Times New Roman" w:hAnsi="Times New Roman" w:cs="Times New Roman"/>
          <w:i/>
          <w:sz w:val="22"/>
        </w:rPr>
        <w:t xml:space="preserve">Streptococcus </w:t>
      </w:r>
      <w:proofErr w:type="spellStart"/>
      <w:r w:rsidRPr="00B95E93">
        <w:rPr>
          <w:rFonts w:ascii="Times New Roman" w:hAnsi="Times New Roman" w:cs="Times New Roman"/>
          <w:i/>
          <w:sz w:val="22"/>
        </w:rPr>
        <w:t>uberis</w:t>
      </w:r>
      <w:proofErr w:type="spellEnd"/>
      <w:r w:rsidRPr="00B95E93">
        <w:rPr>
          <w:rFonts w:ascii="Times New Roman" w:hAnsi="Times New Roman" w:cs="Times New Roman"/>
          <w:i/>
          <w:sz w:val="22"/>
        </w:rPr>
        <w:t xml:space="preserve">. </w:t>
      </w:r>
      <w:r w:rsidRPr="00B95E93">
        <w:rPr>
          <w:rFonts w:ascii="Times New Roman" w:hAnsi="Times New Roman" w:cs="Times New Roman"/>
          <w:sz w:val="22"/>
        </w:rPr>
        <w:t xml:space="preserve">The length of the bar against each pathway shows the negative log of the p-value obtained by a Fisher’s exact test (the significance of enrichment; the longer the better), and the colour of the bar indicates the direction and strength of regulation inferred from the activation </w:t>
      </w:r>
      <w:r w:rsidRPr="00B95E93">
        <w:rPr>
          <w:rFonts w:ascii="Times New Roman" w:hAnsi="Times New Roman" w:cs="Times New Roman"/>
          <w:i/>
          <w:sz w:val="22"/>
        </w:rPr>
        <w:t>Z</w:t>
      </w:r>
      <w:r w:rsidRPr="00B95E93">
        <w:rPr>
          <w:rFonts w:ascii="Times New Roman" w:hAnsi="Times New Roman" w:cs="Times New Roman"/>
          <w:sz w:val="22"/>
        </w:rPr>
        <w:t xml:space="preserve">-score (orange: upregulation, grey: no activity pattern available; blue: downregulated; white: z-score = 0, indicating upregulation of some proteins and downregulation of others), with intensity of colour indicating the strength of the effect. Ratio indicates </w:t>
      </w:r>
      <w:r w:rsidRPr="00B95E93">
        <w:rPr>
          <w:rFonts w:ascii="Times New Roman" w:hAnsi="Times New Roman" w:cs="Times New Roman"/>
          <w:sz w:val="22"/>
        </w:rPr>
        <w:lastRenderedPageBreak/>
        <w:t xml:space="preserve">the proportion of proteins out of the entire pathway that were identified in the dataset, e.g. for ratio = 0.10, 10% of proteins from the pathway were identified in the dataset. LXR = liver X receptor, RXR = retinoid X receptor, FXR = </w:t>
      </w:r>
      <w:proofErr w:type="spellStart"/>
      <w:r w:rsidRPr="00B95E93">
        <w:rPr>
          <w:rFonts w:ascii="Times New Roman" w:hAnsi="Times New Roman" w:cs="Times New Roman"/>
          <w:sz w:val="22"/>
        </w:rPr>
        <w:t>Farnesoid</w:t>
      </w:r>
      <w:proofErr w:type="spellEnd"/>
      <w:r w:rsidRPr="00B95E93">
        <w:rPr>
          <w:rFonts w:ascii="Times New Roman" w:hAnsi="Times New Roman" w:cs="Times New Roman"/>
          <w:sz w:val="22"/>
        </w:rPr>
        <w:t xml:space="preserve"> X receptor, LPS = lipopolysaccharide, IL = interleukin, TR </w:t>
      </w:r>
      <w:proofErr w:type="gramStart"/>
      <w:r w:rsidRPr="00B95E93">
        <w:rPr>
          <w:rFonts w:ascii="Times New Roman" w:hAnsi="Times New Roman" w:cs="Times New Roman"/>
          <w:sz w:val="22"/>
        </w:rPr>
        <w:t>=  thyroid</w:t>
      </w:r>
      <w:proofErr w:type="gramEnd"/>
      <w:r w:rsidRPr="00B95E93">
        <w:rPr>
          <w:rFonts w:ascii="Times New Roman" w:hAnsi="Times New Roman" w:cs="Times New Roman"/>
          <w:sz w:val="22"/>
        </w:rPr>
        <w:t xml:space="preserve"> receptor.</w:t>
      </w:r>
    </w:p>
    <w:p w:rsidR="00775CF6" w:rsidRPr="00B95E93" w:rsidRDefault="00775CF6" w:rsidP="00775CF6">
      <w:pPr>
        <w:spacing w:after="200" w:line="360" w:lineRule="auto"/>
        <w:rPr>
          <w:rFonts w:ascii="Times New Roman" w:hAnsi="Times New Roman" w:cs="Times New Roman"/>
          <w:sz w:val="22"/>
        </w:rPr>
      </w:pPr>
    </w:p>
    <w:p w:rsidR="00775CF6" w:rsidRPr="00B95E93" w:rsidRDefault="00775CF6" w:rsidP="00775CF6">
      <w:pPr>
        <w:spacing w:after="200" w:line="360" w:lineRule="auto"/>
        <w:rPr>
          <w:rFonts w:ascii="Times New Roman" w:hAnsi="Times New Roman" w:cs="Times New Roman"/>
          <w:sz w:val="22"/>
        </w:rPr>
      </w:pPr>
      <w:r w:rsidRPr="00B95E93">
        <w:rPr>
          <w:rFonts w:ascii="Times New Roman" w:hAnsi="Times New Roman" w:cs="Times New Roman"/>
          <w:b/>
          <w:sz w:val="22"/>
        </w:rPr>
        <w:t>Figure S4</w:t>
      </w:r>
      <w:r w:rsidRPr="00B95E93">
        <w:rPr>
          <w:rFonts w:ascii="Times New Roman" w:hAnsi="Times New Roman" w:cs="Times New Roman"/>
          <w:sz w:val="22"/>
        </w:rPr>
        <w:t xml:space="preserve">. Canonical pathways enriched in the differentially expressed bovine proteins (n = 237) at 57 hours after intramammary challenge with </w:t>
      </w:r>
      <w:r w:rsidRPr="00B95E93">
        <w:rPr>
          <w:rFonts w:ascii="Times New Roman" w:hAnsi="Times New Roman" w:cs="Times New Roman"/>
          <w:i/>
          <w:sz w:val="22"/>
        </w:rPr>
        <w:t xml:space="preserve">Streptococcus </w:t>
      </w:r>
      <w:proofErr w:type="spellStart"/>
      <w:r w:rsidRPr="00B95E93">
        <w:rPr>
          <w:rFonts w:ascii="Times New Roman" w:hAnsi="Times New Roman" w:cs="Times New Roman"/>
          <w:i/>
          <w:sz w:val="22"/>
        </w:rPr>
        <w:t>uberis</w:t>
      </w:r>
      <w:proofErr w:type="spellEnd"/>
      <w:r w:rsidRPr="00B95E93">
        <w:rPr>
          <w:rFonts w:ascii="Times New Roman" w:hAnsi="Times New Roman" w:cs="Times New Roman"/>
          <w:sz w:val="22"/>
        </w:rPr>
        <w:t xml:space="preserve">. The length of the bar against each pathway shows the negative log of the p-value obtained by a Fisher’s exact test (the significance of enrichment; the longer the better), and the colour of the bar indicates the direction and strength of regulation inferred from the activation </w:t>
      </w:r>
      <w:r w:rsidRPr="00B95E93">
        <w:rPr>
          <w:rFonts w:ascii="Times New Roman" w:hAnsi="Times New Roman" w:cs="Times New Roman"/>
          <w:i/>
          <w:sz w:val="22"/>
        </w:rPr>
        <w:t>Z</w:t>
      </w:r>
      <w:r w:rsidRPr="00B95E93">
        <w:rPr>
          <w:rFonts w:ascii="Times New Roman" w:hAnsi="Times New Roman" w:cs="Times New Roman"/>
          <w:sz w:val="22"/>
        </w:rPr>
        <w:t xml:space="preserve">-score (orange: upregulation, grey: no activity pattern available; blue: downregulated; white: z-score = 0, indicating upregulation of some proteins and downregulation of others), with intensity of colour indicating the strength of the effect. Ratio indicates the proportion of proteins out of the entire pathway that were identified in the dataset, e.g. for ratio = 0.10, 10% of proteins from the pathway were identified in the dataset. LXR = liver X receptor, RXR = retinoid X receptor, FXR = </w:t>
      </w:r>
      <w:proofErr w:type="spellStart"/>
      <w:r w:rsidRPr="00B95E93">
        <w:rPr>
          <w:rFonts w:ascii="Times New Roman" w:hAnsi="Times New Roman" w:cs="Times New Roman"/>
          <w:sz w:val="22"/>
        </w:rPr>
        <w:t>Farnesoid</w:t>
      </w:r>
      <w:proofErr w:type="spellEnd"/>
      <w:r w:rsidRPr="00B95E93">
        <w:rPr>
          <w:rFonts w:ascii="Times New Roman" w:hAnsi="Times New Roman" w:cs="Times New Roman"/>
          <w:sz w:val="22"/>
        </w:rPr>
        <w:t xml:space="preserve"> X receptor, IL = interleukin, PPAR = peroxisome proliferator-activated receptor</w:t>
      </w:r>
    </w:p>
    <w:p w:rsidR="00775CF6" w:rsidRPr="00B95E93" w:rsidRDefault="00775CF6" w:rsidP="00775CF6">
      <w:pPr>
        <w:spacing w:after="200" w:line="360" w:lineRule="auto"/>
        <w:rPr>
          <w:rFonts w:ascii="Times New Roman" w:hAnsi="Times New Roman" w:cs="Times New Roman"/>
          <w:sz w:val="22"/>
        </w:rPr>
      </w:pPr>
    </w:p>
    <w:p w:rsidR="00775CF6" w:rsidRDefault="00775CF6" w:rsidP="00775CF6">
      <w:pPr>
        <w:spacing w:after="200" w:line="360" w:lineRule="auto"/>
        <w:rPr>
          <w:rFonts w:ascii="Times New Roman" w:hAnsi="Times New Roman" w:cs="Times New Roman"/>
          <w:sz w:val="22"/>
        </w:rPr>
      </w:pPr>
      <w:r w:rsidRPr="00B95E93">
        <w:rPr>
          <w:rFonts w:ascii="Times New Roman" w:hAnsi="Times New Roman" w:cs="Times New Roman"/>
          <w:b/>
          <w:sz w:val="22"/>
        </w:rPr>
        <w:t>Figure S5</w:t>
      </w:r>
      <w:r w:rsidRPr="00B95E93">
        <w:rPr>
          <w:rFonts w:ascii="Times New Roman" w:hAnsi="Times New Roman" w:cs="Times New Roman"/>
          <w:sz w:val="22"/>
        </w:rPr>
        <w:t xml:space="preserve">. Canonical pathways enriched in the differentially expressed bovine proteins (n = 56) at 312 hours after intramammary challenge with </w:t>
      </w:r>
      <w:r w:rsidRPr="00B95E93">
        <w:rPr>
          <w:rFonts w:ascii="Times New Roman" w:hAnsi="Times New Roman" w:cs="Times New Roman"/>
          <w:i/>
          <w:sz w:val="22"/>
        </w:rPr>
        <w:t xml:space="preserve">Streptococcus </w:t>
      </w:r>
      <w:proofErr w:type="spellStart"/>
      <w:r w:rsidRPr="00B95E93">
        <w:rPr>
          <w:rFonts w:ascii="Times New Roman" w:hAnsi="Times New Roman" w:cs="Times New Roman"/>
          <w:i/>
          <w:sz w:val="22"/>
        </w:rPr>
        <w:t>uberis</w:t>
      </w:r>
      <w:proofErr w:type="spellEnd"/>
      <w:r w:rsidRPr="00B95E93">
        <w:rPr>
          <w:rFonts w:ascii="Times New Roman" w:hAnsi="Times New Roman" w:cs="Times New Roman"/>
          <w:sz w:val="22"/>
        </w:rPr>
        <w:t xml:space="preserve">. The length of the bar against each pathway shows the negative log of the p-value obtained by a Fisher’s exact test (the significance of enrichment; the longer the better), and the colour of the bar indicates the direction and strength of regulation inferred from the activation </w:t>
      </w:r>
      <w:r w:rsidRPr="00B95E93">
        <w:rPr>
          <w:rFonts w:ascii="Times New Roman" w:hAnsi="Times New Roman" w:cs="Times New Roman"/>
          <w:i/>
          <w:sz w:val="22"/>
        </w:rPr>
        <w:t>Z</w:t>
      </w:r>
      <w:r w:rsidRPr="00B95E93">
        <w:rPr>
          <w:rFonts w:ascii="Times New Roman" w:hAnsi="Times New Roman" w:cs="Times New Roman"/>
          <w:sz w:val="22"/>
        </w:rPr>
        <w:t xml:space="preserve">-score (orange: upregulation, grey: no activity pattern available; white: z-score = 0, indicating upregulation of some proteins and downregulation of others), </w:t>
      </w:r>
      <w:bookmarkStart w:id="1" w:name="_GoBack"/>
      <w:bookmarkEnd w:id="1"/>
      <w:r w:rsidRPr="00B95E93">
        <w:rPr>
          <w:rFonts w:ascii="Times New Roman" w:hAnsi="Times New Roman" w:cs="Times New Roman"/>
          <w:sz w:val="22"/>
        </w:rPr>
        <w:t xml:space="preserve">with colour intensity indicating the strength of the effect. The ratio is the proportion of proteins out of the entire pathway that were identified in the dataset, e.g. for ratio = 0.10, 10% of proteins from the pathway were identified in the dataset. LXR = liver X receptor, RXR = retinoid X receptor, FXR = </w:t>
      </w:r>
      <w:proofErr w:type="spellStart"/>
      <w:r w:rsidRPr="00B95E93">
        <w:rPr>
          <w:rFonts w:ascii="Times New Roman" w:hAnsi="Times New Roman" w:cs="Times New Roman"/>
          <w:sz w:val="22"/>
        </w:rPr>
        <w:t>Farnesoid</w:t>
      </w:r>
      <w:proofErr w:type="spellEnd"/>
      <w:r w:rsidRPr="00B95E93">
        <w:rPr>
          <w:rFonts w:ascii="Times New Roman" w:hAnsi="Times New Roman" w:cs="Times New Roman"/>
          <w:sz w:val="22"/>
        </w:rPr>
        <w:t xml:space="preserve"> X receptor, IL = interleukin.</w:t>
      </w:r>
    </w:p>
    <w:bookmarkEnd w:id="0"/>
    <w:sectPr w:rsidR="00775CF6" w:rsidSect="00570B2D">
      <w:type w:val="continuous"/>
      <w:pgSz w:w="11906" w:h="16838" w:code="9"/>
      <w:pgMar w:top="1440" w:right="1440" w:bottom="1440" w:left="1440" w:header="851" w:footer="1049" w:gutter="0"/>
      <w:cols w:space="708"/>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B17ED7" w15:done="0"/>
  <w15:commentEx w15:paraId="235BC1C5" w15:done="0"/>
  <w15:commentEx w15:paraId="122556DF" w15:done="0"/>
  <w15:commentEx w15:paraId="3D82543F" w15:done="0"/>
  <w15:commentEx w15:paraId="4BE6C74F" w15:done="0"/>
  <w15:commentEx w15:paraId="6F78F40B" w15:done="0"/>
  <w15:commentEx w15:paraId="0E373BBE" w15:done="0"/>
  <w15:commentEx w15:paraId="6AD6BAA9" w15:paraIdParent="0E373BBE" w15:done="0"/>
  <w15:commentEx w15:paraId="090260C4" w15:done="0"/>
  <w15:commentEx w15:paraId="2C8817B6" w15:paraIdParent="090260C4" w15:done="0"/>
  <w15:commentEx w15:paraId="3B46E365" w15:done="0"/>
  <w15:commentEx w15:paraId="298E6944" w15:done="0"/>
  <w15:commentEx w15:paraId="57692BCB" w15:done="0"/>
  <w15:commentEx w15:paraId="013F9E2D" w15:paraIdParent="57692BCB" w15:done="0"/>
  <w15:commentEx w15:paraId="5BB1B3FA" w15:done="0"/>
  <w15:commentEx w15:paraId="78C1FFA2" w15:done="0"/>
  <w15:commentEx w15:paraId="4578D17A" w15:done="0"/>
  <w15:commentEx w15:paraId="7881AF54" w15:paraIdParent="4578D17A" w15:done="0"/>
  <w15:commentEx w15:paraId="6E6E6541" w15:done="0"/>
  <w15:commentEx w15:paraId="09E353DC" w15:done="0"/>
  <w15:commentEx w15:paraId="7114E3EE" w15:done="0"/>
  <w15:commentEx w15:paraId="49790677" w15:done="0"/>
  <w15:commentEx w15:paraId="42F9D760" w15:done="0"/>
  <w15:commentEx w15:paraId="05C8570B" w15:done="0"/>
  <w15:commentEx w15:paraId="217309E1" w15:paraIdParent="05C8570B" w15:done="0"/>
  <w15:commentEx w15:paraId="71BFFA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BCA" w:rsidRDefault="00747BCA" w:rsidP="0097029A">
      <w:r>
        <w:separator/>
      </w:r>
    </w:p>
  </w:endnote>
  <w:endnote w:type="continuationSeparator" w:id="0">
    <w:p w:rsidR="00747BCA" w:rsidRDefault="00747BCA" w:rsidP="0097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BCA" w:rsidRDefault="00747BCA" w:rsidP="0097029A">
      <w:r>
        <w:separator/>
      </w:r>
    </w:p>
  </w:footnote>
  <w:footnote w:type="continuationSeparator" w:id="0">
    <w:p w:rsidR="00747BCA" w:rsidRDefault="00747BCA" w:rsidP="00970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CD619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09C4136"/>
    <w:lvl w:ilvl="0">
      <w:start w:val="1"/>
      <w:numFmt w:val="decimal"/>
      <w:lvlText w:val="%1."/>
      <w:lvlJc w:val="left"/>
      <w:pPr>
        <w:tabs>
          <w:tab w:val="num" w:pos="1492"/>
        </w:tabs>
        <w:ind w:left="1492" w:hanging="360"/>
      </w:pPr>
    </w:lvl>
  </w:abstractNum>
  <w:abstractNum w:abstractNumId="2">
    <w:nsid w:val="FFFFFF7D"/>
    <w:multiLevelType w:val="singleLevel"/>
    <w:tmpl w:val="4E28B138"/>
    <w:lvl w:ilvl="0">
      <w:start w:val="1"/>
      <w:numFmt w:val="decimal"/>
      <w:lvlText w:val="%1."/>
      <w:lvlJc w:val="left"/>
      <w:pPr>
        <w:tabs>
          <w:tab w:val="num" w:pos="1209"/>
        </w:tabs>
        <w:ind w:left="1209" w:hanging="360"/>
      </w:pPr>
    </w:lvl>
  </w:abstractNum>
  <w:abstractNum w:abstractNumId="3">
    <w:nsid w:val="FFFFFF7E"/>
    <w:multiLevelType w:val="singleLevel"/>
    <w:tmpl w:val="BE182A12"/>
    <w:lvl w:ilvl="0">
      <w:start w:val="1"/>
      <w:numFmt w:val="decimal"/>
      <w:lvlText w:val="%1."/>
      <w:lvlJc w:val="left"/>
      <w:pPr>
        <w:tabs>
          <w:tab w:val="num" w:pos="926"/>
        </w:tabs>
        <w:ind w:left="926" w:hanging="360"/>
      </w:pPr>
    </w:lvl>
  </w:abstractNum>
  <w:abstractNum w:abstractNumId="4">
    <w:nsid w:val="FFFFFF7F"/>
    <w:multiLevelType w:val="singleLevel"/>
    <w:tmpl w:val="C1AEBEC2"/>
    <w:lvl w:ilvl="0">
      <w:start w:val="1"/>
      <w:numFmt w:val="decimal"/>
      <w:lvlText w:val="%1."/>
      <w:lvlJc w:val="left"/>
      <w:pPr>
        <w:tabs>
          <w:tab w:val="num" w:pos="643"/>
        </w:tabs>
        <w:ind w:left="643" w:hanging="360"/>
      </w:pPr>
    </w:lvl>
  </w:abstractNum>
  <w:abstractNum w:abstractNumId="5">
    <w:nsid w:val="FFFFFF80"/>
    <w:multiLevelType w:val="singleLevel"/>
    <w:tmpl w:val="305A5D3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FF60CC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6983F4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ED4E2D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DF6B838"/>
    <w:lvl w:ilvl="0">
      <w:start w:val="1"/>
      <w:numFmt w:val="decimal"/>
      <w:lvlText w:val="%1."/>
      <w:lvlJc w:val="left"/>
      <w:pPr>
        <w:tabs>
          <w:tab w:val="num" w:pos="360"/>
        </w:tabs>
        <w:ind w:left="360" w:hanging="360"/>
      </w:pPr>
    </w:lvl>
  </w:abstractNum>
  <w:abstractNum w:abstractNumId="10">
    <w:nsid w:val="FFFFFF89"/>
    <w:multiLevelType w:val="singleLevel"/>
    <w:tmpl w:val="5F906F56"/>
    <w:lvl w:ilvl="0">
      <w:start w:val="1"/>
      <w:numFmt w:val="bullet"/>
      <w:lvlText w:val=""/>
      <w:lvlJc w:val="left"/>
      <w:pPr>
        <w:tabs>
          <w:tab w:val="num" w:pos="360"/>
        </w:tabs>
        <w:ind w:left="360" w:hanging="360"/>
      </w:pPr>
      <w:rPr>
        <w:rFonts w:ascii="Symbol" w:hAnsi="Symbol" w:hint="default"/>
      </w:rPr>
    </w:lvl>
  </w:abstractNum>
  <w:abstractNum w:abstractNumId="11">
    <w:nsid w:val="033540C7"/>
    <w:multiLevelType w:val="multilevel"/>
    <w:tmpl w:val="3DD685E8"/>
    <w:lvl w:ilvl="0">
      <w:start w:val="2"/>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349" w:hanging="989"/>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08EC6A32"/>
    <w:multiLevelType w:val="multilevel"/>
    <w:tmpl w:val="641CDFD6"/>
    <w:lvl w:ilvl="0">
      <w:start w:val="2"/>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16A20A7"/>
    <w:multiLevelType w:val="multilevel"/>
    <w:tmpl w:val="8F2CFC3C"/>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80" w:hanging="420"/>
      </w:pPr>
      <w:rPr>
        <w:rFonts w:hint="default"/>
      </w:rPr>
    </w:lvl>
    <w:lvl w:ilvl="2">
      <w:start w:val="1"/>
      <w:numFmt w:val="decimal"/>
      <w:pStyle w:val="Heading3"/>
      <w:isLgl/>
      <w:lvlText w:val="%1.%2.%3"/>
      <w:lvlJc w:val="left"/>
      <w:pPr>
        <w:ind w:left="1474" w:hanging="1114"/>
      </w:pPr>
      <w:rPr>
        <w:rFonts w:hint="default"/>
      </w:rPr>
    </w:lvl>
    <w:lvl w:ilvl="3">
      <w:start w:val="1"/>
      <w:numFmt w:val="decimal"/>
      <w:pStyle w:val="Heading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28E57CD"/>
    <w:multiLevelType w:val="hybridMultilevel"/>
    <w:tmpl w:val="56E4C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7E4C34"/>
    <w:multiLevelType w:val="hybridMultilevel"/>
    <w:tmpl w:val="80E8D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DA0DE0"/>
    <w:multiLevelType w:val="hybridMultilevel"/>
    <w:tmpl w:val="DF3C8BA6"/>
    <w:lvl w:ilvl="0" w:tplc="65B8CABE">
      <w:start w:val="1"/>
      <w:numFmt w:val="lowerLetter"/>
      <w:lvlText w:val="%1."/>
      <w:lvlJc w:val="left"/>
      <w:pPr>
        <w:ind w:left="360" w:hanging="360"/>
      </w:pPr>
      <w:rPr>
        <w:rFonts w:hint="default"/>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38B365B7"/>
    <w:multiLevelType w:val="multilevel"/>
    <w:tmpl w:val="05E8EACE"/>
    <w:lvl w:ilvl="0">
      <w:start w:val="2"/>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247" w:hanging="887"/>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A243C7C"/>
    <w:multiLevelType w:val="hybridMultilevel"/>
    <w:tmpl w:val="4CFA8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C0910"/>
    <w:multiLevelType w:val="hybridMultilevel"/>
    <w:tmpl w:val="C62631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3F781C7E"/>
    <w:multiLevelType w:val="multilevel"/>
    <w:tmpl w:val="B60A2526"/>
    <w:lvl w:ilvl="0">
      <w:start w:val="1"/>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08208DE"/>
    <w:multiLevelType w:val="multilevel"/>
    <w:tmpl w:val="3DD685E8"/>
    <w:lvl w:ilvl="0">
      <w:start w:val="2"/>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349" w:hanging="989"/>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1B33462"/>
    <w:multiLevelType w:val="multilevel"/>
    <w:tmpl w:val="FE245952"/>
    <w:lvl w:ilvl="0">
      <w:start w:val="2"/>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474" w:hanging="1114"/>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43CB0C65"/>
    <w:multiLevelType w:val="hybridMultilevel"/>
    <w:tmpl w:val="EF727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3F7603"/>
    <w:multiLevelType w:val="multilevel"/>
    <w:tmpl w:val="4E1270C2"/>
    <w:lvl w:ilvl="0">
      <w:start w:val="1"/>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A1D0343"/>
    <w:multiLevelType w:val="multilevel"/>
    <w:tmpl w:val="05E8EACE"/>
    <w:lvl w:ilvl="0">
      <w:start w:val="2"/>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247" w:hanging="887"/>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ACE0958"/>
    <w:multiLevelType w:val="multilevel"/>
    <w:tmpl w:val="641CDFD6"/>
    <w:lvl w:ilvl="0">
      <w:start w:val="2"/>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00E74B0"/>
    <w:multiLevelType w:val="hybridMultilevel"/>
    <w:tmpl w:val="96F4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6D396E"/>
    <w:multiLevelType w:val="hybridMultilevel"/>
    <w:tmpl w:val="34B0B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F556BF"/>
    <w:multiLevelType w:val="multilevel"/>
    <w:tmpl w:val="4E1270C2"/>
    <w:lvl w:ilvl="0">
      <w:start w:val="1"/>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5ED54D25"/>
    <w:multiLevelType w:val="multilevel"/>
    <w:tmpl w:val="A1861D46"/>
    <w:lvl w:ilvl="0">
      <w:start w:val="2"/>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474" w:hanging="1114"/>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5FCC7277"/>
    <w:multiLevelType w:val="hybridMultilevel"/>
    <w:tmpl w:val="A7DAC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42570C"/>
    <w:multiLevelType w:val="multilevel"/>
    <w:tmpl w:val="B60A2526"/>
    <w:lvl w:ilvl="0">
      <w:start w:val="1"/>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6A366DFC"/>
    <w:multiLevelType w:val="hybridMultilevel"/>
    <w:tmpl w:val="6F0449D4"/>
    <w:lvl w:ilvl="0" w:tplc="B15A46E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6D6D88"/>
    <w:multiLevelType w:val="multilevel"/>
    <w:tmpl w:val="3DD685E8"/>
    <w:lvl w:ilvl="0">
      <w:start w:val="2"/>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349" w:hanging="989"/>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7FB34083"/>
    <w:multiLevelType w:val="multilevel"/>
    <w:tmpl w:val="4E1270C2"/>
    <w:lvl w:ilvl="0">
      <w:start w:val="1"/>
      <w:numFmt w:val="decimal"/>
      <w:lvlText w:val="%1."/>
      <w:lvlJc w:val="left"/>
      <w:pPr>
        <w:ind w:left="760" w:hanging="40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0"/>
  </w:num>
  <w:num w:numId="12">
    <w:abstractNumId w:val="29"/>
  </w:num>
  <w:num w:numId="13">
    <w:abstractNumId w:val="35"/>
  </w:num>
  <w:num w:numId="14">
    <w:abstractNumId w:val="14"/>
  </w:num>
  <w:num w:numId="15">
    <w:abstractNumId w:val="15"/>
  </w:num>
  <w:num w:numId="16">
    <w:abstractNumId w:val="27"/>
  </w:num>
  <w:num w:numId="17">
    <w:abstractNumId w:val="33"/>
  </w:num>
  <w:num w:numId="18">
    <w:abstractNumId w:val="18"/>
  </w:num>
  <w:num w:numId="19">
    <w:abstractNumId w:val="24"/>
  </w:num>
  <w:num w:numId="20">
    <w:abstractNumId w:val="32"/>
  </w:num>
  <w:num w:numId="21">
    <w:abstractNumId w:val="13"/>
  </w:num>
  <w:num w:numId="22">
    <w:abstractNumId w:val="12"/>
  </w:num>
  <w:num w:numId="23">
    <w:abstractNumId w:val="26"/>
  </w:num>
  <w:num w:numId="24">
    <w:abstractNumId w:val="17"/>
  </w:num>
  <w:num w:numId="25">
    <w:abstractNumId w:val="25"/>
  </w:num>
  <w:num w:numId="26">
    <w:abstractNumId w:val="21"/>
  </w:num>
  <w:num w:numId="27">
    <w:abstractNumId w:val="34"/>
  </w:num>
  <w:num w:numId="28">
    <w:abstractNumId w:val="11"/>
  </w:num>
  <w:num w:numId="29">
    <w:abstractNumId w:val="22"/>
  </w:num>
  <w:num w:numId="30">
    <w:abstractNumId w:val="0"/>
  </w:num>
  <w:num w:numId="31">
    <w:abstractNumId w:val="30"/>
  </w:num>
  <w:num w:numId="32">
    <w:abstractNumId w:val="28"/>
  </w:num>
  <w:num w:numId="33">
    <w:abstractNumId w:val="2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31"/>
  </w:num>
  <w:num w:numId="47">
    <w:abstractNumId w:val="16"/>
  </w:num>
  <w:num w:numId="48">
    <w:abstractNumId w:val="19"/>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nikhandan Mudaliar">
    <w15:presenceInfo w15:providerId="None" w15:userId="Manikhandan Mudali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SortMethod w:val="000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Molecular BioSystems&lt;/Style&gt;&lt;LeftDelim&gt;{&lt;/LeftDelim&gt;&lt;RightDelim&gt;}&lt;/RightDelim&gt;&lt;FontName&gt;Calibri&lt;/FontName&gt;&lt;FontSize&gt;9&lt;/FontSize&gt;&lt;ReflistTitle&gt;&lt;style face=&quot;bold&quot; size=&quot;18&quot;&gt;List of references&lt;/style&gt;&lt;/ReflistTitle&gt;&lt;StartingRefnum&gt;1&lt;/StartingRefnum&gt;&lt;FirstLineIndent&gt;0&lt;/FirstLineIndent&gt;&lt;HangingIndent&gt;0&lt;/HangingIndent&gt;&lt;LineSpacing&gt;0&lt;/LineSpacing&gt;&lt;SpaceAfter&gt;2&lt;/SpaceAfter&gt;&lt;HyperlinksEnabled&gt;1&lt;/HyperlinksEnabled&gt;&lt;HyperlinksVisible&gt;0&lt;/HyperlinksVisible&gt;&lt;EnableBibliographyCategories&gt;0&lt;/EnableBibliographyCategories&gt;&lt;/ENLayout&gt;"/>
    <w:docVar w:name="EN.Libraries" w:val="&lt;Libraries&gt;&lt;/Libraries&gt;"/>
  </w:docVars>
  <w:rsids>
    <w:rsidRoot w:val="00DB5011"/>
    <w:rsid w:val="00001437"/>
    <w:rsid w:val="00001FD4"/>
    <w:rsid w:val="0000241D"/>
    <w:rsid w:val="00002A6C"/>
    <w:rsid w:val="000030B8"/>
    <w:rsid w:val="000052AA"/>
    <w:rsid w:val="000058D0"/>
    <w:rsid w:val="00005926"/>
    <w:rsid w:val="00005A08"/>
    <w:rsid w:val="000105C8"/>
    <w:rsid w:val="00010B10"/>
    <w:rsid w:val="00011656"/>
    <w:rsid w:val="000119F8"/>
    <w:rsid w:val="00011B6A"/>
    <w:rsid w:val="00012274"/>
    <w:rsid w:val="00012879"/>
    <w:rsid w:val="00013285"/>
    <w:rsid w:val="00013D47"/>
    <w:rsid w:val="00014B12"/>
    <w:rsid w:val="00015452"/>
    <w:rsid w:val="000161D2"/>
    <w:rsid w:val="0001735F"/>
    <w:rsid w:val="00017A5E"/>
    <w:rsid w:val="0002015E"/>
    <w:rsid w:val="00020350"/>
    <w:rsid w:val="0002063B"/>
    <w:rsid w:val="000213E5"/>
    <w:rsid w:val="00022B6B"/>
    <w:rsid w:val="00023020"/>
    <w:rsid w:val="00025029"/>
    <w:rsid w:val="00025530"/>
    <w:rsid w:val="00025CAE"/>
    <w:rsid w:val="000269D9"/>
    <w:rsid w:val="00026BD1"/>
    <w:rsid w:val="00026BF0"/>
    <w:rsid w:val="00026FDB"/>
    <w:rsid w:val="00030360"/>
    <w:rsid w:val="00031C52"/>
    <w:rsid w:val="000332FA"/>
    <w:rsid w:val="00033CE8"/>
    <w:rsid w:val="00034355"/>
    <w:rsid w:val="00034363"/>
    <w:rsid w:val="00035458"/>
    <w:rsid w:val="00035861"/>
    <w:rsid w:val="00036469"/>
    <w:rsid w:val="00036600"/>
    <w:rsid w:val="00036B71"/>
    <w:rsid w:val="000375F8"/>
    <w:rsid w:val="00040153"/>
    <w:rsid w:val="00040191"/>
    <w:rsid w:val="000404AC"/>
    <w:rsid w:val="0004288F"/>
    <w:rsid w:val="00042AE7"/>
    <w:rsid w:val="000434E3"/>
    <w:rsid w:val="00043B68"/>
    <w:rsid w:val="00043D8A"/>
    <w:rsid w:val="000440F3"/>
    <w:rsid w:val="00044BB7"/>
    <w:rsid w:val="00044D8C"/>
    <w:rsid w:val="00045470"/>
    <w:rsid w:val="00046192"/>
    <w:rsid w:val="00047210"/>
    <w:rsid w:val="000474F1"/>
    <w:rsid w:val="000478AA"/>
    <w:rsid w:val="00047F58"/>
    <w:rsid w:val="00050AA4"/>
    <w:rsid w:val="00051046"/>
    <w:rsid w:val="0005189E"/>
    <w:rsid w:val="00051DCA"/>
    <w:rsid w:val="00052073"/>
    <w:rsid w:val="000545E6"/>
    <w:rsid w:val="000546E2"/>
    <w:rsid w:val="00054B35"/>
    <w:rsid w:val="00054F91"/>
    <w:rsid w:val="000558BF"/>
    <w:rsid w:val="00055D67"/>
    <w:rsid w:val="00055DE0"/>
    <w:rsid w:val="0005670C"/>
    <w:rsid w:val="00056C62"/>
    <w:rsid w:val="0006015F"/>
    <w:rsid w:val="00060AE1"/>
    <w:rsid w:val="000614A9"/>
    <w:rsid w:val="00062DDD"/>
    <w:rsid w:val="00063100"/>
    <w:rsid w:val="00063297"/>
    <w:rsid w:val="000634A8"/>
    <w:rsid w:val="00063D83"/>
    <w:rsid w:val="000643C7"/>
    <w:rsid w:val="000644A6"/>
    <w:rsid w:val="00064950"/>
    <w:rsid w:val="0006498D"/>
    <w:rsid w:val="00064C7C"/>
    <w:rsid w:val="00065AF8"/>
    <w:rsid w:val="00066F0F"/>
    <w:rsid w:val="000675C7"/>
    <w:rsid w:val="0007050D"/>
    <w:rsid w:val="000734EA"/>
    <w:rsid w:val="00074A10"/>
    <w:rsid w:val="00074C07"/>
    <w:rsid w:val="00074FF0"/>
    <w:rsid w:val="00076372"/>
    <w:rsid w:val="0007657E"/>
    <w:rsid w:val="00076AF1"/>
    <w:rsid w:val="00076F1B"/>
    <w:rsid w:val="000800B9"/>
    <w:rsid w:val="000801CC"/>
    <w:rsid w:val="00081F63"/>
    <w:rsid w:val="0008203E"/>
    <w:rsid w:val="00083B29"/>
    <w:rsid w:val="000849B7"/>
    <w:rsid w:val="00084A59"/>
    <w:rsid w:val="00084CD9"/>
    <w:rsid w:val="00084D28"/>
    <w:rsid w:val="00084F07"/>
    <w:rsid w:val="0008519C"/>
    <w:rsid w:val="00085FD3"/>
    <w:rsid w:val="0008688E"/>
    <w:rsid w:val="00086B7A"/>
    <w:rsid w:val="00087F2B"/>
    <w:rsid w:val="00090E9F"/>
    <w:rsid w:val="000914FD"/>
    <w:rsid w:val="000925CA"/>
    <w:rsid w:val="00092933"/>
    <w:rsid w:val="00093121"/>
    <w:rsid w:val="00094241"/>
    <w:rsid w:val="0009508B"/>
    <w:rsid w:val="00097847"/>
    <w:rsid w:val="00097E53"/>
    <w:rsid w:val="000A04D9"/>
    <w:rsid w:val="000A1145"/>
    <w:rsid w:val="000A19CF"/>
    <w:rsid w:val="000A22DC"/>
    <w:rsid w:val="000A23A2"/>
    <w:rsid w:val="000A26DC"/>
    <w:rsid w:val="000A292C"/>
    <w:rsid w:val="000A31CA"/>
    <w:rsid w:val="000A3DC2"/>
    <w:rsid w:val="000A42B9"/>
    <w:rsid w:val="000A4C44"/>
    <w:rsid w:val="000A5A0B"/>
    <w:rsid w:val="000A5AF7"/>
    <w:rsid w:val="000A5EDC"/>
    <w:rsid w:val="000A6721"/>
    <w:rsid w:val="000A6E7A"/>
    <w:rsid w:val="000A786B"/>
    <w:rsid w:val="000B127F"/>
    <w:rsid w:val="000B1613"/>
    <w:rsid w:val="000B19D7"/>
    <w:rsid w:val="000B1EFB"/>
    <w:rsid w:val="000B3024"/>
    <w:rsid w:val="000B3B90"/>
    <w:rsid w:val="000B4A7A"/>
    <w:rsid w:val="000B5357"/>
    <w:rsid w:val="000B56A8"/>
    <w:rsid w:val="000B5EE2"/>
    <w:rsid w:val="000B6412"/>
    <w:rsid w:val="000B6717"/>
    <w:rsid w:val="000B74DA"/>
    <w:rsid w:val="000B761D"/>
    <w:rsid w:val="000B7933"/>
    <w:rsid w:val="000B7D4D"/>
    <w:rsid w:val="000C19E8"/>
    <w:rsid w:val="000C2620"/>
    <w:rsid w:val="000C2787"/>
    <w:rsid w:val="000C4102"/>
    <w:rsid w:val="000C435A"/>
    <w:rsid w:val="000C4790"/>
    <w:rsid w:val="000C4B74"/>
    <w:rsid w:val="000C50CD"/>
    <w:rsid w:val="000C5478"/>
    <w:rsid w:val="000C6070"/>
    <w:rsid w:val="000C6303"/>
    <w:rsid w:val="000C64D9"/>
    <w:rsid w:val="000C6D15"/>
    <w:rsid w:val="000C700C"/>
    <w:rsid w:val="000C7C44"/>
    <w:rsid w:val="000D0060"/>
    <w:rsid w:val="000D0221"/>
    <w:rsid w:val="000D1036"/>
    <w:rsid w:val="000D17C0"/>
    <w:rsid w:val="000D1E29"/>
    <w:rsid w:val="000D2147"/>
    <w:rsid w:val="000D3BA8"/>
    <w:rsid w:val="000D45F9"/>
    <w:rsid w:val="000D4885"/>
    <w:rsid w:val="000D54E7"/>
    <w:rsid w:val="000D5D36"/>
    <w:rsid w:val="000D6836"/>
    <w:rsid w:val="000D6946"/>
    <w:rsid w:val="000D6DCD"/>
    <w:rsid w:val="000D7386"/>
    <w:rsid w:val="000D7A02"/>
    <w:rsid w:val="000E0321"/>
    <w:rsid w:val="000E0330"/>
    <w:rsid w:val="000E08AA"/>
    <w:rsid w:val="000E0A9C"/>
    <w:rsid w:val="000E16B4"/>
    <w:rsid w:val="000E20D9"/>
    <w:rsid w:val="000E21ED"/>
    <w:rsid w:val="000E37C3"/>
    <w:rsid w:val="000E4302"/>
    <w:rsid w:val="000E4576"/>
    <w:rsid w:val="000E46DF"/>
    <w:rsid w:val="000E479B"/>
    <w:rsid w:val="000E5560"/>
    <w:rsid w:val="000E55BA"/>
    <w:rsid w:val="000E5ABF"/>
    <w:rsid w:val="000E6C08"/>
    <w:rsid w:val="000F0031"/>
    <w:rsid w:val="000F2CDE"/>
    <w:rsid w:val="000F2DFB"/>
    <w:rsid w:val="000F3464"/>
    <w:rsid w:val="000F3916"/>
    <w:rsid w:val="000F3AB6"/>
    <w:rsid w:val="000F3D83"/>
    <w:rsid w:val="000F4173"/>
    <w:rsid w:val="000F5153"/>
    <w:rsid w:val="001009EB"/>
    <w:rsid w:val="00100D3B"/>
    <w:rsid w:val="00102325"/>
    <w:rsid w:val="00102AE4"/>
    <w:rsid w:val="00104498"/>
    <w:rsid w:val="00104A9B"/>
    <w:rsid w:val="001052AD"/>
    <w:rsid w:val="00105400"/>
    <w:rsid w:val="00106524"/>
    <w:rsid w:val="00106EE3"/>
    <w:rsid w:val="00107D64"/>
    <w:rsid w:val="001100AD"/>
    <w:rsid w:val="00110A7D"/>
    <w:rsid w:val="00110C23"/>
    <w:rsid w:val="00112F6E"/>
    <w:rsid w:val="001131F3"/>
    <w:rsid w:val="00113A28"/>
    <w:rsid w:val="00113AED"/>
    <w:rsid w:val="00113D2E"/>
    <w:rsid w:val="00113E77"/>
    <w:rsid w:val="00114A6D"/>
    <w:rsid w:val="00116829"/>
    <w:rsid w:val="001171B9"/>
    <w:rsid w:val="0011741A"/>
    <w:rsid w:val="00117B5A"/>
    <w:rsid w:val="00117E99"/>
    <w:rsid w:val="00117FA0"/>
    <w:rsid w:val="00120438"/>
    <w:rsid w:val="00120AF9"/>
    <w:rsid w:val="00120D06"/>
    <w:rsid w:val="00121E7B"/>
    <w:rsid w:val="00123100"/>
    <w:rsid w:val="0012326B"/>
    <w:rsid w:val="00123BEA"/>
    <w:rsid w:val="001257F2"/>
    <w:rsid w:val="00126BC0"/>
    <w:rsid w:val="001271D6"/>
    <w:rsid w:val="00127762"/>
    <w:rsid w:val="00127E9B"/>
    <w:rsid w:val="00130780"/>
    <w:rsid w:val="0013112A"/>
    <w:rsid w:val="0013113C"/>
    <w:rsid w:val="0013187A"/>
    <w:rsid w:val="001326A2"/>
    <w:rsid w:val="00132984"/>
    <w:rsid w:val="00132D69"/>
    <w:rsid w:val="00133131"/>
    <w:rsid w:val="00133377"/>
    <w:rsid w:val="0013403F"/>
    <w:rsid w:val="001349B2"/>
    <w:rsid w:val="00134C83"/>
    <w:rsid w:val="001350A6"/>
    <w:rsid w:val="00135336"/>
    <w:rsid w:val="00136644"/>
    <w:rsid w:val="00136DB9"/>
    <w:rsid w:val="0013721A"/>
    <w:rsid w:val="001372E8"/>
    <w:rsid w:val="001376BA"/>
    <w:rsid w:val="00140279"/>
    <w:rsid w:val="001404EB"/>
    <w:rsid w:val="00140732"/>
    <w:rsid w:val="00140910"/>
    <w:rsid w:val="00140A86"/>
    <w:rsid w:val="00140C2C"/>
    <w:rsid w:val="00140E28"/>
    <w:rsid w:val="00141417"/>
    <w:rsid w:val="0014206D"/>
    <w:rsid w:val="00142DC4"/>
    <w:rsid w:val="00143152"/>
    <w:rsid w:val="001447F8"/>
    <w:rsid w:val="001454EF"/>
    <w:rsid w:val="00145AB9"/>
    <w:rsid w:val="00145F61"/>
    <w:rsid w:val="00146173"/>
    <w:rsid w:val="001468C8"/>
    <w:rsid w:val="00147613"/>
    <w:rsid w:val="00147F91"/>
    <w:rsid w:val="00150B8C"/>
    <w:rsid w:val="00151623"/>
    <w:rsid w:val="00151E23"/>
    <w:rsid w:val="00152320"/>
    <w:rsid w:val="00153218"/>
    <w:rsid w:val="0015348A"/>
    <w:rsid w:val="00153872"/>
    <w:rsid w:val="001551C9"/>
    <w:rsid w:val="001552F3"/>
    <w:rsid w:val="0015632A"/>
    <w:rsid w:val="00157182"/>
    <w:rsid w:val="0015747E"/>
    <w:rsid w:val="00157F0A"/>
    <w:rsid w:val="001603E4"/>
    <w:rsid w:val="00160503"/>
    <w:rsid w:val="00160C27"/>
    <w:rsid w:val="00161539"/>
    <w:rsid w:val="001632FF"/>
    <w:rsid w:val="0016378F"/>
    <w:rsid w:val="001645EA"/>
    <w:rsid w:val="001646FE"/>
    <w:rsid w:val="00164858"/>
    <w:rsid w:val="00164A94"/>
    <w:rsid w:val="00164B01"/>
    <w:rsid w:val="00164BDC"/>
    <w:rsid w:val="001664CD"/>
    <w:rsid w:val="00166A00"/>
    <w:rsid w:val="00166F18"/>
    <w:rsid w:val="0016789B"/>
    <w:rsid w:val="00167929"/>
    <w:rsid w:val="00167C38"/>
    <w:rsid w:val="00170118"/>
    <w:rsid w:val="0017168F"/>
    <w:rsid w:val="00172218"/>
    <w:rsid w:val="00172231"/>
    <w:rsid w:val="00172552"/>
    <w:rsid w:val="00174CDD"/>
    <w:rsid w:val="00174F2D"/>
    <w:rsid w:val="0017504A"/>
    <w:rsid w:val="00175886"/>
    <w:rsid w:val="0018000F"/>
    <w:rsid w:val="00180A1E"/>
    <w:rsid w:val="00181EBA"/>
    <w:rsid w:val="00182BBA"/>
    <w:rsid w:val="001835D3"/>
    <w:rsid w:val="0018385D"/>
    <w:rsid w:val="00183B46"/>
    <w:rsid w:val="00183C4A"/>
    <w:rsid w:val="00183F73"/>
    <w:rsid w:val="00184777"/>
    <w:rsid w:val="001851A7"/>
    <w:rsid w:val="001854D1"/>
    <w:rsid w:val="001863DC"/>
    <w:rsid w:val="00187A36"/>
    <w:rsid w:val="00190E08"/>
    <w:rsid w:val="0019120D"/>
    <w:rsid w:val="00192EED"/>
    <w:rsid w:val="00194A5A"/>
    <w:rsid w:val="00194A61"/>
    <w:rsid w:val="00194EFD"/>
    <w:rsid w:val="00195263"/>
    <w:rsid w:val="0019564D"/>
    <w:rsid w:val="00195C42"/>
    <w:rsid w:val="00195F7C"/>
    <w:rsid w:val="001965CD"/>
    <w:rsid w:val="001972FB"/>
    <w:rsid w:val="001A0B78"/>
    <w:rsid w:val="001A1047"/>
    <w:rsid w:val="001A1E7B"/>
    <w:rsid w:val="001A2777"/>
    <w:rsid w:val="001A3463"/>
    <w:rsid w:val="001A383B"/>
    <w:rsid w:val="001A449E"/>
    <w:rsid w:val="001A4B49"/>
    <w:rsid w:val="001A4E50"/>
    <w:rsid w:val="001A5DBE"/>
    <w:rsid w:val="001A65CC"/>
    <w:rsid w:val="001A6649"/>
    <w:rsid w:val="001A688D"/>
    <w:rsid w:val="001A7B4C"/>
    <w:rsid w:val="001A7D6F"/>
    <w:rsid w:val="001B051E"/>
    <w:rsid w:val="001B1EB8"/>
    <w:rsid w:val="001B1EFF"/>
    <w:rsid w:val="001B3248"/>
    <w:rsid w:val="001B3AF8"/>
    <w:rsid w:val="001B51CE"/>
    <w:rsid w:val="001B57A2"/>
    <w:rsid w:val="001B57FA"/>
    <w:rsid w:val="001B5B6E"/>
    <w:rsid w:val="001B605B"/>
    <w:rsid w:val="001B7205"/>
    <w:rsid w:val="001B7C1C"/>
    <w:rsid w:val="001C0252"/>
    <w:rsid w:val="001C02C1"/>
    <w:rsid w:val="001C044B"/>
    <w:rsid w:val="001C189E"/>
    <w:rsid w:val="001C1A54"/>
    <w:rsid w:val="001C1D71"/>
    <w:rsid w:val="001C2062"/>
    <w:rsid w:val="001C23C3"/>
    <w:rsid w:val="001C298E"/>
    <w:rsid w:val="001C367F"/>
    <w:rsid w:val="001C3E97"/>
    <w:rsid w:val="001C41D4"/>
    <w:rsid w:val="001C5D95"/>
    <w:rsid w:val="001C62A9"/>
    <w:rsid w:val="001C6BD1"/>
    <w:rsid w:val="001C743F"/>
    <w:rsid w:val="001D124D"/>
    <w:rsid w:val="001D229C"/>
    <w:rsid w:val="001D26D6"/>
    <w:rsid w:val="001D2AC2"/>
    <w:rsid w:val="001D2F4A"/>
    <w:rsid w:val="001D4034"/>
    <w:rsid w:val="001D414B"/>
    <w:rsid w:val="001D4DF6"/>
    <w:rsid w:val="001D4FBC"/>
    <w:rsid w:val="001D6E72"/>
    <w:rsid w:val="001E03CA"/>
    <w:rsid w:val="001E1E97"/>
    <w:rsid w:val="001E24F3"/>
    <w:rsid w:val="001E28FD"/>
    <w:rsid w:val="001E4ED3"/>
    <w:rsid w:val="001E5BA7"/>
    <w:rsid w:val="001E5D05"/>
    <w:rsid w:val="001E7CDF"/>
    <w:rsid w:val="001F08DA"/>
    <w:rsid w:val="001F204F"/>
    <w:rsid w:val="001F2DEF"/>
    <w:rsid w:val="001F309B"/>
    <w:rsid w:val="001F3694"/>
    <w:rsid w:val="001F39DB"/>
    <w:rsid w:val="001F40D3"/>
    <w:rsid w:val="001F4342"/>
    <w:rsid w:val="001F4357"/>
    <w:rsid w:val="001F57A8"/>
    <w:rsid w:val="001F6301"/>
    <w:rsid w:val="001F6911"/>
    <w:rsid w:val="001F6D5B"/>
    <w:rsid w:val="001F6E17"/>
    <w:rsid w:val="00200032"/>
    <w:rsid w:val="00200B7A"/>
    <w:rsid w:val="00200BC5"/>
    <w:rsid w:val="00200D01"/>
    <w:rsid w:val="00201B9E"/>
    <w:rsid w:val="002034BE"/>
    <w:rsid w:val="00203905"/>
    <w:rsid w:val="00204FED"/>
    <w:rsid w:val="00206DDC"/>
    <w:rsid w:val="0020718B"/>
    <w:rsid w:val="002075A9"/>
    <w:rsid w:val="00207817"/>
    <w:rsid w:val="00210137"/>
    <w:rsid w:val="002104BE"/>
    <w:rsid w:val="002106C7"/>
    <w:rsid w:val="002118EA"/>
    <w:rsid w:val="00212FF0"/>
    <w:rsid w:val="00213542"/>
    <w:rsid w:val="002135D2"/>
    <w:rsid w:val="00213D51"/>
    <w:rsid w:val="002145E8"/>
    <w:rsid w:val="00214D4C"/>
    <w:rsid w:val="002163F4"/>
    <w:rsid w:val="0021717E"/>
    <w:rsid w:val="00217847"/>
    <w:rsid w:val="00220492"/>
    <w:rsid w:val="00221058"/>
    <w:rsid w:val="00221D79"/>
    <w:rsid w:val="00221E4A"/>
    <w:rsid w:val="00222427"/>
    <w:rsid w:val="002244DD"/>
    <w:rsid w:val="0022508D"/>
    <w:rsid w:val="00225637"/>
    <w:rsid w:val="00227B09"/>
    <w:rsid w:val="0023034E"/>
    <w:rsid w:val="00230664"/>
    <w:rsid w:val="00230CB7"/>
    <w:rsid w:val="00230D43"/>
    <w:rsid w:val="002313F7"/>
    <w:rsid w:val="00231C8C"/>
    <w:rsid w:val="00231DAD"/>
    <w:rsid w:val="00232899"/>
    <w:rsid w:val="00232DA5"/>
    <w:rsid w:val="0023360D"/>
    <w:rsid w:val="0023363A"/>
    <w:rsid w:val="002341EE"/>
    <w:rsid w:val="0023428E"/>
    <w:rsid w:val="002345F5"/>
    <w:rsid w:val="0023542E"/>
    <w:rsid w:val="0023546A"/>
    <w:rsid w:val="002354C9"/>
    <w:rsid w:val="002356B1"/>
    <w:rsid w:val="00235ACB"/>
    <w:rsid w:val="00236198"/>
    <w:rsid w:val="00236599"/>
    <w:rsid w:val="00237639"/>
    <w:rsid w:val="00237C7C"/>
    <w:rsid w:val="00240481"/>
    <w:rsid w:val="00240DD1"/>
    <w:rsid w:val="00240E4A"/>
    <w:rsid w:val="002431AC"/>
    <w:rsid w:val="00244AD6"/>
    <w:rsid w:val="002450DF"/>
    <w:rsid w:val="00245247"/>
    <w:rsid w:val="0024530B"/>
    <w:rsid w:val="00245F31"/>
    <w:rsid w:val="0024639A"/>
    <w:rsid w:val="00247542"/>
    <w:rsid w:val="002476D9"/>
    <w:rsid w:val="002478A0"/>
    <w:rsid w:val="00247C13"/>
    <w:rsid w:val="00250E26"/>
    <w:rsid w:val="002513F9"/>
    <w:rsid w:val="00252491"/>
    <w:rsid w:val="00252E7E"/>
    <w:rsid w:val="00253315"/>
    <w:rsid w:val="002541E0"/>
    <w:rsid w:val="00254976"/>
    <w:rsid w:val="002549A6"/>
    <w:rsid w:val="00254EA0"/>
    <w:rsid w:val="00255258"/>
    <w:rsid w:val="00255C0C"/>
    <w:rsid w:val="002560B1"/>
    <w:rsid w:val="002569D4"/>
    <w:rsid w:val="00256EB7"/>
    <w:rsid w:val="00257727"/>
    <w:rsid w:val="002609C8"/>
    <w:rsid w:val="00261712"/>
    <w:rsid w:val="00261BF3"/>
    <w:rsid w:val="002636DA"/>
    <w:rsid w:val="002646CD"/>
    <w:rsid w:val="002650D9"/>
    <w:rsid w:val="002669DF"/>
    <w:rsid w:val="00266ABB"/>
    <w:rsid w:val="00266C83"/>
    <w:rsid w:val="002670B3"/>
    <w:rsid w:val="00267909"/>
    <w:rsid w:val="00267933"/>
    <w:rsid w:val="002708E9"/>
    <w:rsid w:val="00270D23"/>
    <w:rsid w:val="00271886"/>
    <w:rsid w:val="00272812"/>
    <w:rsid w:val="00272FEE"/>
    <w:rsid w:val="00273430"/>
    <w:rsid w:val="00273CA7"/>
    <w:rsid w:val="00275086"/>
    <w:rsid w:val="002750A9"/>
    <w:rsid w:val="00275506"/>
    <w:rsid w:val="0027550E"/>
    <w:rsid w:val="002766B7"/>
    <w:rsid w:val="0027690D"/>
    <w:rsid w:val="0027699A"/>
    <w:rsid w:val="00276B44"/>
    <w:rsid w:val="00276F86"/>
    <w:rsid w:val="0027705C"/>
    <w:rsid w:val="00277B56"/>
    <w:rsid w:val="00280C57"/>
    <w:rsid w:val="002810A7"/>
    <w:rsid w:val="00281C08"/>
    <w:rsid w:val="00281C53"/>
    <w:rsid w:val="00281C77"/>
    <w:rsid w:val="00281EE3"/>
    <w:rsid w:val="00282140"/>
    <w:rsid w:val="00282FE1"/>
    <w:rsid w:val="00284E82"/>
    <w:rsid w:val="0028532F"/>
    <w:rsid w:val="002856D6"/>
    <w:rsid w:val="00285E8F"/>
    <w:rsid w:val="00286D80"/>
    <w:rsid w:val="002871E6"/>
    <w:rsid w:val="0028796A"/>
    <w:rsid w:val="002904DF"/>
    <w:rsid w:val="00291546"/>
    <w:rsid w:val="002919B5"/>
    <w:rsid w:val="0029274E"/>
    <w:rsid w:val="00293563"/>
    <w:rsid w:val="002937A7"/>
    <w:rsid w:val="0029424A"/>
    <w:rsid w:val="00294877"/>
    <w:rsid w:val="00294D1D"/>
    <w:rsid w:val="00295113"/>
    <w:rsid w:val="00295DE2"/>
    <w:rsid w:val="00295FEA"/>
    <w:rsid w:val="0029624E"/>
    <w:rsid w:val="002967EF"/>
    <w:rsid w:val="00296B0D"/>
    <w:rsid w:val="00296EC9"/>
    <w:rsid w:val="002975A5"/>
    <w:rsid w:val="00297D55"/>
    <w:rsid w:val="00297F32"/>
    <w:rsid w:val="002A07C9"/>
    <w:rsid w:val="002A17D9"/>
    <w:rsid w:val="002A1EEF"/>
    <w:rsid w:val="002A26F0"/>
    <w:rsid w:val="002A2E71"/>
    <w:rsid w:val="002A4895"/>
    <w:rsid w:val="002A562C"/>
    <w:rsid w:val="002A6DAF"/>
    <w:rsid w:val="002A7293"/>
    <w:rsid w:val="002A7530"/>
    <w:rsid w:val="002A756E"/>
    <w:rsid w:val="002A7E94"/>
    <w:rsid w:val="002A7F43"/>
    <w:rsid w:val="002B01EE"/>
    <w:rsid w:val="002B06A8"/>
    <w:rsid w:val="002B115E"/>
    <w:rsid w:val="002B1FFE"/>
    <w:rsid w:val="002B27D3"/>
    <w:rsid w:val="002B28F3"/>
    <w:rsid w:val="002B2C46"/>
    <w:rsid w:val="002B2FAB"/>
    <w:rsid w:val="002B3547"/>
    <w:rsid w:val="002B365B"/>
    <w:rsid w:val="002B3755"/>
    <w:rsid w:val="002B4354"/>
    <w:rsid w:val="002B471A"/>
    <w:rsid w:val="002B5B19"/>
    <w:rsid w:val="002B6AB5"/>
    <w:rsid w:val="002B6E59"/>
    <w:rsid w:val="002B7E5F"/>
    <w:rsid w:val="002C0079"/>
    <w:rsid w:val="002C07D8"/>
    <w:rsid w:val="002C0941"/>
    <w:rsid w:val="002C0D70"/>
    <w:rsid w:val="002C11A7"/>
    <w:rsid w:val="002C11CF"/>
    <w:rsid w:val="002C1942"/>
    <w:rsid w:val="002C3EC9"/>
    <w:rsid w:val="002C49EC"/>
    <w:rsid w:val="002C5347"/>
    <w:rsid w:val="002C5BD8"/>
    <w:rsid w:val="002C5DC7"/>
    <w:rsid w:val="002C674F"/>
    <w:rsid w:val="002C69D2"/>
    <w:rsid w:val="002C6A0F"/>
    <w:rsid w:val="002C6C16"/>
    <w:rsid w:val="002C7B3B"/>
    <w:rsid w:val="002C7D3A"/>
    <w:rsid w:val="002D00CC"/>
    <w:rsid w:val="002D1519"/>
    <w:rsid w:val="002D151C"/>
    <w:rsid w:val="002D1898"/>
    <w:rsid w:val="002D1B78"/>
    <w:rsid w:val="002D24A0"/>
    <w:rsid w:val="002D2F7B"/>
    <w:rsid w:val="002D3E3F"/>
    <w:rsid w:val="002D4968"/>
    <w:rsid w:val="002D49A6"/>
    <w:rsid w:val="002D4D6B"/>
    <w:rsid w:val="002D54BA"/>
    <w:rsid w:val="002D552F"/>
    <w:rsid w:val="002D6E69"/>
    <w:rsid w:val="002E12FC"/>
    <w:rsid w:val="002E1356"/>
    <w:rsid w:val="002E1AF8"/>
    <w:rsid w:val="002E596C"/>
    <w:rsid w:val="002E5CB1"/>
    <w:rsid w:val="002E660D"/>
    <w:rsid w:val="002E742B"/>
    <w:rsid w:val="002E75A6"/>
    <w:rsid w:val="002E7849"/>
    <w:rsid w:val="002F0823"/>
    <w:rsid w:val="002F1017"/>
    <w:rsid w:val="002F1447"/>
    <w:rsid w:val="002F1746"/>
    <w:rsid w:val="002F1B77"/>
    <w:rsid w:val="002F24E1"/>
    <w:rsid w:val="002F26B0"/>
    <w:rsid w:val="002F4370"/>
    <w:rsid w:val="002F4945"/>
    <w:rsid w:val="002F4E23"/>
    <w:rsid w:val="002F5124"/>
    <w:rsid w:val="002F5A70"/>
    <w:rsid w:val="002F5AE9"/>
    <w:rsid w:val="002F5AF3"/>
    <w:rsid w:val="002F6C43"/>
    <w:rsid w:val="002F705F"/>
    <w:rsid w:val="002F7B0A"/>
    <w:rsid w:val="00301DAB"/>
    <w:rsid w:val="003024B8"/>
    <w:rsid w:val="0030341F"/>
    <w:rsid w:val="0030345E"/>
    <w:rsid w:val="00303DF8"/>
    <w:rsid w:val="00304B08"/>
    <w:rsid w:val="00304B85"/>
    <w:rsid w:val="00305802"/>
    <w:rsid w:val="003067A8"/>
    <w:rsid w:val="00307007"/>
    <w:rsid w:val="00307B3B"/>
    <w:rsid w:val="00307BB9"/>
    <w:rsid w:val="00310599"/>
    <w:rsid w:val="00311480"/>
    <w:rsid w:val="00312544"/>
    <w:rsid w:val="00312B17"/>
    <w:rsid w:val="0031344D"/>
    <w:rsid w:val="00313578"/>
    <w:rsid w:val="003135F3"/>
    <w:rsid w:val="00314D11"/>
    <w:rsid w:val="00314DF4"/>
    <w:rsid w:val="00314EF5"/>
    <w:rsid w:val="0031707F"/>
    <w:rsid w:val="003175F8"/>
    <w:rsid w:val="00317A19"/>
    <w:rsid w:val="00317AE8"/>
    <w:rsid w:val="00320352"/>
    <w:rsid w:val="00320907"/>
    <w:rsid w:val="00320E48"/>
    <w:rsid w:val="003210D8"/>
    <w:rsid w:val="003211BB"/>
    <w:rsid w:val="00321DAB"/>
    <w:rsid w:val="0032256C"/>
    <w:rsid w:val="003236DA"/>
    <w:rsid w:val="003237A5"/>
    <w:rsid w:val="00323F75"/>
    <w:rsid w:val="00324BBB"/>
    <w:rsid w:val="00324D78"/>
    <w:rsid w:val="00324DE3"/>
    <w:rsid w:val="003254E5"/>
    <w:rsid w:val="003257DC"/>
    <w:rsid w:val="00325A15"/>
    <w:rsid w:val="00326000"/>
    <w:rsid w:val="003266A6"/>
    <w:rsid w:val="003268F2"/>
    <w:rsid w:val="00326F8E"/>
    <w:rsid w:val="003270A0"/>
    <w:rsid w:val="003270B8"/>
    <w:rsid w:val="00327CC4"/>
    <w:rsid w:val="003304EB"/>
    <w:rsid w:val="00331023"/>
    <w:rsid w:val="003323FF"/>
    <w:rsid w:val="00332E00"/>
    <w:rsid w:val="00333664"/>
    <w:rsid w:val="00333D3C"/>
    <w:rsid w:val="003346CC"/>
    <w:rsid w:val="003347BE"/>
    <w:rsid w:val="00334DFC"/>
    <w:rsid w:val="003362D5"/>
    <w:rsid w:val="00336AF1"/>
    <w:rsid w:val="003370C6"/>
    <w:rsid w:val="00337DE3"/>
    <w:rsid w:val="003402FB"/>
    <w:rsid w:val="003404D5"/>
    <w:rsid w:val="00340A47"/>
    <w:rsid w:val="0034248A"/>
    <w:rsid w:val="003433D5"/>
    <w:rsid w:val="003436AF"/>
    <w:rsid w:val="00344225"/>
    <w:rsid w:val="003444F5"/>
    <w:rsid w:val="0034489B"/>
    <w:rsid w:val="00344DE7"/>
    <w:rsid w:val="0034532E"/>
    <w:rsid w:val="0034545B"/>
    <w:rsid w:val="00345AB1"/>
    <w:rsid w:val="0034728D"/>
    <w:rsid w:val="00347A1B"/>
    <w:rsid w:val="00347A2B"/>
    <w:rsid w:val="00350CDB"/>
    <w:rsid w:val="0035127C"/>
    <w:rsid w:val="0035178F"/>
    <w:rsid w:val="003526A0"/>
    <w:rsid w:val="003531CD"/>
    <w:rsid w:val="0035369D"/>
    <w:rsid w:val="00353858"/>
    <w:rsid w:val="00355724"/>
    <w:rsid w:val="00356486"/>
    <w:rsid w:val="00356654"/>
    <w:rsid w:val="00356B80"/>
    <w:rsid w:val="00357B69"/>
    <w:rsid w:val="003610CB"/>
    <w:rsid w:val="0036297C"/>
    <w:rsid w:val="003629FF"/>
    <w:rsid w:val="00362D02"/>
    <w:rsid w:val="00363CAC"/>
    <w:rsid w:val="00363D3B"/>
    <w:rsid w:val="003648E0"/>
    <w:rsid w:val="00364AB6"/>
    <w:rsid w:val="0036535F"/>
    <w:rsid w:val="00365C30"/>
    <w:rsid w:val="0036604D"/>
    <w:rsid w:val="003666A4"/>
    <w:rsid w:val="0036689B"/>
    <w:rsid w:val="00367716"/>
    <w:rsid w:val="003703BC"/>
    <w:rsid w:val="00371B48"/>
    <w:rsid w:val="003722F4"/>
    <w:rsid w:val="00372320"/>
    <w:rsid w:val="00373305"/>
    <w:rsid w:val="0037476C"/>
    <w:rsid w:val="00374A2E"/>
    <w:rsid w:val="00374A3C"/>
    <w:rsid w:val="00375EC9"/>
    <w:rsid w:val="00375ED5"/>
    <w:rsid w:val="003768D1"/>
    <w:rsid w:val="0037771E"/>
    <w:rsid w:val="00377806"/>
    <w:rsid w:val="00377B9B"/>
    <w:rsid w:val="00380DD7"/>
    <w:rsid w:val="00381018"/>
    <w:rsid w:val="003816B0"/>
    <w:rsid w:val="0038257B"/>
    <w:rsid w:val="00382BF0"/>
    <w:rsid w:val="00382CDA"/>
    <w:rsid w:val="0038331C"/>
    <w:rsid w:val="00383D35"/>
    <w:rsid w:val="00384283"/>
    <w:rsid w:val="0038435B"/>
    <w:rsid w:val="00384BE0"/>
    <w:rsid w:val="003857FC"/>
    <w:rsid w:val="003860BC"/>
    <w:rsid w:val="00386A24"/>
    <w:rsid w:val="00386CE5"/>
    <w:rsid w:val="00390241"/>
    <w:rsid w:val="0039049C"/>
    <w:rsid w:val="003915F6"/>
    <w:rsid w:val="00391EFB"/>
    <w:rsid w:val="00392107"/>
    <w:rsid w:val="00392291"/>
    <w:rsid w:val="003923BC"/>
    <w:rsid w:val="00392B88"/>
    <w:rsid w:val="00392DB5"/>
    <w:rsid w:val="0039311D"/>
    <w:rsid w:val="00393CA3"/>
    <w:rsid w:val="00393EE5"/>
    <w:rsid w:val="00394252"/>
    <w:rsid w:val="00394985"/>
    <w:rsid w:val="00394DD9"/>
    <w:rsid w:val="00394E5D"/>
    <w:rsid w:val="0039501D"/>
    <w:rsid w:val="00395607"/>
    <w:rsid w:val="0039566E"/>
    <w:rsid w:val="00395773"/>
    <w:rsid w:val="00396054"/>
    <w:rsid w:val="00396E5C"/>
    <w:rsid w:val="003970DC"/>
    <w:rsid w:val="00397781"/>
    <w:rsid w:val="003A029B"/>
    <w:rsid w:val="003A02F8"/>
    <w:rsid w:val="003A0595"/>
    <w:rsid w:val="003A0F8A"/>
    <w:rsid w:val="003A288A"/>
    <w:rsid w:val="003A2CB6"/>
    <w:rsid w:val="003A401B"/>
    <w:rsid w:val="003A548F"/>
    <w:rsid w:val="003A5707"/>
    <w:rsid w:val="003A5A9D"/>
    <w:rsid w:val="003A5C5C"/>
    <w:rsid w:val="003A68FB"/>
    <w:rsid w:val="003A6B4F"/>
    <w:rsid w:val="003A72A6"/>
    <w:rsid w:val="003B0CCE"/>
    <w:rsid w:val="003B1A09"/>
    <w:rsid w:val="003B2032"/>
    <w:rsid w:val="003B20BF"/>
    <w:rsid w:val="003B22C5"/>
    <w:rsid w:val="003B29FF"/>
    <w:rsid w:val="003B305D"/>
    <w:rsid w:val="003B4049"/>
    <w:rsid w:val="003B4D3E"/>
    <w:rsid w:val="003B660D"/>
    <w:rsid w:val="003B6D87"/>
    <w:rsid w:val="003B729B"/>
    <w:rsid w:val="003B7767"/>
    <w:rsid w:val="003C00F7"/>
    <w:rsid w:val="003C228C"/>
    <w:rsid w:val="003C2C85"/>
    <w:rsid w:val="003C3C08"/>
    <w:rsid w:val="003C3C8B"/>
    <w:rsid w:val="003C44F3"/>
    <w:rsid w:val="003C47E0"/>
    <w:rsid w:val="003C4941"/>
    <w:rsid w:val="003C5BEB"/>
    <w:rsid w:val="003C7327"/>
    <w:rsid w:val="003C74D0"/>
    <w:rsid w:val="003C7CFE"/>
    <w:rsid w:val="003D1709"/>
    <w:rsid w:val="003D1A57"/>
    <w:rsid w:val="003D1D31"/>
    <w:rsid w:val="003D326A"/>
    <w:rsid w:val="003D367A"/>
    <w:rsid w:val="003D4AC4"/>
    <w:rsid w:val="003D54CA"/>
    <w:rsid w:val="003D563D"/>
    <w:rsid w:val="003D58C8"/>
    <w:rsid w:val="003D58FE"/>
    <w:rsid w:val="003D5BA4"/>
    <w:rsid w:val="003D7165"/>
    <w:rsid w:val="003D7989"/>
    <w:rsid w:val="003E0B2F"/>
    <w:rsid w:val="003E1459"/>
    <w:rsid w:val="003E2965"/>
    <w:rsid w:val="003E2A35"/>
    <w:rsid w:val="003E2E25"/>
    <w:rsid w:val="003E307A"/>
    <w:rsid w:val="003E39EC"/>
    <w:rsid w:val="003E3E01"/>
    <w:rsid w:val="003E42CC"/>
    <w:rsid w:val="003E4515"/>
    <w:rsid w:val="003E4C1C"/>
    <w:rsid w:val="003E4EB4"/>
    <w:rsid w:val="003E5A36"/>
    <w:rsid w:val="003E5CB1"/>
    <w:rsid w:val="003E5DA5"/>
    <w:rsid w:val="003E6FC9"/>
    <w:rsid w:val="003E7214"/>
    <w:rsid w:val="003E7790"/>
    <w:rsid w:val="003E78DD"/>
    <w:rsid w:val="003F016D"/>
    <w:rsid w:val="003F0967"/>
    <w:rsid w:val="003F1057"/>
    <w:rsid w:val="003F274A"/>
    <w:rsid w:val="003F28E3"/>
    <w:rsid w:val="003F3807"/>
    <w:rsid w:val="003F490E"/>
    <w:rsid w:val="003F526B"/>
    <w:rsid w:val="003F60DC"/>
    <w:rsid w:val="003F6298"/>
    <w:rsid w:val="003F62B8"/>
    <w:rsid w:val="003F67A5"/>
    <w:rsid w:val="003F69D5"/>
    <w:rsid w:val="003F6BD9"/>
    <w:rsid w:val="003F6F3F"/>
    <w:rsid w:val="003F70F1"/>
    <w:rsid w:val="003F7AEB"/>
    <w:rsid w:val="004004E3"/>
    <w:rsid w:val="004013F8"/>
    <w:rsid w:val="00401E1F"/>
    <w:rsid w:val="00401EF6"/>
    <w:rsid w:val="004022E0"/>
    <w:rsid w:val="0040261F"/>
    <w:rsid w:val="00402727"/>
    <w:rsid w:val="00402809"/>
    <w:rsid w:val="00403A39"/>
    <w:rsid w:val="004048D8"/>
    <w:rsid w:val="00405491"/>
    <w:rsid w:val="004068DE"/>
    <w:rsid w:val="00406B8C"/>
    <w:rsid w:val="00406DF6"/>
    <w:rsid w:val="00406EA8"/>
    <w:rsid w:val="004072CF"/>
    <w:rsid w:val="00407803"/>
    <w:rsid w:val="00407BA4"/>
    <w:rsid w:val="00410E78"/>
    <w:rsid w:val="004116C0"/>
    <w:rsid w:val="0041227E"/>
    <w:rsid w:val="00413C0A"/>
    <w:rsid w:val="00413F8F"/>
    <w:rsid w:val="004143C4"/>
    <w:rsid w:val="00414A2F"/>
    <w:rsid w:val="00415158"/>
    <w:rsid w:val="00415444"/>
    <w:rsid w:val="0041628E"/>
    <w:rsid w:val="004171EC"/>
    <w:rsid w:val="00420AA1"/>
    <w:rsid w:val="00420DA0"/>
    <w:rsid w:val="00421776"/>
    <w:rsid w:val="00422D9B"/>
    <w:rsid w:val="00423DB7"/>
    <w:rsid w:val="0042403B"/>
    <w:rsid w:val="004244E9"/>
    <w:rsid w:val="00424F29"/>
    <w:rsid w:val="004252F0"/>
    <w:rsid w:val="004263D0"/>
    <w:rsid w:val="0042689E"/>
    <w:rsid w:val="004268C6"/>
    <w:rsid w:val="0042703D"/>
    <w:rsid w:val="00430282"/>
    <w:rsid w:val="00430516"/>
    <w:rsid w:val="0043112A"/>
    <w:rsid w:val="00431AAA"/>
    <w:rsid w:val="00431CF5"/>
    <w:rsid w:val="0043207D"/>
    <w:rsid w:val="004321A6"/>
    <w:rsid w:val="00433D36"/>
    <w:rsid w:val="00434324"/>
    <w:rsid w:val="00435438"/>
    <w:rsid w:val="00436288"/>
    <w:rsid w:val="004402ED"/>
    <w:rsid w:val="004403D7"/>
    <w:rsid w:val="0044042E"/>
    <w:rsid w:val="00440969"/>
    <w:rsid w:val="004412FD"/>
    <w:rsid w:val="0044180B"/>
    <w:rsid w:val="00441ABF"/>
    <w:rsid w:val="00441CBA"/>
    <w:rsid w:val="004425CA"/>
    <w:rsid w:val="004425DE"/>
    <w:rsid w:val="00443EDA"/>
    <w:rsid w:val="00444EEE"/>
    <w:rsid w:val="004474BF"/>
    <w:rsid w:val="00447566"/>
    <w:rsid w:val="00450E91"/>
    <w:rsid w:val="00451006"/>
    <w:rsid w:val="00451BB8"/>
    <w:rsid w:val="00451DEB"/>
    <w:rsid w:val="004520C6"/>
    <w:rsid w:val="00452ABD"/>
    <w:rsid w:val="0045329B"/>
    <w:rsid w:val="00453CCF"/>
    <w:rsid w:val="00453FD8"/>
    <w:rsid w:val="004540A6"/>
    <w:rsid w:val="00454F92"/>
    <w:rsid w:val="004561DF"/>
    <w:rsid w:val="00457204"/>
    <w:rsid w:val="00457421"/>
    <w:rsid w:val="00457D0B"/>
    <w:rsid w:val="004600CF"/>
    <w:rsid w:val="004604C1"/>
    <w:rsid w:val="00460A5E"/>
    <w:rsid w:val="00461B88"/>
    <w:rsid w:val="00462B24"/>
    <w:rsid w:val="004632BF"/>
    <w:rsid w:val="004638B1"/>
    <w:rsid w:val="00464152"/>
    <w:rsid w:val="00464A07"/>
    <w:rsid w:val="00464A44"/>
    <w:rsid w:val="00465111"/>
    <w:rsid w:val="004656C8"/>
    <w:rsid w:val="004660F2"/>
    <w:rsid w:val="00466173"/>
    <w:rsid w:val="00466BEA"/>
    <w:rsid w:val="00467359"/>
    <w:rsid w:val="00467CD1"/>
    <w:rsid w:val="0047119A"/>
    <w:rsid w:val="00471FAD"/>
    <w:rsid w:val="0047253C"/>
    <w:rsid w:val="004725C4"/>
    <w:rsid w:val="00472C10"/>
    <w:rsid w:val="00473DB9"/>
    <w:rsid w:val="004741EB"/>
    <w:rsid w:val="00475144"/>
    <w:rsid w:val="004763F8"/>
    <w:rsid w:val="0047662D"/>
    <w:rsid w:val="0047779B"/>
    <w:rsid w:val="00481188"/>
    <w:rsid w:val="0048119D"/>
    <w:rsid w:val="00481843"/>
    <w:rsid w:val="0048291C"/>
    <w:rsid w:val="00483B89"/>
    <w:rsid w:val="00483D28"/>
    <w:rsid w:val="0048422E"/>
    <w:rsid w:val="00484B84"/>
    <w:rsid w:val="00485DFC"/>
    <w:rsid w:val="00486611"/>
    <w:rsid w:val="004868FD"/>
    <w:rsid w:val="004875C3"/>
    <w:rsid w:val="00490392"/>
    <w:rsid w:val="004909D9"/>
    <w:rsid w:val="00490B02"/>
    <w:rsid w:val="00490DCF"/>
    <w:rsid w:val="00490F2D"/>
    <w:rsid w:val="0049252F"/>
    <w:rsid w:val="00492820"/>
    <w:rsid w:val="00492F2E"/>
    <w:rsid w:val="004944CC"/>
    <w:rsid w:val="00495042"/>
    <w:rsid w:val="004951F0"/>
    <w:rsid w:val="00495953"/>
    <w:rsid w:val="004A03B7"/>
    <w:rsid w:val="004A0A7A"/>
    <w:rsid w:val="004A21BE"/>
    <w:rsid w:val="004A3106"/>
    <w:rsid w:val="004A3527"/>
    <w:rsid w:val="004A38F4"/>
    <w:rsid w:val="004A60FC"/>
    <w:rsid w:val="004A730E"/>
    <w:rsid w:val="004A7BE8"/>
    <w:rsid w:val="004A7C1A"/>
    <w:rsid w:val="004A7EF9"/>
    <w:rsid w:val="004B048A"/>
    <w:rsid w:val="004B07CF"/>
    <w:rsid w:val="004B0879"/>
    <w:rsid w:val="004B0963"/>
    <w:rsid w:val="004B1C91"/>
    <w:rsid w:val="004B1E25"/>
    <w:rsid w:val="004B238E"/>
    <w:rsid w:val="004B24BA"/>
    <w:rsid w:val="004B4D77"/>
    <w:rsid w:val="004B5913"/>
    <w:rsid w:val="004B6029"/>
    <w:rsid w:val="004B661E"/>
    <w:rsid w:val="004B6C5B"/>
    <w:rsid w:val="004B7A83"/>
    <w:rsid w:val="004B7C24"/>
    <w:rsid w:val="004B7D0D"/>
    <w:rsid w:val="004C00C2"/>
    <w:rsid w:val="004C07F7"/>
    <w:rsid w:val="004C0A2C"/>
    <w:rsid w:val="004C0A7B"/>
    <w:rsid w:val="004C13E9"/>
    <w:rsid w:val="004C1528"/>
    <w:rsid w:val="004C1941"/>
    <w:rsid w:val="004C1AAF"/>
    <w:rsid w:val="004C225D"/>
    <w:rsid w:val="004C2329"/>
    <w:rsid w:val="004C3D0B"/>
    <w:rsid w:val="004C46A2"/>
    <w:rsid w:val="004C4E26"/>
    <w:rsid w:val="004C5A16"/>
    <w:rsid w:val="004C5CCD"/>
    <w:rsid w:val="004C69D8"/>
    <w:rsid w:val="004C6F80"/>
    <w:rsid w:val="004C7592"/>
    <w:rsid w:val="004C7C7A"/>
    <w:rsid w:val="004D0399"/>
    <w:rsid w:val="004D18E8"/>
    <w:rsid w:val="004D19B8"/>
    <w:rsid w:val="004D234F"/>
    <w:rsid w:val="004D4A45"/>
    <w:rsid w:val="004D5684"/>
    <w:rsid w:val="004D7A38"/>
    <w:rsid w:val="004E0DE7"/>
    <w:rsid w:val="004E1145"/>
    <w:rsid w:val="004E1A80"/>
    <w:rsid w:val="004E2FB8"/>
    <w:rsid w:val="004E3666"/>
    <w:rsid w:val="004E3A90"/>
    <w:rsid w:val="004E4A78"/>
    <w:rsid w:val="004E4E35"/>
    <w:rsid w:val="004E5D57"/>
    <w:rsid w:val="004E5FD0"/>
    <w:rsid w:val="004E6499"/>
    <w:rsid w:val="004E6C43"/>
    <w:rsid w:val="004E763A"/>
    <w:rsid w:val="004E7A8C"/>
    <w:rsid w:val="004E7E36"/>
    <w:rsid w:val="004F0715"/>
    <w:rsid w:val="004F0956"/>
    <w:rsid w:val="004F0E47"/>
    <w:rsid w:val="004F1276"/>
    <w:rsid w:val="004F1681"/>
    <w:rsid w:val="004F3EA1"/>
    <w:rsid w:val="004F40C6"/>
    <w:rsid w:val="004F490C"/>
    <w:rsid w:val="004F499F"/>
    <w:rsid w:val="004F57BD"/>
    <w:rsid w:val="004F5D79"/>
    <w:rsid w:val="004F761E"/>
    <w:rsid w:val="004F7647"/>
    <w:rsid w:val="004F7F91"/>
    <w:rsid w:val="00500AAB"/>
    <w:rsid w:val="00500AF1"/>
    <w:rsid w:val="00501481"/>
    <w:rsid w:val="00501527"/>
    <w:rsid w:val="005025A0"/>
    <w:rsid w:val="00502696"/>
    <w:rsid w:val="005027AD"/>
    <w:rsid w:val="005027CC"/>
    <w:rsid w:val="005036DF"/>
    <w:rsid w:val="00503AB5"/>
    <w:rsid w:val="005041DB"/>
    <w:rsid w:val="00505813"/>
    <w:rsid w:val="0050781F"/>
    <w:rsid w:val="00507C09"/>
    <w:rsid w:val="005105F8"/>
    <w:rsid w:val="00511CDA"/>
    <w:rsid w:val="00512063"/>
    <w:rsid w:val="00512518"/>
    <w:rsid w:val="00512973"/>
    <w:rsid w:val="00512C68"/>
    <w:rsid w:val="005138E0"/>
    <w:rsid w:val="0051393C"/>
    <w:rsid w:val="0051491C"/>
    <w:rsid w:val="005150A9"/>
    <w:rsid w:val="00515ED3"/>
    <w:rsid w:val="005178FC"/>
    <w:rsid w:val="00520EBD"/>
    <w:rsid w:val="00523BC8"/>
    <w:rsid w:val="00523D77"/>
    <w:rsid w:val="00524075"/>
    <w:rsid w:val="00524E0A"/>
    <w:rsid w:val="00525C03"/>
    <w:rsid w:val="005262D8"/>
    <w:rsid w:val="0052759A"/>
    <w:rsid w:val="00527F3C"/>
    <w:rsid w:val="00530060"/>
    <w:rsid w:val="005305D8"/>
    <w:rsid w:val="00530620"/>
    <w:rsid w:val="00530655"/>
    <w:rsid w:val="00530A1A"/>
    <w:rsid w:val="00531116"/>
    <w:rsid w:val="0053152D"/>
    <w:rsid w:val="00531804"/>
    <w:rsid w:val="005332B6"/>
    <w:rsid w:val="005346C8"/>
    <w:rsid w:val="00534706"/>
    <w:rsid w:val="00535044"/>
    <w:rsid w:val="00535623"/>
    <w:rsid w:val="005359F2"/>
    <w:rsid w:val="00536169"/>
    <w:rsid w:val="00536A72"/>
    <w:rsid w:val="00537889"/>
    <w:rsid w:val="00537B70"/>
    <w:rsid w:val="00537C4E"/>
    <w:rsid w:val="00537EF3"/>
    <w:rsid w:val="00540217"/>
    <w:rsid w:val="005406E5"/>
    <w:rsid w:val="00541073"/>
    <w:rsid w:val="005411F2"/>
    <w:rsid w:val="0054144F"/>
    <w:rsid w:val="005417CA"/>
    <w:rsid w:val="00541F87"/>
    <w:rsid w:val="00543212"/>
    <w:rsid w:val="00543CB3"/>
    <w:rsid w:val="005446D1"/>
    <w:rsid w:val="00545FD0"/>
    <w:rsid w:val="005469FB"/>
    <w:rsid w:val="00547D97"/>
    <w:rsid w:val="00550953"/>
    <w:rsid w:val="00552077"/>
    <w:rsid w:val="00555901"/>
    <w:rsid w:val="00555BA3"/>
    <w:rsid w:val="00555C4C"/>
    <w:rsid w:val="005565F8"/>
    <w:rsid w:val="005566AD"/>
    <w:rsid w:val="005573DA"/>
    <w:rsid w:val="00557CEE"/>
    <w:rsid w:val="00557D63"/>
    <w:rsid w:val="00557DFB"/>
    <w:rsid w:val="0056033C"/>
    <w:rsid w:val="00561D90"/>
    <w:rsid w:val="00562022"/>
    <w:rsid w:val="005625D4"/>
    <w:rsid w:val="00562784"/>
    <w:rsid w:val="005627A3"/>
    <w:rsid w:val="005630EF"/>
    <w:rsid w:val="005643B4"/>
    <w:rsid w:val="00565A5C"/>
    <w:rsid w:val="0056689E"/>
    <w:rsid w:val="00566E3A"/>
    <w:rsid w:val="00567053"/>
    <w:rsid w:val="00567B88"/>
    <w:rsid w:val="0057001A"/>
    <w:rsid w:val="00570B2D"/>
    <w:rsid w:val="00570C9A"/>
    <w:rsid w:val="00572444"/>
    <w:rsid w:val="005725C6"/>
    <w:rsid w:val="0057315E"/>
    <w:rsid w:val="005735FB"/>
    <w:rsid w:val="0057369D"/>
    <w:rsid w:val="00574201"/>
    <w:rsid w:val="0057470F"/>
    <w:rsid w:val="00575190"/>
    <w:rsid w:val="00575A75"/>
    <w:rsid w:val="00576E3E"/>
    <w:rsid w:val="00580619"/>
    <w:rsid w:val="00580D05"/>
    <w:rsid w:val="00580FEB"/>
    <w:rsid w:val="00581256"/>
    <w:rsid w:val="005818D6"/>
    <w:rsid w:val="00582FAD"/>
    <w:rsid w:val="00582FF6"/>
    <w:rsid w:val="005833CE"/>
    <w:rsid w:val="005841A6"/>
    <w:rsid w:val="0058534E"/>
    <w:rsid w:val="00585815"/>
    <w:rsid w:val="0058592F"/>
    <w:rsid w:val="00585BEC"/>
    <w:rsid w:val="005861F1"/>
    <w:rsid w:val="00586526"/>
    <w:rsid w:val="005869FA"/>
    <w:rsid w:val="00587D50"/>
    <w:rsid w:val="00590C91"/>
    <w:rsid w:val="00590E50"/>
    <w:rsid w:val="00591A01"/>
    <w:rsid w:val="00591B38"/>
    <w:rsid w:val="005922DA"/>
    <w:rsid w:val="005938FB"/>
    <w:rsid w:val="005941C7"/>
    <w:rsid w:val="0059491C"/>
    <w:rsid w:val="0059634E"/>
    <w:rsid w:val="0059660A"/>
    <w:rsid w:val="0059741D"/>
    <w:rsid w:val="0059766A"/>
    <w:rsid w:val="005A04B1"/>
    <w:rsid w:val="005A1C52"/>
    <w:rsid w:val="005A3A97"/>
    <w:rsid w:val="005A3DCC"/>
    <w:rsid w:val="005A44DD"/>
    <w:rsid w:val="005A57FC"/>
    <w:rsid w:val="005A61AF"/>
    <w:rsid w:val="005A6239"/>
    <w:rsid w:val="005A639A"/>
    <w:rsid w:val="005A6A2A"/>
    <w:rsid w:val="005A705A"/>
    <w:rsid w:val="005A735C"/>
    <w:rsid w:val="005B0ABE"/>
    <w:rsid w:val="005B1734"/>
    <w:rsid w:val="005B2452"/>
    <w:rsid w:val="005B257A"/>
    <w:rsid w:val="005B3F97"/>
    <w:rsid w:val="005B3FD0"/>
    <w:rsid w:val="005B3FF8"/>
    <w:rsid w:val="005B42D5"/>
    <w:rsid w:val="005B4402"/>
    <w:rsid w:val="005B515C"/>
    <w:rsid w:val="005B5557"/>
    <w:rsid w:val="005B5B74"/>
    <w:rsid w:val="005B60CF"/>
    <w:rsid w:val="005B61B4"/>
    <w:rsid w:val="005B6458"/>
    <w:rsid w:val="005B6C0F"/>
    <w:rsid w:val="005B7940"/>
    <w:rsid w:val="005C0BB2"/>
    <w:rsid w:val="005C21DE"/>
    <w:rsid w:val="005C2FA3"/>
    <w:rsid w:val="005C32F2"/>
    <w:rsid w:val="005C33D9"/>
    <w:rsid w:val="005C4A81"/>
    <w:rsid w:val="005C6A8D"/>
    <w:rsid w:val="005C73B6"/>
    <w:rsid w:val="005C7683"/>
    <w:rsid w:val="005D0A9F"/>
    <w:rsid w:val="005D0F08"/>
    <w:rsid w:val="005D1EF7"/>
    <w:rsid w:val="005D31B8"/>
    <w:rsid w:val="005D33AE"/>
    <w:rsid w:val="005D411F"/>
    <w:rsid w:val="005D49A3"/>
    <w:rsid w:val="005D53AA"/>
    <w:rsid w:val="005D54BA"/>
    <w:rsid w:val="005D6525"/>
    <w:rsid w:val="005D6D05"/>
    <w:rsid w:val="005D7F3A"/>
    <w:rsid w:val="005E0480"/>
    <w:rsid w:val="005E048A"/>
    <w:rsid w:val="005E0D49"/>
    <w:rsid w:val="005E2386"/>
    <w:rsid w:val="005E26AE"/>
    <w:rsid w:val="005E2738"/>
    <w:rsid w:val="005E343C"/>
    <w:rsid w:val="005E4C15"/>
    <w:rsid w:val="005E5296"/>
    <w:rsid w:val="005E555C"/>
    <w:rsid w:val="005E65E0"/>
    <w:rsid w:val="005E754C"/>
    <w:rsid w:val="005E7F43"/>
    <w:rsid w:val="005F007B"/>
    <w:rsid w:val="005F07A8"/>
    <w:rsid w:val="005F304C"/>
    <w:rsid w:val="005F3B3C"/>
    <w:rsid w:val="005F3C3C"/>
    <w:rsid w:val="005F3CDD"/>
    <w:rsid w:val="005F3D70"/>
    <w:rsid w:val="005F4E7A"/>
    <w:rsid w:val="005F5159"/>
    <w:rsid w:val="005F60A3"/>
    <w:rsid w:val="005F630A"/>
    <w:rsid w:val="005F6360"/>
    <w:rsid w:val="005F6469"/>
    <w:rsid w:val="005F6BA5"/>
    <w:rsid w:val="00600366"/>
    <w:rsid w:val="006005D9"/>
    <w:rsid w:val="00600829"/>
    <w:rsid w:val="00600BEE"/>
    <w:rsid w:val="00601041"/>
    <w:rsid w:val="006015BE"/>
    <w:rsid w:val="0060184B"/>
    <w:rsid w:val="00602179"/>
    <w:rsid w:val="00602786"/>
    <w:rsid w:val="00603380"/>
    <w:rsid w:val="006033B0"/>
    <w:rsid w:val="00603569"/>
    <w:rsid w:val="006036E1"/>
    <w:rsid w:val="0060374C"/>
    <w:rsid w:val="00603BFC"/>
    <w:rsid w:val="00604E52"/>
    <w:rsid w:val="00605389"/>
    <w:rsid w:val="00605991"/>
    <w:rsid w:val="00605E3A"/>
    <w:rsid w:val="00606452"/>
    <w:rsid w:val="006074D2"/>
    <w:rsid w:val="006079F4"/>
    <w:rsid w:val="00611417"/>
    <w:rsid w:val="00611A0E"/>
    <w:rsid w:val="00612A7D"/>
    <w:rsid w:val="00612B52"/>
    <w:rsid w:val="00612F5B"/>
    <w:rsid w:val="00613202"/>
    <w:rsid w:val="00614774"/>
    <w:rsid w:val="00615A35"/>
    <w:rsid w:val="00615B4A"/>
    <w:rsid w:val="006166B4"/>
    <w:rsid w:val="006170B2"/>
    <w:rsid w:val="0061781B"/>
    <w:rsid w:val="006178B4"/>
    <w:rsid w:val="00617BEE"/>
    <w:rsid w:val="006213E1"/>
    <w:rsid w:val="00621D10"/>
    <w:rsid w:val="00622565"/>
    <w:rsid w:val="006232E5"/>
    <w:rsid w:val="00623E49"/>
    <w:rsid w:val="006243F4"/>
    <w:rsid w:val="00624BC0"/>
    <w:rsid w:val="00625C14"/>
    <w:rsid w:val="00625FFF"/>
    <w:rsid w:val="006271B3"/>
    <w:rsid w:val="00627B03"/>
    <w:rsid w:val="00627B98"/>
    <w:rsid w:val="0063027B"/>
    <w:rsid w:val="00630B10"/>
    <w:rsid w:val="00630F56"/>
    <w:rsid w:val="00632DDC"/>
    <w:rsid w:val="0063300E"/>
    <w:rsid w:val="00633155"/>
    <w:rsid w:val="00634968"/>
    <w:rsid w:val="0063514F"/>
    <w:rsid w:val="006352C5"/>
    <w:rsid w:val="006356EB"/>
    <w:rsid w:val="0063650F"/>
    <w:rsid w:val="006369DC"/>
    <w:rsid w:val="00637347"/>
    <w:rsid w:val="0063736C"/>
    <w:rsid w:val="006376F6"/>
    <w:rsid w:val="00637A5A"/>
    <w:rsid w:val="00637C9E"/>
    <w:rsid w:val="00637CE1"/>
    <w:rsid w:val="006402D4"/>
    <w:rsid w:val="006406A5"/>
    <w:rsid w:val="00640D53"/>
    <w:rsid w:val="00641ED0"/>
    <w:rsid w:val="006420E1"/>
    <w:rsid w:val="0064272D"/>
    <w:rsid w:val="006429FF"/>
    <w:rsid w:val="00642D37"/>
    <w:rsid w:val="00643FCC"/>
    <w:rsid w:val="00644E60"/>
    <w:rsid w:val="006464E0"/>
    <w:rsid w:val="00646687"/>
    <w:rsid w:val="00647DA2"/>
    <w:rsid w:val="00647E2D"/>
    <w:rsid w:val="006503A4"/>
    <w:rsid w:val="006506C7"/>
    <w:rsid w:val="00650741"/>
    <w:rsid w:val="00651CE1"/>
    <w:rsid w:val="006527B5"/>
    <w:rsid w:val="006544F1"/>
    <w:rsid w:val="006554CF"/>
    <w:rsid w:val="00655C7A"/>
    <w:rsid w:val="00655C92"/>
    <w:rsid w:val="006563F1"/>
    <w:rsid w:val="00656426"/>
    <w:rsid w:val="0065685A"/>
    <w:rsid w:val="006573F3"/>
    <w:rsid w:val="006577F1"/>
    <w:rsid w:val="00657A39"/>
    <w:rsid w:val="0066071F"/>
    <w:rsid w:val="006609CF"/>
    <w:rsid w:val="00662340"/>
    <w:rsid w:val="00662A76"/>
    <w:rsid w:val="006630BB"/>
    <w:rsid w:val="0066331B"/>
    <w:rsid w:val="00663FC4"/>
    <w:rsid w:val="00663FE1"/>
    <w:rsid w:val="006644B3"/>
    <w:rsid w:val="0066461E"/>
    <w:rsid w:val="006649CE"/>
    <w:rsid w:val="006656DD"/>
    <w:rsid w:val="00665BB7"/>
    <w:rsid w:val="00666FE5"/>
    <w:rsid w:val="00670815"/>
    <w:rsid w:val="00670F51"/>
    <w:rsid w:val="00671403"/>
    <w:rsid w:val="0067150C"/>
    <w:rsid w:val="006727D7"/>
    <w:rsid w:val="00673DB6"/>
    <w:rsid w:val="0067512C"/>
    <w:rsid w:val="006760B1"/>
    <w:rsid w:val="00676655"/>
    <w:rsid w:val="00676FEF"/>
    <w:rsid w:val="0067762F"/>
    <w:rsid w:val="00680076"/>
    <w:rsid w:val="00680420"/>
    <w:rsid w:val="00680BAB"/>
    <w:rsid w:val="00682BE5"/>
    <w:rsid w:val="00682C5F"/>
    <w:rsid w:val="00684C0C"/>
    <w:rsid w:val="00686B94"/>
    <w:rsid w:val="00690AB4"/>
    <w:rsid w:val="006917F7"/>
    <w:rsid w:val="00691DC1"/>
    <w:rsid w:val="00693832"/>
    <w:rsid w:val="00693C24"/>
    <w:rsid w:val="00693CE4"/>
    <w:rsid w:val="00693DFD"/>
    <w:rsid w:val="00695114"/>
    <w:rsid w:val="00695352"/>
    <w:rsid w:val="00695732"/>
    <w:rsid w:val="00695EDD"/>
    <w:rsid w:val="00697190"/>
    <w:rsid w:val="006973E2"/>
    <w:rsid w:val="006A085F"/>
    <w:rsid w:val="006A10BB"/>
    <w:rsid w:val="006A1FF9"/>
    <w:rsid w:val="006A211D"/>
    <w:rsid w:val="006A2415"/>
    <w:rsid w:val="006A27B0"/>
    <w:rsid w:val="006A2BBB"/>
    <w:rsid w:val="006A2E3B"/>
    <w:rsid w:val="006A2E75"/>
    <w:rsid w:val="006A35AE"/>
    <w:rsid w:val="006A3AA3"/>
    <w:rsid w:val="006A4BA3"/>
    <w:rsid w:val="006A4C5E"/>
    <w:rsid w:val="006A4F7D"/>
    <w:rsid w:val="006A54CE"/>
    <w:rsid w:val="006A5CD0"/>
    <w:rsid w:val="006A5E77"/>
    <w:rsid w:val="006A60DB"/>
    <w:rsid w:val="006A7889"/>
    <w:rsid w:val="006A7D4D"/>
    <w:rsid w:val="006B000F"/>
    <w:rsid w:val="006B0F5E"/>
    <w:rsid w:val="006B2FF4"/>
    <w:rsid w:val="006B4332"/>
    <w:rsid w:val="006B4794"/>
    <w:rsid w:val="006B5B9B"/>
    <w:rsid w:val="006B6E1E"/>
    <w:rsid w:val="006B6F92"/>
    <w:rsid w:val="006B789B"/>
    <w:rsid w:val="006B792F"/>
    <w:rsid w:val="006B7B8E"/>
    <w:rsid w:val="006B7E03"/>
    <w:rsid w:val="006C01A1"/>
    <w:rsid w:val="006C049A"/>
    <w:rsid w:val="006C2E7D"/>
    <w:rsid w:val="006C3449"/>
    <w:rsid w:val="006C36EB"/>
    <w:rsid w:val="006C3A33"/>
    <w:rsid w:val="006C426F"/>
    <w:rsid w:val="006C48C1"/>
    <w:rsid w:val="006C48DF"/>
    <w:rsid w:val="006C505C"/>
    <w:rsid w:val="006C7318"/>
    <w:rsid w:val="006C7A5E"/>
    <w:rsid w:val="006D034E"/>
    <w:rsid w:val="006D0EF1"/>
    <w:rsid w:val="006D217E"/>
    <w:rsid w:val="006D26F3"/>
    <w:rsid w:val="006D4DC7"/>
    <w:rsid w:val="006D4EC0"/>
    <w:rsid w:val="006D6086"/>
    <w:rsid w:val="006D6F1B"/>
    <w:rsid w:val="006D7A19"/>
    <w:rsid w:val="006E00C3"/>
    <w:rsid w:val="006E0208"/>
    <w:rsid w:val="006E0331"/>
    <w:rsid w:val="006E0D84"/>
    <w:rsid w:val="006E287A"/>
    <w:rsid w:val="006E2B6C"/>
    <w:rsid w:val="006E3464"/>
    <w:rsid w:val="006E3FDA"/>
    <w:rsid w:val="006E4290"/>
    <w:rsid w:val="006E45F8"/>
    <w:rsid w:val="006E5C4C"/>
    <w:rsid w:val="006E5DD0"/>
    <w:rsid w:val="006E6025"/>
    <w:rsid w:val="006E6DFE"/>
    <w:rsid w:val="006F03FC"/>
    <w:rsid w:val="006F1E29"/>
    <w:rsid w:val="006F4429"/>
    <w:rsid w:val="006F4CC7"/>
    <w:rsid w:val="006F520F"/>
    <w:rsid w:val="006F6136"/>
    <w:rsid w:val="006F6AB8"/>
    <w:rsid w:val="006F6D7C"/>
    <w:rsid w:val="006F7951"/>
    <w:rsid w:val="006F7F5E"/>
    <w:rsid w:val="0070066B"/>
    <w:rsid w:val="00700879"/>
    <w:rsid w:val="00700BD6"/>
    <w:rsid w:val="00702104"/>
    <w:rsid w:val="0070216E"/>
    <w:rsid w:val="00702486"/>
    <w:rsid w:val="00703DB3"/>
    <w:rsid w:val="00703ECA"/>
    <w:rsid w:val="00704133"/>
    <w:rsid w:val="00705B05"/>
    <w:rsid w:val="007062B2"/>
    <w:rsid w:val="00706B35"/>
    <w:rsid w:val="007074C9"/>
    <w:rsid w:val="00710481"/>
    <w:rsid w:val="00710ECF"/>
    <w:rsid w:val="007118CB"/>
    <w:rsid w:val="00712CAD"/>
    <w:rsid w:val="007131C7"/>
    <w:rsid w:val="00713E26"/>
    <w:rsid w:val="007144F8"/>
    <w:rsid w:val="00714508"/>
    <w:rsid w:val="00714712"/>
    <w:rsid w:val="007150B4"/>
    <w:rsid w:val="007152D2"/>
    <w:rsid w:val="00715978"/>
    <w:rsid w:val="0071682E"/>
    <w:rsid w:val="00716B72"/>
    <w:rsid w:val="00716DF0"/>
    <w:rsid w:val="007171A5"/>
    <w:rsid w:val="007176A7"/>
    <w:rsid w:val="0072069D"/>
    <w:rsid w:val="00720BB2"/>
    <w:rsid w:val="00720BFB"/>
    <w:rsid w:val="00720F26"/>
    <w:rsid w:val="00721676"/>
    <w:rsid w:val="00721BEE"/>
    <w:rsid w:val="0072216D"/>
    <w:rsid w:val="007222F7"/>
    <w:rsid w:val="007226D7"/>
    <w:rsid w:val="00722DE8"/>
    <w:rsid w:val="007231A7"/>
    <w:rsid w:val="00723CE8"/>
    <w:rsid w:val="007243CC"/>
    <w:rsid w:val="00724DE9"/>
    <w:rsid w:val="00724E20"/>
    <w:rsid w:val="00725E00"/>
    <w:rsid w:val="007262B4"/>
    <w:rsid w:val="007263DB"/>
    <w:rsid w:val="00726462"/>
    <w:rsid w:val="00726561"/>
    <w:rsid w:val="007265EC"/>
    <w:rsid w:val="007271E5"/>
    <w:rsid w:val="00727541"/>
    <w:rsid w:val="007278F7"/>
    <w:rsid w:val="00727D2B"/>
    <w:rsid w:val="007300CF"/>
    <w:rsid w:val="0073013E"/>
    <w:rsid w:val="0073022C"/>
    <w:rsid w:val="00731380"/>
    <w:rsid w:val="00731740"/>
    <w:rsid w:val="007319E4"/>
    <w:rsid w:val="00731ECB"/>
    <w:rsid w:val="00731FB3"/>
    <w:rsid w:val="00732201"/>
    <w:rsid w:val="00732934"/>
    <w:rsid w:val="00732C72"/>
    <w:rsid w:val="00732CC9"/>
    <w:rsid w:val="007336E1"/>
    <w:rsid w:val="00734B24"/>
    <w:rsid w:val="007353F3"/>
    <w:rsid w:val="00735622"/>
    <w:rsid w:val="00735BBE"/>
    <w:rsid w:val="007360F0"/>
    <w:rsid w:val="007361A7"/>
    <w:rsid w:val="00736630"/>
    <w:rsid w:val="00740270"/>
    <w:rsid w:val="00740FCA"/>
    <w:rsid w:val="007413BD"/>
    <w:rsid w:val="00741439"/>
    <w:rsid w:val="00742073"/>
    <w:rsid w:val="00742B15"/>
    <w:rsid w:val="00742DB9"/>
    <w:rsid w:val="007449B5"/>
    <w:rsid w:val="0074614E"/>
    <w:rsid w:val="0074670A"/>
    <w:rsid w:val="00746B3A"/>
    <w:rsid w:val="00747BCA"/>
    <w:rsid w:val="0075101B"/>
    <w:rsid w:val="007512A9"/>
    <w:rsid w:val="007513D1"/>
    <w:rsid w:val="00751E46"/>
    <w:rsid w:val="00752BB3"/>
    <w:rsid w:val="00752E64"/>
    <w:rsid w:val="00752F31"/>
    <w:rsid w:val="00753A8E"/>
    <w:rsid w:val="00754B80"/>
    <w:rsid w:val="00755267"/>
    <w:rsid w:val="00755C54"/>
    <w:rsid w:val="0075618C"/>
    <w:rsid w:val="00756886"/>
    <w:rsid w:val="00757670"/>
    <w:rsid w:val="0076015A"/>
    <w:rsid w:val="007603B6"/>
    <w:rsid w:val="00760E18"/>
    <w:rsid w:val="0076163D"/>
    <w:rsid w:val="00761CD7"/>
    <w:rsid w:val="00763141"/>
    <w:rsid w:val="00763518"/>
    <w:rsid w:val="0076455A"/>
    <w:rsid w:val="00765D4C"/>
    <w:rsid w:val="0076649A"/>
    <w:rsid w:val="007665D8"/>
    <w:rsid w:val="0076712B"/>
    <w:rsid w:val="00771323"/>
    <w:rsid w:val="007716C0"/>
    <w:rsid w:val="007726A8"/>
    <w:rsid w:val="007726BE"/>
    <w:rsid w:val="007728EE"/>
    <w:rsid w:val="00773F53"/>
    <w:rsid w:val="00773F97"/>
    <w:rsid w:val="00775031"/>
    <w:rsid w:val="0077506A"/>
    <w:rsid w:val="00775344"/>
    <w:rsid w:val="0077567B"/>
    <w:rsid w:val="00775AA0"/>
    <w:rsid w:val="00775CF6"/>
    <w:rsid w:val="00775E70"/>
    <w:rsid w:val="007762F0"/>
    <w:rsid w:val="00776787"/>
    <w:rsid w:val="007779B8"/>
    <w:rsid w:val="00782511"/>
    <w:rsid w:val="00782D14"/>
    <w:rsid w:val="00782F48"/>
    <w:rsid w:val="00784641"/>
    <w:rsid w:val="00784B9D"/>
    <w:rsid w:val="0078588D"/>
    <w:rsid w:val="00785F73"/>
    <w:rsid w:val="00786264"/>
    <w:rsid w:val="0078626E"/>
    <w:rsid w:val="00786626"/>
    <w:rsid w:val="00786947"/>
    <w:rsid w:val="00787346"/>
    <w:rsid w:val="0079030A"/>
    <w:rsid w:val="00791476"/>
    <w:rsid w:val="007915F4"/>
    <w:rsid w:val="00791CC3"/>
    <w:rsid w:val="0079263A"/>
    <w:rsid w:val="00792A64"/>
    <w:rsid w:val="007948DA"/>
    <w:rsid w:val="007949BC"/>
    <w:rsid w:val="00794C99"/>
    <w:rsid w:val="0079505A"/>
    <w:rsid w:val="007965AC"/>
    <w:rsid w:val="00796C3A"/>
    <w:rsid w:val="00796FEE"/>
    <w:rsid w:val="0079704D"/>
    <w:rsid w:val="00797BEE"/>
    <w:rsid w:val="007A0A84"/>
    <w:rsid w:val="007A121C"/>
    <w:rsid w:val="007A16F1"/>
    <w:rsid w:val="007A1847"/>
    <w:rsid w:val="007A23B4"/>
    <w:rsid w:val="007A3277"/>
    <w:rsid w:val="007A36CF"/>
    <w:rsid w:val="007A3975"/>
    <w:rsid w:val="007A3A80"/>
    <w:rsid w:val="007A3E13"/>
    <w:rsid w:val="007A4739"/>
    <w:rsid w:val="007A4C1B"/>
    <w:rsid w:val="007A5059"/>
    <w:rsid w:val="007A510A"/>
    <w:rsid w:val="007A57D7"/>
    <w:rsid w:val="007A5AA0"/>
    <w:rsid w:val="007A5DCE"/>
    <w:rsid w:val="007A5FDE"/>
    <w:rsid w:val="007A6B45"/>
    <w:rsid w:val="007A76DC"/>
    <w:rsid w:val="007B14F3"/>
    <w:rsid w:val="007B2154"/>
    <w:rsid w:val="007B2303"/>
    <w:rsid w:val="007B2571"/>
    <w:rsid w:val="007B2AA4"/>
    <w:rsid w:val="007B2AF7"/>
    <w:rsid w:val="007B2CA8"/>
    <w:rsid w:val="007B3615"/>
    <w:rsid w:val="007B3878"/>
    <w:rsid w:val="007B3A3C"/>
    <w:rsid w:val="007B3B69"/>
    <w:rsid w:val="007B3E91"/>
    <w:rsid w:val="007B41C6"/>
    <w:rsid w:val="007B433F"/>
    <w:rsid w:val="007B4A15"/>
    <w:rsid w:val="007B529A"/>
    <w:rsid w:val="007B5FE6"/>
    <w:rsid w:val="007B6D15"/>
    <w:rsid w:val="007B731B"/>
    <w:rsid w:val="007B7FF4"/>
    <w:rsid w:val="007C0176"/>
    <w:rsid w:val="007C0ECB"/>
    <w:rsid w:val="007C0FC3"/>
    <w:rsid w:val="007C1920"/>
    <w:rsid w:val="007C2F7D"/>
    <w:rsid w:val="007C35A5"/>
    <w:rsid w:val="007C386E"/>
    <w:rsid w:val="007C57E9"/>
    <w:rsid w:val="007C5C1A"/>
    <w:rsid w:val="007C5FB9"/>
    <w:rsid w:val="007C639E"/>
    <w:rsid w:val="007C7174"/>
    <w:rsid w:val="007D0ABC"/>
    <w:rsid w:val="007D16AF"/>
    <w:rsid w:val="007D1D44"/>
    <w:rsid w:val="007D2F73"/>
    <w:rsid w:val="007D3D25"/>
    <w:rsid w:val="007D4737"/>
    <w:rsid w:val="007D499C"/>
    <w:rsid w:val="007D4A49"/>
    <w:rsid w:val="007D4AF9"/>
    <w:rsid w:val="007D4F5E"/>
    <w:rsid w:val="007D4F8C"/>
    <w:rsid w:val="007D5947"/>
    <w:rsid w:val="007E0CA8"/>
    <w:rsid w:val="007E2111"/>
    <w:rsid w:val="007E234E"/>
    <w:rsid w:val="007E2FC2"/>
    <w:rsid w:val="007E312B"/>
    <w:rsid w:val="007E31E5"/>
    <w:rsid w:val="007E3842"/>
    <w:rsid w:val="007E3FB2"/>
    <w:rsid w:val="007E48A2"/>
    <w:rsid w:val="007E499A"/>
    <w:rsid w:val="007E5ACC"/>
    <w:rsid w:val="007E628C"/>
    <w:rsid w:val="007E6C50"/>
    <w:rsid w:val="007E6F2F"/>
    <w:rsid w:val="007E70BF"/>
    <w:rsid w:val="007E77BD"/>
    <w:rsid w:val="007F01A1"/>
    <w:rsid w:val="007F0629"/>
    <w:rsid w:val="007F1EA8"/>
    <w:rsid w:val="007F2516"/>
    <w:rsid w:val="007F2635"/>
    <w:rsid w:val="007F2FCB"/>
    <w:rsid w:val="007F3887"/>
    <w:rsid w:val="007F433F"/>
    <w:rsid w:val="007F4EC5"/>
    <w:rsid w:val="007F5678"/>
    <w:rsid w:val="007F6505"/>
    <w:rsid w:val="007F6833"/>
    <w:rsid w:val="007F779C"/>
    <w:rsid w:val="008002AB"/>
    <w:rsid w:val="00800819"/>
    <w:rsid w:val="00800C88"/>
    <w:rsid w:val="0080127E"/>
    <w:rsid w:val="008017ED"/>
    <w:rsid w:val="0080186F"/>
    <w:rsid w:val="00802204"/>
    <w:rsid w:val="00802866"/>
    <w:rsid w:val="008028B8"/>
    <w:rsid w:val="00802B30"/>
    <w:rsid w:val="008032A3"/>
    <w:rsid w:val="008038B3"/>
    <w:rsid w:val="008039C5"/>
    <w:rsid w:val="00803B52"/>
    <w:rsid w:val="00803F5C"/>
    <w:rsid w:val="00804608"/>
    <w:rsid w:val="008048ED"/>
    <w:rsid w:val="00804EAA"/>
    <w:rsid w:val="00805151"/>
    <w:rsid w:val="00805BD9"/>
    <w:rsid w:val="00806E50"/>
    <w:rsid w:val="00807774"/>
    <w:rsid w:val="00807977"/>
    <w:rsid w:val="00807A7B"/>
    <w:rsid w:val="00810238"/>
    <w:rsid w:val="0081468E"/>
    <w:rsid w:val="00815220"/>
    <w:rsid w:val="008155FD"/>
    <w:rsid w:val="00815991"/>
    <w:rsid w:val="008160CC"/>
    <w:rsid w:val="008162D6"/>
    <w:rsid w:val="008177CC"/>
    <w:rsid w:val="00817C97"/>
    <w:rsid w:val="00820841"/>
    <w:rsid w:val="00821AA9"/>
    <w:rsid w:val="00822979"/>
    <w:rsid w:val="008238AD"/>
    <w:rsid w:val="00823CFA"/>
    <w:rsid w:val="008244BF"/>
    <w:rsid w:val="00824AE9"/>
    <w:rsid w:val="00824FFF"/>
    <w:rsid w:val="0082508C"/>
    <w:rsid w:val="008253D5"/>
    <w:rsid w:val="00825B5E"/>
    <w:rsid w:val="0082630C"/>
    <w:rsid w:val="00826B46"/>
    <w:rsid w:val="00827C94"/>
    <w:rsid w:val="00831842"/>
    <w:rsid w:val="008321BB"/>
    <w:rsid w:val="00832258"/>
    <w:rsid w:val="008328E0"/>
    <w:rsid w:val="008338EB"/>
    <w:rsid w:val="00833DD0"/>
    <w:rsid w:val="00835677"/>
    <w:rsid w:val="00835B19"/>
    <w:rsid w:val="0083641B"/>
    <w:rsid w:val="0084001D"/>
    <w:rsid w:val="00840070"/>
    <w:rsid w:val="008401E8"/>
    <w:rsid w:val="00840A32"/>
    <w:rsid w:val="00840E01"/>
    <w:rsid w:val="00841D8D"/>
    <w:rsid w:val="008437C7"/>
    <w:rsid w:val="00844E2B"/>
    <w:rsid w:val="008458BD"/>
    <w:rsid w:val="008459EC"/>
    <w:rsid w:val="00845C34"/>
    <w:rsid w:val="0085149E"/>
    <w:rsid w:val="0085174D"/>
    <w:rsid w:val="00851CF1"/>
    <w:rsid w:val="00851D0D"/>
    <w:rsid w:val="008523F6"/>
    <w:rsid w:val="0085404F"/>
    <w:rsid w:val="008540F8"/>
    <w:rsid w:val="008543E5"/>
    <w:rsid w:val="008558D4"/>
    <w:rsid w:val="00855EA8"/>
    <w:rsid w:val="00856845"/>
    <w:rsid w:val="00856A6F"/>
    <w:rsid w:val="00856B2A"/>
    <w:rsid w:val="008576DA"/>
    <w:rsid w:val="008608E8"/>
    <w:rsid w:val="00860DFB"/>
    <w:rsid w:val="00860FE0"/>
    <w:rsid w:val="0086201E"/>
    <w:rsid w:val="00862FB9"/>
    <w:rsid w:val="008645A7"/>
    <w:rsid w:val="008661D7"/>
    <w:rsid w:val="00866EA9"/>
    <w:rsid w:val="0086727C"/>
    <w:rsid w:val="00867900"/>
    <w:rsid w:val="00867A08"/>
    <w:rsid w:val="00867C3E"/>
    <w:rsid w:val="00867E43"/>
    <w:rsid w:val="00870276"/>
    <w:rsid w:val="00871C57"/>
    <w:rsid w:val="008723A9"/>
    <w:rsid w:val="0087241D"/>
    <w:rsid w:val="00872C89"/>
    <w:rsid w:val="00873A71"/>
    <w:rsid w:val="00875CB3"/>
    <w:rsid w:val="00875E9A"/>
    <w:rsid w:val="00876C52"/>
    <w:rsid w:val="00876D50"/>
    <w:rsid w:val="00876ED3"/>
    <w:rsid w:val="008772A0"/>
    <w:rsid w:val="00877F8D"/>
    <w:rsid w:val="008801D2"/>
    <w:rsid w:val="00881B4E"/>
    <w:rsid w:val="008843D8"/>
    <w:rsid w:val="0088498C"/>
    <w:rsid w:val="00885577"/>
    <w:rsid w:val="0088695B"/>
    <w:rsid w:val="00886BF7"/>
    <w:rsid w:val="00886E8A"/>
    <w:rsid w:val="008878AC"/>
    <w:rsid w:val="00890402"/>
    <w:rsid w:val="00890408"/>
    <w:rsid w:val="00890AA9"/>
    <w:rsid w:val="00890EB0"/>
    <w:rsid w:val="00890F94"/>
    <w:rsid w:val="00891866"/>
    <w:rsid w:val="00891F55"/>
    <w:rsid w:val="008920BB"/>
    <w:rsid w:val="00892431"/>
    <w:rsid w:val="0089258C"/>
    <w:rsid w:val="008928EA"/>
    <w:rsid w:val="00893103"/>
    <w:rsid w:val="008935D0"/>
    <w:rsid w:val="008935D5"/>
    <w:rsid w:val="00894388"/>
    <w:rsid w:val="0089459A"/>
    <w:rsid w:val="00894A5B"/>
    <w:rsid w:val="00894B57"/>
    <w:rsid w:val="008951E7"/>
    <w:rsid w:val="00895607"/>
    <w:rsid w:val="00895F16"/>
    <w:rsid w:val="008970D6"/>
    <w:rsid w:val="0089752C"/>
    <w:rsid w:val="008A0319"/>
    <w:rsid w:val="008A07C7"/>
    <w:rsid w:val="008A0CD6"/>
    <w:rsid w:val="008A118B"/>
    <w:rsid w:val="008A11A4"/>
    <w:rsid w:val="008A13F5"/>
    <w:rsid w:val="008A1957"/>
    <w:rsid w:val="008A2039"/>
    <w:rsid w:val="008A22BA"/>
    <w:rsid w:val="008A2BD3"/>
    <w:rsid w:val="008A37FC"/>
    <w:rsid w:val="008A3A55"/>
    <w:rsid w:val="008A43FB"/>
    <w:rsid w:val="008A4C79"/>
    <w:rsid w:val="008A5431"/>
    <w:rsid w:val="008A5485"/>
    <w:rsid w:val="008A6BF7"/>
    <w:rsid w:val="008A6E7E"/>
    <w:rsid w:val="008A78B5"/>
    <w:rsid w:val="008A7F77"/>
    <w:rsid w:val="008A7FD2"/>
    <w:rsid w:val="008B0D4A"/>
    <w:rsid w:val="008B101C"/>
    <w:rsid w:val="008B1536"/>
    <w:rsid w:val="008B1602"/>
    <w:rsid w:val="008B27B5"/>
    <w:rsid w:val="008B27BD"/>
    <w:rsid w:val="008B2893"/>
    <w:rsid w:val="008B29C6"/>
    <w:rsid w:val="008B33E0"/>
    <w:rsid w:val="008B3D86"/>
    <w:rsid w:val="008B4166"/>
    <w:rsid w:val="008B4B19"/>
    <w:rsid w:val="008B4BC0"/>
    <w:rsid w:val="008B59A4"/>
    <w:rsid w:val="008B61FF"/>
    <w:rsid w:val="008B68F0"/>
    <w:rsid w:val="008B72F9"/>
    <w:rsid w:val="008B7542"/>
    <w:rsid w:val="008B76E8"/>
    <w:rsid w:val="008B7D98"/>
    <w:rsid w:val="008B7DE9"/>
    <w:rsid w:val="008B7EBD"/>
    <w:rsid w:val="008C0D97"/>
    <w:rsid w:val="008C0F14"/>
    <w:rsid w:val="008C103F"/>
    <w:rsid w:val="008C1260"/>
    <w:rsid w:val="008C1BB7"/>
    <w:rsid w:val="008C1D2C"/>
    <w:rsid w:val="008C23BB"/>
    <w:rsid w:val="008C2DEB"/>
    <w:rsid w:val="008C2F8D"/>
    <w:rsid w:val="008C3588"/>
    <w:rsid w:val="008C369A"/>
    <w:rsid w:val="008C57A3"/>
    <w:rsid w:val="008C57FA"/>
    <w:rsid w:val="008C5A9C"/>
    <w:rsid w:val="008C6E93"/>
    <w:rsid w:val="008C75F8"/>
    <w:rsid w:val="008C7C55"/>
    <w:rsid w:val="008D0A0E"/>
    <w:rsid w:val="008D0E51"/>
    <w:rsid w:val="008D223F"/>
    <w:rsid w:val="008D235C"/>
    <w:rsid w:val="008D2A28"/>
    <w:rsid w:val="008D2BE9"/>
    <w:rsid w:val="008D2E8E"/>
    <w:rsid w:val="008D4BC9"/>
    <w:rsid w:val="008D5007"/>
    <w:rsid w:val="008D6523"/>
    <w:rsid w:val="008D693B"/>
    <w:rsid w:val="008D773B"/>
    <w:rsid w:val="008E18F5"/>
    <w:rsid w:val="008E2207"/>
    <w:rsid w:val="008E2C3C"/>
    <w:rsid w:val="008E35F1"/>
    <w:rsid w:val="008E38E3"/>
    <w:rsid w:val="008E5B54"/>
    <w:rsid w:val="008E69BE"/>
    <w:rsid w:val="008E6D2D"/>
    <w:rsid w:val="008E7A9A"/>
    <w:rsid w:val="008E7CA1"/>
    <w:rsid w:val="008E7E16"/>
    <w:rsid w:val="008F0679"/>
    <w:rsid w:val="008F08A9"/>
    <w:rsid w:val="008F148D"/>
    <w:rsid w:val="008F1C1C"/>
    <w:rsid w:val="008F1D1B"/>
    <w:rsid w:val="008F1D26"/>
    <w:rsid w:val="008F1E26"/>
    <w:rsid w:val="008F287C"/>
    <w:rsid w:val="008F46B0"/>
    <w:rsid w:val="008F4B44"/>
    <w:rsid w:val="008F5DF7"/>
    <w:rsid w:val="008F62F6"/>
    <w:rsid w:val="008F7FE7"/>
    <w:rsid w:val="009008E5"/>
    <w:rsid w:val="00900BFF"/>
    <w:rsid w:val="00900D0E"/>
    <w:rsid w:val="00901A3D"/>
    <w:rsid w:val="00901BC2"/>
    <w:rsid w:val="00901FF2"/>
    <w:rsid w:val="00902209"/>
    <w:rsid w:val="00902CD3"/>
    <w:rsid w:val="00903205"/>
    <w:rsid w:val="00903383"/>
    <w:rsid w:val="00904547"/>
    <w:rsid w:val="0090483D"/>
    <w:rsid w:val="00904BF1"/>
    <w:rsid w:val="00904C8E"/>
    <w:rsid w:val="00905052"/>
    <w:rsid w:val="009053D3"/>
    <w:rsid w:val="00905F90"/>
    <w:rsid w:val="00906809"/>
    <w:rsid w:val="00906C6B"/>
    <w:rsid w:val="00906D88"/>
    <w:rsid w:val="00907E9B"/>
    <w:rsid w:val="00910055"/>
    <w:rsid w:val="00910252"/>
    <w:rsid w:val="00910525"/>
    <w:rsid w:val="00910900"/>
    <w:rsid w:val="0091110F"/>
    <w:rsid w:val="00911708"/>
    <w:rsid w:val="0091189C"/>
    <w:rsid w:val="00911D91"/>
    <w:rsid w:val="00912E8A"/>
    <w:rsid w:val="00912FAA"/>
    <w:rsid w:val="00912FD2"/>
    <w:rsid w:val="00914109"/>
    <w:rsid w:val="00914963"/>
    <w:rsid w:val="00914BD5"/>
    <w:rsid w:val="009153A2"/>
    <w:rsid w:val="00915CF3"/>
    <w:rsid w:val="0092069D"/>
    <w:rsid w:val="009222F5"/>
    <w:rsid w:val="009227C8"/>
    <w:rsid w:val="00923A9B"/>
    <w:rsid w:val="0092508E"/>
    <w:rsid w:val="009250E4"/>
    <w:rsid w:val="00925547"/>
    <w:rsid w:val="00925D2C"/>
    <w:rsid w:val="009267E2"/>
    <w:rsid w:val="009268DA"/>
    <w:rsid w:val="00926C91"/>
    <w:rsid w:val="009272E0"/>
    <w:rsid w:val="009308A1"/>
    <w:rsid w:val="00932491"/>
    <w:rsid w:val="00932633"/>
    <w:rsid w:val="00932B65"/>
    <w:rsid w:val="00933AB7"/>
    <w:rsid w:val="00933CD4"/>
    <w:rsid w:val="00933F5D"/>
    <w:rsid w:val="00934938"/>
    <w:rsid w:val="00934D72"/>
    <w:rsid w:val="00935635"/>
    <w:rsid w:val="00935F3E"/>
    <w:rsid w:val="009362D8"/>
    <w:rsid w:val="00936838"/>
    <w:rsid w:val="00940852"/>
    <w:rsid w:val="00940EB3"/>
    <w:rsid w:val="00941319"/>
    <w:rsid w:val="00942586"/>
    <w:rsid w:val="00943781"/>
    <w:rsid w:val="00943B41"/>
    <w:rsid w:val="00943C5F"/>
    <w:rsid w:val="0094585E"/>
    <w:rsid w:val="0094612C"/>
    <w:rsid w:val="009466A5"/>
    <w:rsid w:val="00946A75"/>
    <w:rsid w:val="00946D4D"/>
    <w:rsid w:val="00947AFE"/>
    <w:rsid w:val="00947C19"/>
    <w:rsid w:val="0095012E"/>
    <w:rsid w:val="00950AB2"/>
    <w:rsid w:val="00950E67"/>
    <w:rsid w:val="00951357"/>
    <w:rsid w:val="00951F64"/>
    <w:rsid w:val="0095204A"/>
    <w:rsid w:val="00952C71"/>
    <w:rsid w:val="009534FA"/>
    <w:rsid w:val="00953A46"/>
    <w:rsid w:val="00954BF3"/>
    <w:rsid w:val="00955687"/>
    <w:rsid w:val="00955D62"/>
    <w:rsid w:val="00955FF3"/>
    <w:rsid w:val="00957139"/>
    <w:rsid w:val="00960EF1"/>
    <w:rsid w:val="009613C6"/>
    <w:rsid w:val="009615E6"/>
    <w:rsid w:val="0096274E"/>
    <w:rsid w:val="00962FFD"/>
    <w:rsid w:val="00963FEC"/>
    <w:rsid w:val="00963FFB"/>
    <w:rsid w:val="00964A09"/>
    <w:rsid w:val="009652BD"/>
    <w:rsid w:val="00967FC0"/>
    <w:rsid w:val="0097029A"/>
    <w:rsid w:val="009706CB"/>
    <w:rsid w:val="00970FC5"/>
    <w:rsid w:val="00971528"/>
    <w:rsid w:val="00971F58"/>
    <w:rsid w:val="00973D42"/>
    <w:rsid w:val="00975908"/>
    <w:rsid w:val="00975A50"/>
    <w:rsid w:val="00975B66"/>
    <w:rsid w:val="00975D52"/>
    <w:rsid w:val="00976903"/>
    <w:rsid w:val="009777B4"/>
    <w:rsid w:val="00977C0D"/>
    <w:rsid w:val="009809F9"/>
    <w:rsid w:val="00981B5A"/>
    <w:rsid w:val="00981C39"/>
    <w:rsid w:val="009820B4"/>
    <w:rsid w:val="0098276D"/>
    <w:rsid w:val="00983451"/>
    <w:rsid w:val="0098471D"/>
    <w:rsid w:val="00985682"/>
    <w:rsid w:val="009864B2"/>
    <w:rsid w:val="00987996"/>
    <w:rsid w:val="00987AE0"/>
    <w:rsid w:val="00987B7D"/>
    <w:rsid w:val="00990813"/>
    <w:rsid w:val="00990E9C"/>
    <w:rsid w:val="00991226"/>
    <w:rsid w:val="009912E2"/>
    <w:rsid w:val="009914C0"/>
    <w:rsid w:val="009918CC"/>
    <w:rsid w:val="0099299F"/>
    <w:rsid w:val="00992FBB"/>
    <w:rsid w:val="009934CA"/>
    <w:rsid w:val="009936FB"/>
    <w:rsid w:val="00994B7B"/>
    <w:rsid w:val="00994DBD"/>
    <w:rsid w:val="00995CC2"/>
    <w:rsid w:val="009961BD"/>
    <w:rsid w:val="00997180"/>
    <w:rsid w:val="00997B13"/>
    <w:rsid w:val="009A10C7"/>
    <w:rsid w:val="009A2245"/>
    <w:rsid w:val="009A24B6"/>
    <w:rsid w:val="009A263F"/>
    <w:rsid w:val="009A3629"/>
    <w:rsid w:val="009A37C2"/>
    <w:rsid w:val="009A4351"/>
    <w:rsid w:val="009A4898"/>
    <w:rsid w:val="009A64D6"/>
    <w:rsid w:val="009A6870"/>
    <w:rsid w:val="009A74D2"/>
    <w:rsid w:val="009A7C5F"/>
    <w:rsid w:val="009B013B"/>
    <w:rsid w:val="009B06C9"/>
    <w:rsid w:val="009B09BE"/>
    <w:rsid w:val="009B0CD4"/>
    <w:rsid w:val="009B14B9"/>
    <w:rsid w:val="009B1C74"/>
    <w:rsid w:val="009B237B"/>
    <w:rsid w:val="009B270F"/>
    <w:rsid w:val="009B29DD"/>
    <w:rsid w:val="009B2E62"/>
    <w:rsid w:val="009B3BB9"/>
    <w:rsid w:val="009B5488"/>
    <w:rsid w:val="009B6119"/>
    <w:rsid w:val="009B7F2E"/>
    <w:rsid w:val="009C2076"/>
    <w:rsid w:val="009C2CEB"/>
    <w:rsid w:val="009C3433"/>
    <w:rsid w:val="009C35B7"/>
    <w:rsid w:val="009C4255"/>
    <w:rsid w:val="009C4752"/>
    <w:rsid w:val="009C51DC"/>
    <w:rsid w:val="009C5DF5"/>
    <w:rsid w:val="009C6006"/>
    <w:rsid w:val="009D1D2F"/>
    <w:rsid w:val="009D22A8"/>
    <w:rsid w:val="009D2A89"/>
    <w:rsid w:val="009D3BF4"/>
    <w:rsid w:val="009D4C1E"/>
    <w:rsid w:val="009D5F2C"/>
    <w:rsid w:val="009D6BBE"/>
    <w:rsid w:val="009D6F28"/>
    <w:rsid w:val="009D703D"/>
    <w:rsid w:val="009D736C"/>
    <w:rsid w:val="009D7A14"/>
    <w:rsid w:val="009E07E0"/>
    <w:rsid w:val="009E1073"/>
    <w:rsid w:val="009E1B5F"/>
    <w:rsid w:val="009E2A2E"/>
    <w:rsid w:val="009E2A94"/>
    <w:rsid w:val="009E2E2C"/>
    <w:rsid w:val="009E33E4"/>
    <w:rsid w:val="009E34AF"/>
    <w:rsid w:val="009E34EC"/>
    <w:rsid w:val="009E4711"/>
    <w:rsid w:val="009E4818"/>
    <w:rsid w:val="009E4D91"/>
    <w:rsid w:val="009E59FA"/>
    <w:rsid w:val="009E5C13"/>
    <w:rsid w:val="009E5CA4"/>
    <w:rsid w:val="009E5D2D"/>
    <w:rsid w:val="009E75DF"/>
    <w:rsid w:val="009F016A"/>
    <w:rsid w:val="009F023C"/>
    <w:rsid w:val="009F0304"/>
    <w:rsid w:val="009F1240"/>
    <w:rsid w:val="009F235A"/>
    <w:rsid w:val="009F2945"/>
    <w:rsid w:val="009F2C6B"/>
    <w:rsid w:val="009F2D1A"/>
    <w:rsid w:val="009F2FDF"/>
    <w:rsid w:val="009F38B1"/>
    <w:rsid w:val="009F4CB9"/>
    <w:rsid w:val="009F6409"/>
    <w:rsid w:val="009F6E93"/>
    <w:rsid w:val="00A0015A"/>
    <w:rsid w:val="00A01382"/>
    <w:rsid w:val="00A01EB4"/>
    <w:rsid w:val="00A039E3"/>
    <w:rsid w:val="00A04624"/>
    <w:rsid w:val="00A04D6F"/>
    <w:rsid w:val="00A05C09"/>
    <w:rsid w:val="00A06E14"/>
    <w:rsid w:val="00A07D76"/>
    <w:rsid w:val="00A1039E"/>
    <w:rsid w:val="00A11BDD"/>
    <w:rsid w:val="00A1247F"/>
    <w:rsid w:val="00A127B0"/>
    <w:rsid w:val="00A128CC"/>
    <w:rsid w:val="00A12A4A"/>
    <w:rsid w:val="00A13494"/>
    <w:rsid w:val="00A134F6"/>
    <w:rsid w:val="00A13A16"/>
    <w:rsid w:val="00A144A9"/>
    <w:rsid w:val="00A15790"/>
    <w:rsid w:val="00A1582A"/>
    <w:rsid w:val="00A15AA7"/>
    <w:rsid w:val="00A15FEA"/>
    <w:rsid w:val="00A16303"/>
    <w:rsid w:val="00A16C5A"/>
    <w:rsid w:val="00A1713B"/>
    <w:rsid w:val="00A17A89"/>
    <w:rsid w:val="00A202F2"/>
    <w:rsid w:val="00A208C8"/>
    <w:rsid w:val="00A20E8D"/>
    <w:rsid w:val="00A211CE"/>
    <w:rsid w:val="00A2261A"/>
    <w:rsid w:val="00A230E6"/>
    <w:rsid w:val="00A24B09"/>
    <w:rsid w:val="00A26337"/>
    <w:rsid w:val="00A2639A"/>
    <w:rsid w:val="00A26926"/>
    <w:rsid w:val="00A26B1E"/>
    <w:rsid w:val="00A2714B"/>
    <w:rsid w:val="00A279F9"/>
    <w:rsid w:val="00A303FE"/>
    <w:rsid w:val="00A309A9"/>
    <w:rsid w:val="00A30FF5"/>
    <w:rsid w:val="00A3167D"/>
    <w:rsid w:val="00A319BB"/>
    <w:rsid w:val="00A321FF"/>
    <w:rsid w:val="00A3279F"/>
    <w:rsid w:val="00A328EE"/>
    <w:rsid w:val="00A33BBB"/>
    <w:rsid w:val="00A33D51"/>
    <w:rsid w:val="00A341EC"/>
    <w:rsid w:val="00A34280"/>
    <w:rsid w:val="00A35133"/>
    <w:rsid w:val="00A352CE"/>
    <w:rsid w:val="00A370AD"/>
    <w:rsid w:val="00A402FE"/>
    <w:rsid w:val="00A40974"/>
    <w:rsid w:val="00A41A05"/>
    <w:rsid w:val="00A41E02"/>
    <w:rsid w:val="00A42A5D"/>
    <w:rsid w:val="00A42A82"/>
    <w:rsid w:val="00A42DAD"/>
    <w:rsid w:val="00A43181"/>
    <w:rsid w:val="00A433E2"/>
    <w:rsid w:val="00A43FCF"/>
    <w:rsid w:val="00A441C4"/>
    <w:rsid w:val="00A44411"/>
    <w:rsid w:val="00A450F3"/>
    <w:rsid w:val="00A45A22"/>
    <w:rsid w:val="00A462D9"/>
    <w:rsid w:val="00A46B1F"/>
    <w:rsid w:val="00A46BC4"/>
    <w:rsid w:val="00A4711B"/>
    <w:rsid w:val="00A47F1D"/>
    <w:rsid w:val="00A504FC"/>
    <w:rsid w:val="00A50524"/>
    <w:rsid w:val="00A50C78"/>
    <w:rsid w:val="00A51AED"/>
    <w:rsid w:val="00A520F0"/>
    <w:rsid w:val="00A52983"/>
    <w:rsid w:val="00A53146"/>
    <w:rsid w:val="00A54059"/>
    <w:rsid w:val="00A54D5A"/>
    <w:rsid w:val="00A559BF"/>
    <w:rsid w:val="00A56604"/>
    <w:rsid w:val="00A567E4"/>
    <w:rsid w:val="00A57447"/>
    <w:rsid w:val="00A578E4"/>
    <w:rsid w:val="00A61636"/>
    <w:rsid w:val="00A618EF"/>
    <w:rsid w:val="00A62341"/>
    <w:rsid w:val="00A62383"/>
    <w:rsid w:val="00A62FC3"/>
    <w:rsid w:val="00A63708"/>
    <w:rsid w:val="00A64F05"/>
    <w:rsid w:val="00A650F9"/>
    <w:rsid w:val="00A66D83"/>
    <w:rsid w:val="00A70078"/>
    <w:rsid w:val="00A7012E"/>
    <w:rsid w:val="00A70D69"/>
    <w:rsid w:val="00A711CA"/>
    <w:rsid w:val="00A71B26"/>
    <w:rsid w:val="00A72827"/>
    <w:rsid w:val="00A72DA3"/>
    <w:rsid w:val="00A732C2"/>
    <w:rsid w:val="00A738F5"/>
    <w:rsid w:val="00A7398A"/>
    <w:rsid w:val="00A73C6F"/>
    <w:rsid w:val="00A74431"/>
    <w:rsid w:val="00A74F1D"/>
    <w:rsid w:val="00A7598D"/>
    <w:rsid w:val="00A76A15"/>
    <w:rsid w:val="00A76C5D"/>
    <w:rsid w:val="00A77BFF"/>
    <w:rsid w:val="00A801D0"/>
    <w:rsid w:val="00A80F98"/>
    <w:rsid w:val="00A8163A"/>
    <w:rsid w:val="00A827E0"/>
    <w:rsid w:val="00A845EF"/>
    <w:rsid w:val="00A84D3C"/>
    <w:rsid w:val="00A85C7C"/>
    <w:rsid w:val="00A862A0"/>
    <w:rsid w:val="00A8655E"/>
    <w:rsid w:val="00A86AAD"/>
    <w:rsid w:val="00A87290"/>
    <w:rsid w:val="00A90237"/>
    <w:rsid w:val="00A91530"/>
    <w:rsid w:val="00A93380"/>
    <w:rsid w:val="00A9382A"/>
    <w:rsid w:val="00A93D74"/>
    <w:rsid w:val="00A9418B"/>
    <w:rsid w:val="00A94FA9"/>
    <w:rsid w:val="00A94FF9"/>
    <w:rsid w:val="00A956DA"/>
    <w:rsid w:val="00A96123"/>
    <w:rsid w:val="00A9673B"/>
    <w:rsid w:val="00A976C0"/>
    <w:rsid w:val="00A978AF"/>
    <w:rsid w:val="00AA08A3"/>
    <w:rsid w:val="00AA1221"/>
    <w:rsid w:val="00AA1B8E"/>
    <w:rsid w:val="00AA1DD4"/>
    <w:rsid w:val="00AA22C0"/>
    <w:rsid w:val="00AA3517"/>
    <w:rsid w:val="00AA5EE0"/>
    <w:rsid w:val="00AA71D2"/>
    <w:rsid w:val="00AA730E"/>
    <w:rsid w:val="00AA7F0E"/>
    <w:rsid w:val="00AB0FD0"/>
    <w:rsid w:val="00AB2320"/>
    <w:rsid w:val="00AB3F81"/>
    <w:rsid w:val="00AB439F"/>
    <w:rsid w:val="00AB43D3"/>
    <w:rsid w:val="00AB50FA"/>
    <w:rsid w:val="00AB52D6"/>
    <w:rsid w:val="00AB53A5"/>
    <w:rsid w:val="00AB5D56"/>
    <w:rsid w:val="00AB6335"/>
    <w:rsid w:val="00AB688A"/>
    <w:rsid w:val="00AB7864"/>
    <w:rsid w:val="00AC0586"/>
    <w:rsid w:val="00AC14CB"/>
    <w:rsid w:val="00AC1B56"/>
    <w:rsid w:val="00AC1EBE"/>
    <w:rsid w:val="00AC216E"/>
    <w:rsid w:val="00AC2202"/>
    <w:rsid w:val="00AC27C7"/>
    <w:rsid w:val="00AC2D89"/>
    <w:rsid w:val="00AC2EFF"/>
    <w:rsid w:val="00AC3A88"/>
    <w:rsid w:val="00AC3DF5"/>
    <w:rsid w:val="00AC444F"/>
    <w:rsid w:val="00AC4F8A"/>
    <w:rsid w:val="00AC5059"/>
    <w:rsid w:val="00AC5C38"/>
    <w:rsid w:val="00AC73CB"/>
    <w:rsid w:val="00AD162F"/>
    <w:rsid w:val="00AD2CBA"/>
    <w:rsid w:val="00AD3487"/>
    <w:rsid w:val="00AD3505"/>
    <w:rsid w:val="00AD3892"/>
    <w:rsid w:val="00AD43A1"/>
    <w:rsid w:val="00AD44D1"/>
    <w:rsid w:val="00AD4F86"/>
    <w:rsid w:val="00AD5D59"/>
    <w:rsid w:val="00AD5DC7"/>
    <w:rsid w:val="00AD6721"/>
    <w:rsid w:val="00AD687F"/>
    <w:rsid w:val="00AE02AF"/>
    <w:rsid w:val="00AE0C27"/>
    <w:rsid w:val="00AE1285"/>
    <w:rsid w:val="00AE1683"/>
    <w:rsid w:val="00AE2610"/>
    <w:rsid w:val="00AE29F0"/>
    <w:rsid w:val="00AE4C01"/>
    <w:rsid w:val="00AE5269"/>
    <w:rsid w:val="00AE5BE8"/>
    <w:rsid w:val="00AE7701"/>
    <w:rsid w:val="00AF0700"/>
    <w:rsid w:val="00AF07CB"/>
    <w:rsid w:val="00AF165E"/>
    <w:rsid w:val="00AF16F8"/>
    <w:rsid w:val="00AF17F1"/>
    <w:rsid w:val="00AF2309"/>
    <w:rsid w:val="00AF2382"/>
    <w:rsid w:val="00AF3696"/>
    <w:rsid w:val="00AF4659"/>
    <w:rsid w:val="00AF4B66"/>
    <w:rsid w:val="00AF5149"/>
    <w:rsid w:val="00AF6952"/>
    <w:rsid w:val="00AF6B17"/>
    <w:rsid w:val="00AF7004"/>
    <w:rsid w:val="00AF7DF3"/>
    <w:rsid w:val="00B00F05"/>
    <w:rsid w:val="00B0187A"/>
    <w:rsid w:val="00B02132"/>
    <w:rsid w:val="00B02F16"/>
    <w:rsid w:val="00B03B0E"/>
    <w:rsid w:val="00B03C57"/>
    <w:rsid w:val="00B06872"/>
    <w:rsid w:val="00B06C56"/>
    <w:rsid w:val="00B100CE"/>
    <w:rsid w:val="00B101C8"/>
    <w:rsid w:val="00B1066D"/>
    <w:rsid w:val="00B11472"/>
    <w:rsid w:val="00B11ABF"/>
    <w:rsid w:val="00B14A76"/>
    <w:rsid w:val="00B14ACC"/>
    <w:rsid w:val="00B16125"/>
    <w:rsid w:val="00B1687E"/>
    <w:rsid w:val="00B16D31"/>
    <w:rsid w:val="00B178C4"/>
    <w:rsid w:val="00B17B2E"/>
    <w:rsid w:val="00B17E00"/>
    <w:rsid w:val="00B20134"/>
    <w:rsid w:val="00B207B9"/>
    <w:rsid w:val="00B21098"/>
    <w:rsid w:val="00B215F0"/>
    <w:rsid w:val="00B21DF7"/>
    <w:rsid w:val="00B22255"/>
    <w:rsid w:val="00B231E0"/>
    <w:rsid w:val="00B23C90"/>
    <w:rsid w:val="00B247E0"/>
    <w:rsid w:val="00B25D88"/>
    <w:rsid w:val="00B266B5"/>
    <w:rsid w:val="00B31557"/>
    <w:rsid w:val="00B3313C"/>
    <w:rsid w:val="00B3347A"/>
    <w:rsid w:val="00B34236"/>
    <w:rsid w:val="00B35C40"/>
    <w:rsid w:val="00B35FEB"/>
    <w:rsid w:val="00B360F8"/>
    <w:rsid w:val="00B3622A"/>
    <w:rsid w:val="00B36AC9"/>
    <w:rsid w:val="00B37207"/>
    <w:rsid w:val="00B378E3"/>
    <w:rsid w:val="00B40817"/>
    <w:rsid w:val="00B40AA2"/>
    <w:rsid w:val="00B40D5E"/>
    <w:rsid w:val="00B40EFD"/>
    <w:rsid w:val="00B4175F"/>
    <w:rsid w:val="00B42830"/>
    <w:rsid w:val="00B4308F"/>
    <w:rsid w:val="00B43305"/>
    <w:rsid w:val="00B43348"/>
    <w:rsid w:val="00B43439"/>
    <w:rsid w:val="00B43F38"/>
    <w:rsid w:val="00B44308"/>
    <w:rsid w:val="00B45462"/>
    <w:rsid w:val="00B45CFC"/>
    <w:rsid w:val="00B4726E"/>
    <w:rsid w:val="00B503B1"/>
    <w:rsid w:val="00B50709"/>
    <w:rsid w:val="00B51DE9"/>
    <w:rsid w:val="00B523FB"/>
    <w:rsid w:val="00B54C41"/>
    <w:rsid w:val="00B54DF2"/>
    <w:rsid w:val="00B55402"/>
    <w:rsid w:val="00B554CF"/>
    <w:rsid w:val="00B55DF4"/>
    <w:rsid w:val="00B56908"/>
    <w:rsid w:val="00B575B7"/>
    <w:rsid w:val="00B5773A"/>
    <w:rsid w:val="00B57777"/>
    <w:rsid w:val="00B60A04"/>
    <w:rsid w:val="00B60D64"/>
    <w:rsid w:val="00B61901"/>
    <w:rsid w:val="00B61AE1"/>
    <w:rsid w:val="00B621E1"/>
    <w:rsid w:val="00B631DC"/>
    <w:rsid w:val="00B66358"/>
    <w:rsid w:val="00B674E7"/>
    <w:rsid w:val="00B67916"/>
    <w:rsid w:val="00B67E93"/>
    <w:rsid w:val="00B70B84"/>
    <w:rsid w:val="00B71B89"/>
    <w:rsid w:val="00B71C3F"/>
    <w:rsid w:val="00B71D54"/>
    <w:rsid w:val="00B720A8"/>
    <w:rsid w:val="00B721DB"/>
    <w:rsid w:val="00B734AD"/>
    <w:rsid w:val="00B750DA"/>
    <w:rsid w:val="00B75466"/>
    <w:rsid w:val="00B77AB8"/>
    <w:rsid w:val="00B77B9D"/>
    <w:rsid w:val="00B77BB3"/>
    <w:rsid w:val="00B801B5"/>
    <w:rsid w:val="00B807AD"/>
    <w:rsid w:val="00B80966"/>
    <w:rsid w:val="00B80C59"/>
    <w:rsid w:val="00B80CA2"/>
    <w:rsid w:val="00B823EE"/>
    <w:rsid w:val="00B827F0"/>
    <w:rsid w:val="00B82F3D"/>
    <w:rsid w:val="00B84655"/>
    <w:rsid w:val="00B84AF6"/>
    <w:rsid w:val="00B8557A"/>
    <w:rsid w:val="00B85B89"/>
    <w:rsid w:val="00B868BD"/>
    <w:rsid w:val="00B879F8"/>
    <w:rsid w:val="00B9001C"/>
    <w:rsid w:val="00B90CE6"/>
    <w:rsid w:val="00B937CB"/>
    <w:rsid w:val="00B93B62"/>
    <w:rsid w:val="00B93F08"/>
    <w:rsid w:val="00B943B0"/>
    <w:rsid w:val="00B94FBE"/>
    <w:rsid w:val="00B951BD"/>
    <w:rsid w:val="00B9527F"/>
    <w:rsid w:val="00B95C0E"/>
    <w:rsid w:val="00B95E93"/>
    <w:rsid w:val="00B96345"/>
    <w:rsid w:val="00B9695F"/>
    <w:rsid w:val="00B97555"/>
    <w:rsid w:val="00BA19B6"/>
    <w:rsid w:val="00BA21DA"/>
    <w:rsid w:val="00BA234B"/>
    <w:rsid w:val="00BA2922"/>
    <w:rsid w:val="00BA3C1C"/>
    <w:rsid w:val="00BA4A35"/>
    <w:rsid w:val="00BA7AD4"/>
    <w:rsid w:val="00BB0A12"/>
    <w:rsid w:val="00BB15C3"/>
    <w:rsid w:val="00BB3450"/>
    <w:rsid w:val="00BB39FB"/>
    <w:rsid w:val="00BB474D"/>
    <w:rsid w:val="00BB5840"/>
    <w:rsid w:val="00BB617A"/>
    <w:rsid w:val="00BB7C76"/>
    <w:rsid w:val="00BC0DF0"/>
    <w:rsid w:val="00BC1398"/>
    <w:rsid w:val="00BC1449"/>
    <w:rsid w:val="00BC1493"/>
    <w:rsid w:val="00BC2240"/>
    <w:rsid w:val="00BC22DE"/>
    <w:rsid w:val="00BC3388"/>
    <w:rsid w:val="00BC35BD"/>
    <w:rsid w:val="00BC380D"/>
    <w:rsid w:val="00BC3AC8"/>
    <w:rsid w:val="00BC3EFF"/>
    <w:rsid w:val="00BC43F4"/>
    <w:rsid w:val="00BC4A95"/>
    <w:rsid w:val="00BC4E31"/>
    <w:rsid w:val="00BC58BE"/>
    <w:rsid w:val="00BC5E23"/>
    <w:rsid w:val="00BC6D9C"/>
    <w:rsid w:val="00BC7198"/>
    <w:rsid w:val="00BC736B"/>
    <w:rsid w:val="00BC758F"/>
    <w:rsid w:val="00BC799C"/>
    <w:rsid w:val="00BD0CC2"/>
    <w:rsid w:val="00BD1447"/>
    <w:rsid w:val="00BD1640"/>
    <w:rsid w:val="00BD2898"/>
    <w:rsid w:val="00BD4928"/>
    <w:rsid w:val="00BD503F"/>
    <w:rsid w:val="00BD52B4"/>
    <w:rsid w:val="00BD5443"/>
    <w:rsid w:val="00BD5C5C"/>
    <w:rsid w:val="00BD60B8"/>
    <w:rsid w:val="00BD6167"/>
    <w:rsid w:val="00BD6295"/>
    <w:rsid w:val="00BD6CD2"/>
    <w:rsid w:val="00BE1097"/>
    <w:rsid w:val="00BE1DC4"/>
    <w:rsid w:val="00BE382A"/>
    <w:rsid w:val="00BE4BC0"/>
    <w:rsid w:val="00BE510C"/>
    <w:rsid w:val="00BE5168"/>
    <w:rsid w:val="00BE56DE"/>
    <w:rsid w:val="00BE6C2A"/>
    <w:rsid w:val="00BE7B40"/>
    <w:rsid w:val="00BE7F3D"/>
    <w:rsid w:val="00BF0F0B"/>
    <w:rsid w:val="00BF1A51"/>
    <w:rsid w:val="00BF2118"/>
    <w:rsid w:val="00BF26E0"/>
    <w:rsid w:val="00BF2993"/>
    <w:rsid w:val="00BF4B48"/>
    <w:rsid w:val="00BF5306"/>
    <w:rsid w:val="00BF549C"/>
    <w:rsid w:val="00BF59B5"/>
    <w:rsid w:val="00BF7084"/>
    <w:rsid w:val="00C0040F"/>
    <w:rsid w:val="00C00835"/>
    <w:rsid w:val="00C00F72"/>
    <w:rsid w:val="00C01B73"/>
    <w:rsid w:val="00C01E9B"/>
    <w:rsid w:val="00C03BFA"/>
    <w:rsid w:val="00C03CF1"/>
    <w:rsid w:val="00C047F3"/>
    <w:rsid w:val="00C04E6E"/>
    <w:rsid w:val="00C04F84"/>
    <w:rsid w:val="00C0531E"/>
    <w:rsid w:val="00C05755"/>
    <w:rsid w:val="00C05C89"/>
    <w:rsid w:val="00C065CB"/>
    <w:rsid w:val="00C06E37"/>
    <w:rsid w:val="00C06FF9"/>
    <w:rsid w:val="00C0758B"/>
    <w:rsid w:val="00C07EE6"/>
    <w:rsid w:val="00C10B54"/>
    <w:rsid w:val="00C10BBF"/>
    <w:rsid w:val="00C10E14"/>
    <w:rsid w:val="00C124C8"/>
    <w:rsid w:val="00C15E5D"/>
    <w:rsid w:val="00C15F40"/>
    <w:rsid w:val="00C166B7"/>
    <w:rsid w:val="00C17E60"/>
    <w:rsid w:val="00C20FE5"/>
    <w:rsid w:val="00C22743"/>
    <w:rsid w:val="00C23D15"/>
    <w:rsid w:val="00C2481C"/>
    <w:rsid w:val="00C249A1"/>
    <w:rsid w:val="00C2538E"/>
    <w:rsid w:val="00C2570B"/>
    <w:rsid w:val="00C258CA"/>
    <w:rsid w:val="00C25D7D"/>
    <w:rsid w:val="00C26276"/>
    <w:rsid w:val="00C268CA"/>
    <w:rsid w:val="00C26935"/>
    <w:rsid w:val="00C26E66"/>
    <w:rsid w:val="00C276A8"/>
    <w:rsid w:val="00C27CCA"/>
    <w:rsid w:val="00C3022E"/>
    <w:rsid w:val="00C304C7"/>
    <w:rsid w:val="00C308CD"/>
    <w:rsid w:val="00C309B9"/>
    <w:rsid w:val="00C30B38"/>
    <w:rsid w:val="00C30E0C"/>
    <w:rsid w:val="00C31080"/>
    <w:rsid w:val="00C31CF9"/>
    <w:rsid w:val="00C3239D"/>
    <w:rsid w:val="00C3354B"/>
    <w:rsid w:val="00C340C3"/>
    <w:rsid w:val="00C348FF"/>
    <w:rsid w:val="00C3613A"/>
    <w:rsid w:val="00C364AF"/>
    <w:rsid w:val="00C36857"/>
    <w:rsid w:val="00C36C47"/>
    <w:rsid w:val="00C36D70"/>
    <w:rsid w:val="00C37B55"/>
    <w:rsid w:val="00C37CCD"/>
    <w:rsid w:val="00C37DF1"/>
    <w:rsid w:val="00C40979"/>
    <w:rsid w:val="00C41349"/>
    <w:rsid w:val="00C41B68"/>
    <w:rsid w:val="00C42033"/>
    <w:rsid w:val="00C42584"/>
    <w:rsid w:val="00C42851"/>
    <w:rsid w:val="00C42EE1"/>
    <w:rsid w:val="00C4328F"/>
    <w:rsid w:val="00C43400"/>
    <w:rsid w:val="00C45CB9"/>
    <w:rsid w:val="00C45D4B"/>
    <w:rsid w:val="00C463CF"/>
    <w:rsid w:val="00C4693B"/>
    <w:rsid w:val="00C46A8B"/>
    <w:rsid w:val="00C47077"/>
    <w:rsid w:val="00C476A0"/>
    <w:rsid w:val="00C47A22"/>
    <w:rsid w:val="00C502ED"/>
    <w:rsid w:val="00C506C3"/>
    <w:rsid w:val="00C513C7"/>
    <w:rsid w:val="00C51DF6"/>
    <w:rsid w:val="00C527D7"/>
    <w:rsid w:val="00C52A46"/>
    <w:rsid w:val="00C53A24"/>
    <w:rsid w:val="00C541AB"/>
    <w:rsid w:val="00C5472F"/>
    <w:rsid w:val="00C561B9"/>
    <w:rsid w:val="00C56363"/>
    <w:rsid w:val="00C577F2"/>
    <w:rsid w:val="00C57A3C"/>
    <w:rsid w:val="00C60245"/>
    <w:rsid w:val="00C60308"/>
    <w:rsid w:val="00C62714"/>
    <w:rsid w:val="00C6431E"/>
    <w:rsid w:val="00C64694"/>
    <w:rsid w:val="00C64E10"/>
    <w:rsid w:val="00C64FFE"/>
    <w:rsid w:val="00C65010"/>
    <w:rsid w:val="00C65084"/>
    <w:rsid w:val="00C65E88"/>
    <w:rsid w:val="00C664AE"/>
    <w:rsid w:val="00C665F0"/>
    <w:rsid w:val="00C66669"/>
    <w:rsid w:val="00C67C65"/>
    <w:rsid w:val="00C7077F"/>
    <w:rsid w:val="00C714ED"/>
    <w:rsid w:val="00C7153B"/>
    <w:rsid w:val="00C71D96"/>
    <w:rsid w:val="00C737E6"/>
    <w:rsid w:val="00C73F5A"/>
    <w:rsid w:val="00C74032"/>
    <w:rsid w:val="00C74203"/>
    <w:rsid w:val="00C74293"/>
    <w:rsid w:val="00C7443D"/>
    <w:rsid w:val="00C7527E"/>
    <w:rsid w:val="00C757CA"/>
    <w:rsid w:val="00C75A89"/>
    <w:rsid w:val="00C75FC5"/>
    <w:rsid w:val="00C76351"/>
    <w:rsid w:val="00C77112"/>
    <w:rsid w:val="00C774CA"/>
    <w:rsid w:val="00C77CA1"/>
    <w:rsid w:val="00C80147"/>
    <w:rsid w:val="00C81332"/>
    <w:rsid w:val="00C8171D"/>
    <w:rsid w:val="00C81B18"/>
    <w:rsid w:val="00C81DDD"/>
    <w:rsid w:val="00C824E7"/>
    <w:rsid w:val="00C82F3C"/>
    <w:rsid w:val="00C8305E"/>
    <w:rsid w:val="00C8404A"/>
    <w:rsid w:val="00C852C4"/>
    <w:rsid w:val="00C908B3"/>
    <w:rsid w:val="00C90CAE"/>
    <w:rsid w:val="00C91F1E"/>
    <w:rsid w:val="00C93088"/>
    <w:rsid w:val="00C93B83"/>
    <w:rsid w:val="00C93E1D"/>
    <w:rsid w:val="00C954C2"/>
    <w:rsid w:val="00C96338"/>
    <w:rsid w:val="00C965D1"/>
    <w:rsid w:val="00C96D42"/>
    <w:rsid w:val="00CA1275"/>
    <w:rsid w:val="00CA12C7"/>
    <w:rsid w:val="00CA16C6"/>
    <w:rsid w:val="00CA1F42"/>
    <w:rsid w:val="00CA215F"/>
    <w:rsid w:val="00CA37F8"/>
    <w:rsid w:val="00CA397C"/>
    <w:rsid w:val="00CA3ED9"/>
    <w:rsid w:val="00CA485C"/>
    <w:rsid w:val="00CA4A1B"/>
    <w:rsid w:val="00CA4B64"/>
    <w:rsid w:val="00CA4C71"/>
    <w:rsid w:val="00CA50A3"/>
    <w:rsid w:val="00CA58EC"/>
    <w:rsid w:val="00CA5B64"/>
    <w:rsid w:val="00CA5FD5"/>
    <w:rsid w:val="00CA634E"/>
    <w:rsid w:val="00CA6AB1"/>
    <w:rsid w:val="00CA6B5C"/>
    <w:rsid w:val="00CA703D"/>
    <w:rsid w:val="00CB0A73"/>
    <w:rsid w:val="00CB0C08"/>
    <w:rsid w:val="00CB12F9"/>
    <w:rsid w:val="00CB137E"/>
    <w:rsid w:val="00CB18DC"/>
    <w:rsid w:val="00CB1A2E"/>
    <w:rsid w:val="00CB23C0"/>
    <w:rsid w:val="00CB2820"/>
    <w:rsid w:val="00CB38B2"/>
    <w:rsid w:val="00CB3904"/>
    <w:rsid w:val="00CB4288"/>
    <w:rsid w:val="00CB4DD4"/>
    <w:rsid w:val="00CB4EC9"/>
    <w:rsid w:val="00CB6487"/>
    <w:rsid w:val="00CB7D40"/>
    <w:rsid w:val="00CB7E5B"/>
    <w:rsid w:val="00CC00A2"/>
    <w:rsid w:val="00CC00EC"/>
    <w:rsid w:val="00CC153F"/>
    <w:rsid w:val="00CC2235"/>
    <w:rsid w:val="00CC2C08"/>
    <w:rsid w:val="00CC2E8E"/>
    <w:rsid w:val="00CC3671"/>
    <w:rsid w:val="00CC4289"/>
    <w:rsid w:val="00CC4324"/>
    <w:rsid w:val="00CC548F"/>
    <w:rsid w:val="00CC583B"/>
    <w:rsid w:val="00CC6C64"/>
    <w:rsid w:val="00CC6D84"/>
    <w:rsid w:val="00CC6E98"/>
    <w:rsid w:val="00CC702B"/>
    <w:rsid w:val="00CC7533"/>
    <w:rsid w:val="00CC7DCD"/>
    <w:rsid w:val="00CD02BF"/>
    <w:rsid w:val="00CD062E"/>
    <w:rsid w:val="00CD0655"/>
    <w:rsid w:val="00CD10AC"/>
    <w:rsid w:val="00CD1354"/>
    <w:rsid w:val="00CD25F5"/>
    <w:rsid w:val="00CD31CB"/>
    <w:rsid w:val="00CD3384"/>
    <w:rsid w:val="00CD3421"/>
    <w:rsid w:val="00CD3482"/>
    <w:rsid w:val="00CD3DED"/>
    <w:rsid w:val="00CD4470"/>
    <w:rsid w:val="00CD5D9B"/>
    <w:rsid w:val="00CD6154"/>
    <w:rsid w:val="00CD64E1"/>
    <w:rsid w:val="00CD6A94"/>
    <w:rsid w:val="00CD793D"/>
    <w:rsid w:val="00CE0FAE"/>
    <w:rsid w:val="00CE10F4"/>
    <w:rsid w:val="00CE169A"/>
    <w:rsid w:val="00CE338E"/>
    <w:rsid w:val="00CE37A4"/>
    <w:rsid w:val="00CE3978"/>
    <w:rsid w:val="00CE3AFC"/>
    <w:rsid w:val="00CE43CB"/>
    <w:rsid w:val="00CE51F4"/>
    <w:rsid w:val="00CE544C"/>
    <w:rsid w:val="00CE58C0"/>
    <w:rsid w:val="00CE5CC8"/>
    <w:rsid w:val="00CF0735"/>
    <w:rsid w:val="00CF2115"/>
    <w:rsid w:val="00CF2A53"/>
    <w:rsid w:val="00CF2CFA"/>
    <w:rsid w:val="00CF3353"/>
    <w:rsid w:val="00CF4084"/>
    <w:rsid w:val="00CF4266"/>
    <w:rsid w:val="00CF4D6D"/>
    <w:rsid w:val="00CF4DF6"/>
    <w:rsid w:val="00CF4EF6"/>
    <w:rsid w:val="00CF50B7"/>
    <w:rsid w:val="00CF5355"/>
    <w:rsid w:val="00CF58A8"/>
    <w:rsid w:val="00CF6695"/>
    <w:rsid w:val="00CF6861"/>
    <w:rsid w:val="00CF6E06"/>
    <w:rsid w:val="00CF75BC"/>
    <w:rsid w:val="00D00109"/>
    <w:rsid w:val="00D01FE4"/>
    <w:rsid w:val="00D02AEE"/>
    <w:rsid w:val="00D031B2"/>
    <w:rsid w:val="00D03A9B"/>
    <w:rsid w:val="00D04509"/>
    <w:rsid w:val="00D04A08"/>
    <w:rsid w:val="00D04D6D"/>
    <w:rsid w:val="00D04F9B"/>
    <w:rsid w:val="00D0677D"/>
    <w:rsid w:val="00D0751A"/>
    <w:rsid w:val="00D07FBF"/>
    <w:rsid w:val="00D1045D"/>
    <w:rsid w:val="00D11464"/>
    <w:rsid w:val="00D11997"/>
    <w:rsid w:val="00D12590"/>
    <w:rsid w:val="00D12657"/>
    <w:rsid w:val="00D126DD"/>
    <w:rsid w:val="00D129D4"/>
    <w:rsid w:val="00D131AE"/>
    <w:rsid w:val="00D13219"/>
    <w:rsid w:val="00D13CFE"/>
    <w:rsid w:val="00D1458B"/>
    <w:rsid w:val="00D14A2C"/>
    <w:rsid w:val="00D14A71"/>
    <w:rsid w:val="00D14B48"/>
    <w:rsid w:val="00D14FEE"/>
    <w:rsid w:val="00D1614D"/>
    <w:rsid w:val="00D16C13"/>
    <w:rsid w:val="00D17E88"/>
    <w:rsid w:val="00D207D2"/>
    <w:rsid w:val="00D20836"/>
    <w:rsid w:val="00D20DDA"/>
    <w:rsid w:val="00D211B5"/>
    <w:rsid w:val="00D213F7"/>
    <w:rsid w:val="00D21BC6"/>
    <w:rsid w:val="00D226F3"/>
    <w:rsid w:val="00D227DB"/>
    <w:rsid w:val="00D235D4"/>
    <w:rsid w:val="00D2452B"/>
    <w:rsid w:val="00D24E30"/>
    <w:rsid w:val="00D25618"/>
    <w:rsid w:val="00D25862"/>
    <w:rsid w:val="00D25A60"/>
    <w:rsid w:val="00D26554"/>
    <w:rsid w:val="00D26635"/>
    <w:rsid w:val="00D27ABA"/>
    <w:rsid w:val="00D302C0"/>
    <w:rsid w:val="00D30401"/>
    <w:rsid w:val="00D30CAE"/>
    <w:rsid w:val="00D310CF"/>
    <w:rsid w:val="00D3173D"/>
    <w:rsid w:val="00D31DC2"/>
    <w:rsid w:val="00D32512"/>
    <w:rsid w:val="00D325B1"/>
    <w:rsid w:val="00D32652"/>
    <w:rsid w:val="00D33339"/>
    <w:rsid w:val="00D34A50"/>
    <w:rsid w:val="00D34FDD"/>
    <w:rsid w:val="00D35E31"/>
    <w:rsid w:val="00D377D7"/>
    <w:rsid w:val="00D379BB"/>
    <w:rsid w:val="00D37BC1"/>
    <w:rsid w:val="00D37E14"/>
    <w:rsid w:val="00D37FEB"/>
    <w:rsid w:val="00D409A4"/>
    <w:rsid w:val="00D40B4B"/>
    <w:rsid w:val="00D40E45"/>
    <w:rsid w:val="00D411CD"/>
    <w:rsid w:val="00D418E4"/>
    <w:rsid w:val="00D419E2"/>
    <w:rsid w:val="00D41E2F"/>
    <w:rsid w:val="00D41F91"/>
    <w:rsid w:val="00D42968"/>
    <w:rsid w:val="00D42AF2"/>
    <w:rsid w:val="00D449DA"/>
    <w:rsid w:val="00D4518B"/>
    <w:rsid w:val="00D45CC1"/>
    <w:rsid w:val="00D45D6A"/>
    <w:rsid w:val="00D470A4"/>
    <w:rsid w:val="00D4759B"/>
    <w:rsid w:val="00D50130"/>
    <w:rsid w:val="00D50286"/>
    <w:rsid w:val="00D503B6"/>
    <w:rsid w:val="00D51277"/>
    <w:rsid w:val="00D523C4"/>
    <w:rsid w:val="00D52A0B"/>
    <w:rsid w:val="00D53544"/>
    <w:rsid w:val="00D5405B"/>
    <w:rsid w:val="00D543A2"/>
    <w:rsid w:val="00D54C42"/>
    <w:rsid w:val="00D54CB1"/>
    <w:rsid w:val="00D55279"/>
    <w:rsid w:val="00D55967"/>
    <w:rsid w:val="00D55EF9"/>
    <w:rsid w:val="00D56A98"/>
    <w:rsid w:val="00D57470"/>
    <w:rsid w:val="00D57932"/>
    <w:rsid w:val="00D57C09"/>
    <w:rsid w:val="00D57EAD"/>
    <w:rsid w:val="00D57F0F"/>
    <w:rsid w:val="00D60092"/>
    <w:rsid w:val="00D61D31"/>
    <w:rsid w:val="00D62F7F"/>
    <w:rsid w:val="00D6406F"/>
    <w:rsid w:val="00D64B43"/>
    <w:rsid w:val="00D64C55"/>
    <w:rsid w:val="00D65079"/>
    <w:rsid w:val="00D653CB"/>
    <w:rsid w:val="00D65456"/>
    <w:rsid w:val="00D65E3B"/>
    <w:rsid w:val="00D6670A"/>
    <w:rsid w:val="00D66DB7"/>
    <w:rsid w:val="00D709C9"/>
    <w:rsid w:val="00D71C48"/>
    <w:rsid w:val="00D71DEC"/>
    <w:rsid w:val="00D72C4C"/>
    <w:rsid w:val="00D72C7A"/>
    <w:rsid w:val="00D7316F"/>
    <w:rsid w:val="00D73B79"/>
    <w:rsid w:val="00D740F0"/>
    <w:rsid w:val="00D74790"/>
    <w:rsid w:val="00D74B53"/>
    <w:rsid w:val="00D754DA"/>
    <w:rsid w:val="00D755F2"/>
    <w:rsid w:val="00D75C54"/>
    <w:rsid w:val="00D75DE8"/>
    <w:rsid w:val="00D76466"/>
    <w:rsid w:val="00D77268"/>
    <w:rsid w:val="00D80559"/>
    <w:rsid w:val="00D80724"/>
    <w:rsid w:val="00D811E1"/>
    <w:rsid w:val="00D817E2"/>
    <w:rsid w:val="00D81CAC"/>
    <w:rsid w:val="00D81FDB"/>
    <w:rsid w:val="00D83731"/>
    <w:rsid w:val="00D8376D"/>
    <w:rsid w:val="00D83788"/>
    <w:rsid w:val="00D8491D"/>
    <w:rsid w:val="00D849FB"/>
    <w:rsid w:val="00D85D65"/>
    <w:rsid w:val="00D904E7"/>
    <w:rsid w:val="00D904E8"/>
    <w:rsid w:val="00D90B62"/>
    <w:rsid w:val="00D91590"/>
    <w:rsid w:val="00D91804"/>
    <w:rsid w:val="00D91D25"/>
    <w:rsid w:val="00D9215F"/>
    <w:rsid w:val="00D935E5"/>
    <w:rsid w:val="00D93D0D"/>
    <w:rsid w:val="00D94A7C"/>
    <w:rsid w:val="00D95227"/>
    <w:rsid w:val="00D960F5"/>
    <w:rsid w:val="00D96260"/>
    <w:rsid w:val="00D964EE"/>
    <w:rsid w:val="00D9690E"/>
    <w:rsid w:val="00D9723F"/>
    <w:rsid w:val="00D97957"/>
    <w:rsid w:val="00DA0485"/>
    <w:rsid w:val="00DA092A"/>
    <w:rsid w:val="00DA0E02"/>
    <w:rsid w:val="00DA11FC"/>
    <w:rsid w:val="00DA16A7"/>
    <w:rsid w:val="00DA1A7E"/>
    <w:rsid w:val="00DA3501"/>
    <w:rsid w:val="00DA3A78"/>
    <w:rsid w:val="00DA541D"/>
    <w:rsid w:val="00DA5854"/>
    <w:rsid w:val="00DA5A8A"/>
    <w:rsid w:val="00DA5F25"/>
    <w:rsid w:val="00DA608B"/>
    <w:rsid w:val="00DA70DA"/>
    <w:rsid w:val="00DA7436"/>
    <w:rsid w:val="00DB0B63"/>
    <w:rsid w:val="00DB1654"/>
    <w:rsid w:val="00DB1C62"/>
    <w:rsid w:val="00DB2129"/>
    <w:rsid w:val="00DB2199"/>
    <w:rsid w:val="00DB3412"/>
    <w:rsid w:val="00DB4161"/>
    <w:rsid w:val="00DB4A2F"/>
    <w:rsid w:val="00DB5011"/>
    <w:rsid w:val="00DB530C"/>
    <w:rsid w:val="00DB5330"/>
    <w:rsid w:val="00DB634D"/>
    <w:rsid w:val="00DB6568"/>
    <w:rsid w:val="00DB6ACA"/>
    <w:rsid w:val="00DB6C33"/>
    <w:rsid w:val="00DC1764"/>
    <w:rsid w:val="00DC1D90"/>
    <w:rsid w:val="00DC26A3"/>
    <w:rsid w:val="00DC3B8C"/>
    <w:rsid w:val="00DC414F"/>
    <w:rsid w:val="00DC4DCB"/>
    <w:rsid w:val="00DC55FD"/>
    <w:rsid w:val="00DC56C3"/>
    <w:rsid w:val="00DC5E4D"/>
    <w:rsid w:val="00DC6A16"/>
    <w:rsid w:val="00DC7ABA"/>
    <w:rsid w:val="00DD0627"/>
    <w:rsid w:val="00DD0938"/>
    <w:rsid w:val="00DD0D03"/>
    <w:rsid w:val="00DD1D8D"/>
    <w:rsid w:val="00DD270E"/>
    <w:rsid w:val="00DD27CC"/>
    <w:rsid w:val="00DD3529"/>
    <w:rsid w:val="00DD384F"/>
    <w:rsid w:val="00DD3C43"/>
    <w:rsid w:val="00DD6B68"/>
    <w:rsid w:val="00DD77CF"/>
    <w:rsid w:val="00DE0A1D"/>
    <w:rsid w:val="00DE1E60"/>
    <w:rsid w:val="00DE2130"/>
    <w:rsid w:val="00DE277E"/>
    <w:rsid w:val="00DE3285"/>
    <w:rsid w:val="00DE3F10"/>
    <w:rsid w:val="00DE4238"/>
    <w:rsid w:val="00DE42A4"/>
    <w:rsid w:val="00DE47AD"/>
    <w:rsid w:val="00DE680E"/>
    <w:rsid w:val="00DE6C93"/>
    <w:rsid w:val="00DF0043"/>
    <w:rsid w:val="00DF0354"/>
    <w:rsid w:val="00DF0B18"/>
    <w:rsid w:val="00DF16FE"/>
    <w:rsid w:val="00DF20A8"/>
    <w:rsid w:val="00DF2D79"/>
    <w:rsid w:val="00DF3588"/>
    <w:rsid w:val="00DF3D71"/>
    <w:rsid w:val="00DF4667"/>
    <w:rsid w:val="00DF4A07"/>
    <w:rsid w:val="00DF4B77"/>
    <w:rsid w:val="00DF5CD9"/>
    <w:rsid w:val="00DF5E2C"/>
    <w:rsid w:val="00DF634C"/>
    <w:rsid w:val="00DF6388"/>
    <w:rsid w:val="00DF69EE"/>
    <w:rsid w:val="00DF7983"/>
    <w:rsid w:val="00E00175"/>
    <w:rsid w:val="00E00E60"/>
    <w:rsid w:val="00E01968"/>
    <w:rsid w:val="00E01A23"/>
    <w:rsid w:val="00E0224A"/>
    <w:rsid w:val="00E03DA0"/>
    <w:rsid w:val="00E058E1"/>
    <w:rsid w:val="00E05BAA"/>
    <w:rsid w:val="00E05EDC"/>
    <w:rsid w:val="00E07387"/>
    <w:rsid w:val="00E0766D"/>
    <w:rsid w:val="00E07B43"/>
    <w:rsid w:val="00E07DB0"/>
    <w:rsid w:val="00E1010B"/>
    <w:rsid w:val="00E103A7"/>
    <w:rsid w:val="00E10829"/>
    <w:rsid w:val="00E113FD"/>
    <w:rsid w:val="00E11533"/>
    <w:rsid w:val="00E12BE6"/>
    <w:rsid w:val="00E12DEF"/>
    <w:rsid w:val="00E13330"/>
    <w:rsid w:val="00E1356E"/>
    <w:rsid w:val="00E13C0E"/>
    <w:rsid w:val="00E13C71"/>
    <w:rsid w:val="00E13E90"/>
    <w:rsid w:val="00E14F9E"/>
    <w:rsid w:val="00E15F80"/>
    <w:rsid w:val="00E164C9"/>
    <w:rsid w:val="00E17205"/>
    <w:rsid w:val="00E17910"/>
    <w:rsid w:val="00E21D72"/>
    <w:rsid w:val="00E22CEE"/>
    <w:rsid w:val="00E22D77"/>
    <w:rsid w:val="00E22FBE"/>
    <w:rsid w:val="00E2342C"/>
    <w:rsid w:val="00E23A1C"/>
    <w:rsid w:val="00E24485"/>
    <w:rsid w:val="00E25189"/>
    <w:rsid w:val="00E25C6A"/>
    <w:rsid w:val="00E25E15"/>
    <w:rsid w:val="00E27B02"/>
    <w:rsid w:val="00E31EEE"/>
    <w:rsid w:val="00E31FDD"/>
    <w:rsid w:val="00E33999"/>
    <w:rsid w:val="00E34070"/>
    <w:rsid w:val="00E340C9"/>
    <w:rsid w:val="00E34346"/>
    <w:rsid w:val="00E34B64"/>
    <w:rsid w:val="00E34CC0"/>
    <w:rsid w:val="00E34F10"/>
    <w:rsid w:val="00E350E0"/>
    <w:rsid w:val="00E351CA"/>
    <w:rsid w:val="00E35CD6"/>
    <w:rsid w:val="00E36D4C"/>
    <w:rsid w:val="00E37DE9"/>
    <w:rsid w:val="00E37F00"/>
    <w:rsid w:val="00E407DB"/>
    <w:rsid w:val="00E41420"/>
    <w:rsid w:val="00E4181D"/>
    <w:rsid w:val="00E41A42"/>
    <w:rsid w:val="00E425D8"/>
    <w:rsid w:val="00E425E2"/>
    <w:rsid w:val="00E426FF"/>
    <w:rsid w:val="00E42836"/>
    <w:rsid w:val="00E437A8"/>
    <w:rsid w:val="00E43E31"/>
    <w:rsid w:val="00E440A9"/>
    <w:rsid w:val="00E44219"/>
    <w:rsid w:val="00E4454C"/>
    <w:rsid w:val="00E44956"/>
    <w:rsid w:val="00E4498F"/>
    <w:rsid w:val="00E44E40"/>
    <w:rsid w:val="00E45625"/>
    <w:rsid w:val="00E45FE8"/>
    <w:rsid w:val="00E46215"/>
    <w:rsid w:val="00E46899"/>
    <w:rsid w:val="00E4775D"/>
    <w:rsid w:val="00E47898"/>
    <w:rsid w:val="00E4790A"/>
    <w:rsid w:val="00E47ED6"/>
    <w:rsid w:val="00E5015B"/>
    <w:rsid w:val="00E50DE0"/>
    <w:rsid w:val="00E5109E"/>
    <w:rsid w:val="00E5118E"/>
    <w:rsid w:val="00E51CB7"/>
    <w:rsid w:val="00E52C2C"/>
    <w:rsid w:val="00E53A59"/>
    <w:rsid w:val="00E5402C"/>
    <w:rsid w:val="00E5524E"/>
    <w:rsid w:val="00E56952"/>
    <w:rsid w:val="00E57A4C"/>
    <w:rsid w:val="00E57FDD"/>
    <w:rsid w:val="00E60BD8"/>
    <w:rsid w:val="00E61323"/>
    <w:rsid w:val="00E632EB"/>
    <w:rsid w:val="00E638D3"/>
    <w:rsid w:val="00E6419A"/>
    <w:rsid w:val="00E64352"/>
    <w:rsid w:val="00E65F42"/>
    <w:rsid w:val="00E6653B"/>
    <w:rsid w:val="00E67AFB"/>
    <w:rsid w:val="00E701C4"/>
    <w:rsid w:val="00E71045"/>
    <w:rsid w:val="00E72686"/>
    <w:rsid w:val="00E727B6"/>
    <w:rsid w:val="00E731EA"/>
    <w:rsid w:val="00E733DB"/>
    <w:rsid w:val="00E737A1"/>
    <w:rsid w:val="00E73A63"/>
    <w:rsid w:val="00E7447B"/>
    <w:rsid w:val="00E74B39"/>
    <w:rsid w:val="00E74CE1"/>
    <w:rsid w:val="00E774C0"/>
    <w:rsid w:val="00E77C11"/>
    <w:rsid w:val="00E8015D"/>
    <w:rsid w:val="00E8037C"/>
    <w:rsid w:val="00E8164D"/>
    <w:rsid w:val="00E819A9"/>
    <w:rsid w:val="00E81E65"/>
    <w:rsid w:val="00E81EDD"/>
    <w:rsid w:val="00E81F56"/>
    <w:rsid w:val="00E82065"/>
    <w:rsid w:val="00E82BEC"/>
    <w:rsid w:val="00E852D8"/>
    <w:rsid w:val="00E8628A"/>
    <w:rsid w:val="00E86D37"/>
    <w:rsid w:val="00E87A25"/>
    <w:rsid w:val="00E87D32"/>
    <w:rsid w:val="00E920B9"/>
    <w:rsid w:val="00E92873"/>
    <w:rsid w:val="00E92E0D"/>
    <w:rsid w:val="00E932D3"/>
    <w:rsid w:val="00E93A8D"/>
    <w:rsid w:val="00E943C9"/>
    <w:rsid w:val="00E94ED6"/>
    <w:rsid w:val="00E9506F"/>
    <w:rsid w:val="00E95AC6"/>
    <w:rsid w:val="00E96697"/>
    <w:rsid w:val="00E97B95"/>
    <w:rsid w:val="00EA0104"/>
    <w:rsid w:val="00EA1E9A"/>
    <w:rsid w:val="00EA2457"/>
    <w:rsid w:val="00EA28C2"/>
    <w:rsid w:val="00EA29AA"/>
    <w:rsid w:val="00EA317E"/>
    <w:rsid w:val="00EA32B9"/>
    <w:rsid w:val="00EA3510"/>
    <w:rsid w:val="00EA3FF4"/>
    <w:rsid w:val="00EA53FA"/>
    <w:rsid w:val="00EA6154"/>
    <w:rsid w:val="00EA6B84"/>
    <w:rsid w:val="00EB20B6"/>
    <w:rsid w:val="00EB27D3"/>
    <w:rsid w:val="00EB3E1C"/>
    <w:rsid w:val="00EB3F04"/>
    <w:rsid w:val="00EB442C"/>
    <w:rsid w:val="00EB507F"/>
    <w:rsid w:val="00EB56EE"/>
    <w:rsid w:val="00EC10E4"/>
    <w:rsid w:val="00EC2720"/>
    <w:rsid w:val="00EC292A"/>
    <w:rsid w:val="00EC2FD8"/>
    <w:rsid w:val="00EC350D"/>
    <w:rsid w:val="00EC3BFD"/>
    <w:rsid w:val="00EC4353"/>
    <w:rsid w:val="00EC43A6"/>
    <w:rsid w:val="00EC49A8"/>
    <w:rsid w:val="00EC6786"/>
    <w:rsid w:val="00EC7A09"/>
    <w:rsid w:val="00EC7FCB"/>
    <w:rsid w:val="00ED0202"/>
    <w:rsid w:val="00ED105E"/>
    <w:rsid w:val="00ED12F9"/>
    <w:rsid w:val="00ED26C4"/>
    <w:rsid w:val="00ED29F5"/>
    <w:rsid w:val="00ED2A99"/>
    <w:rsid w:val="00ED323A"/>
    <w:rsid w:val="00ED33A0"/>
    <w:rsid w:val="00ED3DD1"/>
    <w:rsid w:val="00ED405E"/>
    <w:rsid w:val="00ED428F"/>
    <w:rsid w:val="00ED5CBA"/>
    <w:rsid w:val="00ED610D"/>
    <w:rsid w:val="00ED6728"/>
    <w:rsid w:val="00ED7159"/>
    <w:rsid w:val="00EE1AFB"/>
    <w:rsid w:val="00EE23ED"/>
    <w:rsid w:val="00EE3188"/>
    <w:rsid w:val="00EE3BB3"/>
    <w:rsid w:val="00EE4070"/>
    <w:rsid w:val="00EE4522"/>
    <w:rsid w:val="00EE455C"/>
    <w:rsid w:val="00EE5050"/>
    <w:rsid w:val="00EE5714"/>
    <w:rsid w:val="00EE5C80"/>
    <w:rsid w:val="00EE657D"/>
    <w:rsid w:val="00EE7504"/>
    <w:rsid w:val="00EE7A9C"/>
    <w:rsid w:val="00EE7CD7"/>
    <w:rsid w:val="00EE7ED4"/>
    <w:rsid w:val="00EF14BA"/>
    <w:rsid w:val="00EF2572"/>
    <w:rsid w:val="00EF2F8A"/>
    <w:rsid w:val="00EF308F"/>
    <w:rsid w:val="00EF446C"/>
    <w:rsid w:val="00EF4474"/>
    <w:rsid w:val="00EF461D"/>
    <w:rsid w:val="00EF4686"/>
    <w:rsid w:val="00EF4B80"/>
    <w:rsid w:val="00EF4E17"/>
    <w:rsid w:val="00EF512F"/>
    <w:rsid w:val="00EF536B"/>
    <w:rsid w:val="00EF55C4"/>
    <w:rsid w:val="00EF59C4"/>
    <w:rsid w:val="00EF5DA5"/>
    <w:rsid w:val="00EF601D"/>
    <w:rsid w:val="00EF603B"/>
    <w:rsid w:val="00EF672E"/>
    <w:rsid w:val="00EF68BC"/>
    <w:rsid w:val="00EF69E4"/>
    <w:rsid w:val="00EF79D4"/>
    <w:rsid w:val="00F00305"/>
    <w:rsid w:val="00F007EA"/>
    <w:rsid w:val="00F00F67"/>
    <w:rsid w:val="00F014CC"/>
    <w:rsid w:val="00F01644"/>
    <w:rsid w:val="00F01BD1"/>
    <w:rsid w:val="00F02275"/>
    <w:rsid w:val="00F02F0E"/>
    <w:rsid w:val="00F03489"/>
    <w:rsid w:val="00F034DF"/>
    <w:rsid w:val="00F0410C"/>
    <w:rsid w:val="00F04B1D"/>
    <w:rsid w:val="00F04BF8"/>
    <w:rsid w:val="00F053FE"/>
    <w:rsid w:val="00F05813"/>
    <w:rsid w:val="00F05C16"/>
    <w:rsid w:val="00F05C38"/>
    <w:rsid w:val="00F05F9A"/>
    <w:rsid w:val="00F062A7"/>
    <w:rsid w:val="00F0637F"/>
    <w:rsid w:val="00F06766"/>
    <w:rsid w:val="00F06C15"/>
    <w:rsid w:val="00F06DB3"/>
    <w:rsid w:val="00F0720D"/>
    <w:rsid w:val="00F07C5F"/>
    <w:rsid w:val="00F07C6E"/>
    <w:rsid w:val="00F1053E"/>
    <w:rsid w:val="00F10C13"/>
    <w:rsid w:val="00F11046"/>
    <w:rsid w:val="00F112F2"/>
    <w:rsid w:val="00F11E55"/>
    <w:rsid w:val="00F12801"/>
    <w:rsid w:val="00F13283"/>
    <w:rsid w:val="00F14276"/>
    <w:rsid w:val="00F1436F"/>
    <w:rsid w:val="00F14892"/>
    <w:rsid w:val="00F14D79"/>
    <w:rsid w:val="00F1505E"/>
    <w:rsid w:val="00F15691"/>
    <w:rsid w:val="00F15DD2"/>
    <w:rsid w:val="00F169C7"/>
    <w:rsid w:val="00F16A00"/>
    <w:rsid w:val="00F16B50"/>
    <w:rsid w:val="00F16FDD"/>
    <w:rsid w:val="00F171EC"/>
    <w:rsid w:val="00F1774B"/>
    <w:rsid w:val="00F20763"/>
    <w:rsid w:val="00F20E16"/>
    <w:rsid w:val="00F20EFB"/>
    <w:rsid w:val="00F23535"/>
    <w:rsid w:val="00F24352"/>
    <w:rsid w:val="00F24446"/>
    <w:rsid w:val="00F25649"/>
    <w:rsid w:val="00F263FD"/>
    <w:rsid w:val="00F26915"/>
    <w:rsid w:val="00F278A4"/>
    <w:rsid w:val="00F27A25"/>
    <w:rsid w:val="00F27FDF"/>
    <w:rsid w:val="00F30154"/>
    <w:rsid w:val="00F30361"/>
    <w:rsid w:val="00F30F2A"/>
    <w:rsid w:val="00F312A1"/>
    <w:rsid w:val="00F31407"/>
    <w:rsid w:val="00F31833"/>
    <w:rsid w:val="00F32029"/>
    <w:rsid w:val="00F33485"/>
    <w:rsid w:val="00F33AB5"/>
    <w:rsid w:val="00F33C0D"/>
    <w:rsid w:val="00F343CC"/>
    <w:rsid w:val="00F346D3"/>
    <w:rsid w:val="00F34A41"/>
    <w:rsid w:val="00F34DB7"/>
    <w:rsid w:val="00F34DDF"/>
    <w:rsid w:val="00F35BE1"/>
    <w:rsid w:val="00F36AE0"/>
    <w:rsid w:val="00F37B84"/>
    <w:rsid w:val="00F4017D"/>
    <w:rsid w:val="00F402B2"/>
    <w:rsid w:val="00F4185A"/>
    <w:rsid w:val="00F41EDC"/>
    <w:rsid w:val="00F42FFF"/>
    <w:rsid w:val="00F438CC"/>
    <w:rsid w:val="00F446FF"/>
    <w:rsid w:val="00F44AB7"/>
    <w:rsid w:val="00F453E6"/>
    <w:rsid w:val="00F455FC"/>
    <w:rsid w:val="00F464A3"/>
    <w:rsid w:val="00F464D3"/>
    <w:rsid w:val="00F469ED"/>
    <w:rsid w:val="00F475C6"/>
    <w:rsid w:val="00F4795F"/>
    <w:rsid w:val="00F503B4"/>
    <w:rsid w:val="00F50FFF"/>
    <w:rsid w:val="00F510D0"/>
    <w:rsid w:val="00F518E7"/>
    <w:rsid w:val="00F51D3E"/>
    <w:rsid w:val="00F529A8"/>
    <w:rsid w:val="00F535A9"/>
    <w:rsid w:val="00F56E2D"/>
    <w:rsid w:val="00F57A3F"/>
    <w:rsid w:val="00F57F9D"/>
    <w:rsid w:val="00F61005"/>
    <w:rsid w:val="00F6181E"/>
    <w:rsid w:val="00F639D1"/>
    <w:rsid w:val="00F63E0E"/>
    <w:rsid w:val="00F63FB6"/>
    <w:rsid w:val="00F6521B"/>
    <w:rsid w:val="00F653EB"/>
    <w:rsid w:val="00F65401"/>
    <w:rsid w:val="00F664FF"/>
    <w:rsid w:val="00F66FDE"/>
    <w:rsid w:val="00F6719C"/>
    <w:rsid w:val="00F6784F"/>
    <w:rsid w:val="00F67C37"/>
    <w:rsid w:val="00F7043B"/>
    <w:rsid w:val="00F70608"/>
    <w:rsid w:val="00F70F83"/>
    <w:rsid w:val="00F71834"/>
    <w:rsid w:val="00F72BAD"/>
    <w:rsid w:val="00F74A63"/>
    <w:rsid w:val="00F753A6"/>
    <w:rsid w:val="00F75B88"/>
    <w:rsid w:val="00F80A66"/>
    <w:rsid w:val="00F80EA2"/>
    <w:rsid w:val="00F8103E"/>
    <w:rsid w:val="00F8277A"/>
    <w:rsid w:val="00F8363D"/>
    <w:rsid w:val="00F83A3B"/>
    <w:rsid w:val="00F83DB7"/>
    <w:rsid w:val="00F84361"/>
    <w:rsid w:val="00F84923"/>
    <w:rsid w:val="00F84C80"/>
    <w:rsid w:val="00F852A7"/>
    <w:rsid w:val="00F85CDE"/>
    <w:rsid w:val="00F867E2"/>
    <w:rsid w:val="00F87ED1"/>
    <w:rsid w:val="00F919A0"/>
    <w:rsid w:val="00F924C0"/>
    <w:rsid w:val="00F927EA"/>
    <w:rsid w:val="00F93093"/>
    <w:rsid w:val="00F93586"/>
    <w:rsid w:val="00F93B5A"/>
    <w:rsid w:val="00F93BDA"/>
    <w:rsid w:val="00F940F8"/>
    <w:rsid w:val="00F947A0"/>
    <w:rsid w:val="00F9491E"/>
    <w:rsid w:val="00F962B3"/>
    <w:rsid w:val="00F964E2"/>
    <w:rsid w:val="00F965CE"/>
    <w:rsid w:val="00F967DA"/>
    <w:rsid w:val="00F96A42"/>
    <w:rsid w:val="00FA01BA"/>
    <w:rsid w:val="00FA2328"/>
    <w:rsid w:val="00FA2336"/>
    <w:rsid w:val="00FA2EF0"/>
    <w:rsid w:val="00FA301C"/>
    <w:rsid w:val="00FA40E8"/>
    <w:rsid w:val="00FA426B"/>
    <w:rsid w:val="00FA45AE"/>
    <w:rsid w:val="00FA4DFB"/>
    <w:rsid w:val="00FA5B5E"/>
    <w:rsid w:val="00FA5D13"/>
    <w:rsid w:val="00FA62E2"/>
    <w:rsid w:val="00FA63A6"/>
    <w:rsid w:val="00FA6B76"/>
    <w:rsid w:val="00FA7D09"/>
    <w:rsid w:val="00FA7E05"/>
    <w:rsid w:val="00FA7F80"/>
    <w:rsid w:val="00FB04CB"/>
    <w:rsid w:val="00FB0ADD"/>
    <w:rsid w:val="00FB3DAC"/>
    <w:rsid w:val="00FB4340"/>
    <w:rsid w:val="00FB4489"/>
    <w:rsid w:val="00FB4B23"/>
    <w:rsid w:val="00FB4B48"/>
    <w:rsid w:val="00FB4B79"/>
    <w:rsid w:val="00FB4BDE"/>
    <w:rsid w:val="00FB6352"/>
    <w:rsid w:val="00FB67E3"/>
    <w:rsid w:val="00FB6A72"/>
    <w:rsid w:val="00FB7634"/>
    <w:rsid w:val="00FC0404"/>
    <w:rsid w:val="00FC144F"/>
    <w:rsid w:val="00FC16FA"/>
    <w:rsid w:val="00FC1AE1"/>
    <w:rsid w:val="00FC2067"/>
    <w:rsid w:val="00FC36BB"/>
    <w:rsid w:val="00FC37D5"/>
    <w:rsid w:val="00FC4042"/>
    <w:rsid w:val="00FC44BA"/>
    <w:rsid w:val="00FC44F8"/>
    <w:rsid w:val="00FC4653"/>
    <w:rsid w:val="00FC4722"/>
    <w:rsid w:val="00FC537C"/>
    <w:rsid w:val="00FC555E"/>
    <w:rsid w:val="00FC5612"/>
    <w:rsid w:val="00FC68B3"/>
    <w:rsid w:val="00FC692D"/>
    <w:rsid w:val="00FC6F05"/>
    <w:rsid w:val="00FD07C2"/>
    <w:rsid w:val="00FD1653"/>
    <w:rsid w:val="00FD167C"/>
    <w:rsid w:val="00FD2389"/>
    <w:rsid w:val="00FD427A"/>
    <w:rsid w:val="00FD42A6"/>
    <w:rsid w:val="00FD4C56"/>
    <w:rsid w:val="00FD4F15"/>
    <w:rsid w:val="00FD602A"/>
    <w:rsid w:val="00FD622C"/>
    <w:rsid w:val="00FD6CD5"/>
    <w:rsid w:val="00FD73CA"/>
    <w:rsid w:val="00FE0321"/>
    <w:rsid w:val="00FE05C9"/>
    <w:rsid w:val="00FE09F5"/>
    <w:rsid w:val="00FE0E7B"/>
    <w:rsid w:val="00FE0E83"/>
    <w:rsid w:val="00FE135E"/>
    <w:rsid w:val="00FE2E2B"/>
    <w:rsid w:val="00FE7EA0"/>
    <w:rsid w:val="00FF0192"/>
    <w:rsid w:val="00FF0944"/>
    <w:rsid w:val="00FF0AD2"/>
    <w:rsid w:val="00FF0B4D"/>
    <w:rsid w:val="00FF1FFD"/>
    <w:rsid w:val="00FF2903"/>
    <w:rsid w:val="00FF2B01"/>
    <w:rsid w:val="00FF2C82"/>
    <w:rsid w:val="00FF31F2"/>
    <w:rsid w:val="00FF35AE"/>
    <w:rsid w:val="00FF3F5B"/>
    <w:rsid w:val="00FF52C8"/>
    <w:rsid w:val="00FF655D"/>
    <w:rsid w:val="00FF6E64"/>
    <w:rsid w:val="00FF76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semiHidden="0" w:uiPriority="5" w:unhideWhenUsed="0" w:qFormat="1"/>
    <w:lsdException w:name="heading 3" w:semiHidden="0" w:uiPriority="6" w:unhideWhenUsed="0" w:qFormat="1"/>
    <w:lsdException w:name="heading 4" w:semiHidden="0" w:uiPriority="7"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caption" w:semiHidden="0" w:uiPriority="35" w:unhideWhenUsed="0" w:qFormat="1"/>
    <w:lsdException w:name="footnote reference" w:semiHidden="0" w:unhideWhenUsed="0"/>
    <w:lsdException w:name="page number" w:semiHidden="0" w:unhideWhenUsed="0"/>
    <w:lsdException w:name="endnote reference" w:semiHidden="0" w:unhideWhenUsed="0"/>
    <w:lsdException w:name="endnote text" w:semiHidden="0" w:unhideWhenUsed="0"/>
    <w:lsdException w:name="Title" w:semiHidden="0" w:uiPriority="10" w:unhideWhenUsed="0" w:qFormat="1"/>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8"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20D06"/>
    <w:pPr>
      <w:spacing w:after="0" w:line="240" w:lineRule="auto"/>
    </w:pPr>
    <w:rPr>
      <w:rFonts w:ascii="Trebuchet MS" w:hAnsi="Trebuchet MS"/>
      <w:sz w:val="24"/>
    </w:rPr>
  </w:style>
  <w:style w:type="paragraph" w:styleId="Heading1">
    <w:name w:val="heading 1"/>
    <w:aliases w:val="RSC B04 A Heading (Section)"/>
    <w:basedOn w:val="Normal"/>
    <w:link w:val="Heading1Char"/>
    <w:uiPriority w:val="4"/>
    <w:qFormat/>
    <w:rsid w:val="001E7CDF"/>
    <w:pPr>
      <w:keepNext/>
      <w:keepLines/>
      <w:numPr>
        <w:numId w:val="21"/>
      </w:numPr>
      <w:spacing w:after="360"/>
      <w:outlineLvl w:val="0"/>
    </w:pPr>
    <w:rPr>
      <w:rFonts w:asciiTheme="minorHAnsi" w:eastAsiaTheme="majorEastAsia" w:hAnsiTheme="minorHAnsi" w:cstheme="majorBidi"/>
      <w:b/>
      <w:bCs/>
      <w:kern w:val="28"/>
      <w:szCs w:val="28"/>
    </w:rPr>
  </w:style>
  <w:style w:type="paragraph" w:styleId="Heading2">
    <w:name w:val="heading 2"/>
    <w:aliases w:val="RSC B06 B Heading (Sub-Section)"/>
    <w:link w:val="Heading2Char"/>
    <w:uiPriority w:val="5"/>
    <w:qFormat/>
    <w:rsid w:val="001E7CDF"/>
    <w:pPr>
      <w:keepNext/>
      <w:keepLines/>
      <w:numPr>
        <w:ilvl w:val="1"/>
        <w:numId w:val="21"/>
      </w:numPr>
      <w:spacing w:after="360"/>
      <w:outlineLvl w:val="1"/>
    </w:pPr>
    <w:rPr>
      <w:rFonts w:eastAsiaTheme="majorEastAsia" w:cstheme="majorBidi"/>
      <w:b/>
      <w:bCs/>
      <w:kern w:val="28"/>
      <w:sz w:val="18"/>
      <w:szCs w:val="26"/>
    </w:rPr>
  </w:style>
  <w:style w:type="paragraph" w:styleId="Heading3">
    <w:name w:val="heading 3"/>
    <w:aliases w:val="RSC B08 C Heading (In-line)"/>
    <w:link w:val="Heading3Char"/>
    <w:uiPriority w:val="6"/>
    <w:qFormat/>
    <w:rsid w:val="008E7A9A"/>
    <w:pPr>
      <w:keepNext/>
      <w:keepLines/>
      <w:numPr>
        <w:ilvl w:val="2"/>
        <w:numId w:val="21"/>
      </w:numPr>
      <w:spacing w:after="360"/>
      <w:outlineLvl w:val="2"/>
    </w:pPr>
    <w:rPr>
      <w:rFonts w:eastAsiaTheme="majorEastAsia" w:cstheme="majorBidi"/>
      <w:b/>
      <w:bCs/>
      <w:kern w:val="28"/>
      <w:sz w:val="18"/>
    </w:rPr>
  </w:style>
  <w:style w:type="paragraph" w:styleId="Heading4">
    <w:name w:val="heading 4"/>
    <w:basedOn w:val="Normal"/>
    <w:next w:val="BodyText"/>
    <w:link w:val="Heading4Char"/>
    <w:uiPriority w:val="7"/>
    <w:qFormat/>
    <w:rsid w:val="00E5118E"/>
    <w:pPr>
      <w:keepNext/>
      <w:keepLines/>
      <w:numPr>
        <w:ilvl w:val="3"/>
        <w:numId w:val="21"/>
      </w:numPr>
      <w:spacing w:after="360"/>
      <w:outlineLvl w:val="3"/>
    </w:pPr>
    <w:rPr>
      <w:rFonts w:ascii="Arial" w:eastAsiaTheme="majorEastAsia" w:hAnsi="Arial"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18E"/>
    <w:pPr>
      <w:tabs>
        <w:tab w:val="center" w:pos="4394"/>
        <w:tab w:val="right" w:pos="8789"/>
      </w:tabs>
    </w:pPr>
  </w:style>
  <w:style w:type="character" w:customStyle="1" w:styleId="HeaderChar">
    <w:name w:val="Header Char"/>
    <w:basedOn w:val="DefaultParagraphFont"/>
    <w:link w:val="Header"/>
    <w:uiPriority w:val="99"/>
    <w:rsid w:val="00E5118E"/>
    <w:rPr>
      <w:rFonts w:ascii="Times New Roman" w:hAnsi="Times New Roman"/>
      <w:sz w:val="24"/>
    </w:rPr>
  </w:style>
  <w:style w:type="paragraph" w:styleId="Footer">
    <w:name w:val="footer"/>
    <w:basedOn w:val="Normal"/>
    <w:link w:val="FooterChar"/>
    <w:uiPriority w:val="99"/>
    <w:rsid w:val="00C541AB"/>
    <w:pPr>
      <w:tabs>
        <w:tab w:val="center" w:pos="4394"/>
        <w:tab w:val="right" w:pos="8789"/>
      </w:tabs>
    </w:pPr>
    <w:rPr>
      <w:rFonts w:ascii="Arial" w:hAnsi="Arial"/>
      <w:sz w:val="20"/>
    </w:rPr>
  </w:style>
  <w:style w:type="character" w:customStyle="1" w:styleId="FooterChar">
    <w:name w:val="Footer Char"/>
    <w:basedOn w:val="DefaultParagraphFont"/>
    <w:link w:val="Footer"/>
    <w:uiPriority w:val="99"/>
    <w:rsid w:val="00C541AB"/>
    <w:rPr>
      <w:rFonts w:ascii="Arial" w:hAnsi="Arial"/>
      <w:sz w:val="20"/>
    </w:rPr>
  </w:style>
  <w:style w:type="paragraph" w:styleId="BodyText">
    <w:name w:val="Body Text"/>
    <w:aliases w:val="RSC B02 Article Text"/>
    <w:basedOn w:val="Normal"/>
    <w:link w:val="BodyTextChar"/>
    <w:uiPriority w:val="1"/>
    <w:qFormat/>
    <w:rsid w:val="008E7A9A"/>
    <w:pPr>
      <w:spacing w:after="360" w:line="360" w:lineRule="auto"/>
      <w:jc w:val="both"/>
    </w:pPr>
    <w:rPr>
      <w:rFonts w:asciiTheme="minorHAnsi" w:hAnsiTheme="minorHAnsi"/>
      <w:sz w:val="18"/>
    </w:rPr>
  </w:style>
  <w:style w:type="character" w:customStyle="1" w:styleId="BodyTextChar">
    <w:name w:val="Body Text Char"/>
    <w:aliases w:val="RSC B02 Article Text Char"/>
    <w:basedOn w:val="DefaultParagraphFont"/>
    <w:link w:val="BodyText"/>
    <w:uiPriority w:val="1"/>
    <w:rsid w:val="008E7A9A"/>
    <w:rPr>
      <w:sz w:val="18"/>
    </w:rPr>
  </w:style>
  <w:style w:type="paragraph" w:styleId="Caption">
    <w:name w:val="caption"/>
    <w:basedOn w:val="Normal"/>
    <w:next w:val="BodyText"/>
    <w:uiPriority w:val="9"/>
    <w:qFormat/>
    <w:rsid w:val="00EC43A6"/>
    <w:pPr>
      <w:spacing w:before="120"/>
    </w:pPr>
    <w:rPr>
      <w:rFonts w:ascii="Arial" w:hAnsi="Arial"/>
      <w:b/>
      <w:bCs/>
      <w:sz w:val="20"/>
      <w:szCs w:val="18"/>
    </w:rPr>
  </w:style>
  <w:style w:type="paragraph" w:customStyle="1" w:styleId="Caption2">
    <w:name w:val="Caption2"/>
    <w:basedOn w:val="Caption"/>
    <w:next w:val="BodyText"/>
    <w:uiPriority w:val="10"/>
    <w:qFormat/>
    <w:rsid w:val="00C541AB"/>
    <w:pPr>
      <w:spacing w:before="0" w:after="360"/>
    </w:pPr>
  </w:style>
  <w:style w:type="paragraph" w:customStyle="1" w:styleId="Captionfollow">
    <w:name w:val="Captionfollow"/>
    <w:basedOn w:val="Caption"/>
    <w:next w:val="BodyText"/>
    <w:uiPriority w:val="11"/>
    <w:qFormat/>
    <w:rsid w:val="00F263FD"/>
    <w:pPr>
      <w:spacing w:before="0" w:after="160"/>
    </w:pPr>
    <w:rPr>
      <w:b w:val="0"/>
    </w:rPr>
  </w:style>
  <w:style w:type="character" w:styleId="EndnoteReference">
    <w:name w:val="endnote reference"/>
    <w:basedOn w:val="DefaultParagraphFont"/>
    <w:uiPriority w:val="99"/>
    <w:rsid w:val="00C541AB"/>
    <w:rPr>
      <w:rFonts w:ascii="Arial" w:hAnsi="Arial"/>
      <w:sz w:val="20"/>
      <w:vertAlign w:val="superscript"/>
    </w:rPr>
  </w:style>
  <w:style w:type="paragraph" w:styleId="EndnoteText">
    <w:name w:val="endnote text"/>
    <w:basedOn w:val="Normal"/>
    <w:link w:val="EndnoteTextChar"/>
    <w:uiPriority w:val="99"/>
    <w:rsid w:val="00C541AB"/>
    <w:pPr>
      <w:spacing w:after="120"/>
      <w:ind w:left="284" w:hanging="284"/>
    </w:pPr>
    <w:rPr>
      <w:rFonts w:ascii="Arial" w:hAnsi="Arial"/>
      <w:sz w:val="20"/>
      <w:szCs w:val="20"/>
    </w:rPr>
  </w:style>
  <w:style w:type="character" w:customStyle="1" w:styleId="EndnoteTextChar">
    <w:name w:val="Endnote Text Char"/>
    <w:basedOn w:val="DefaultParagraphFont"/>
    <w:link w:val="EndnoteText"/>
    <w:uiPriority w:val="99"/>
    <w:rsid w:val="00C541AB"/>
    <w:rPr>
      <w:rFonts w:ascii="Arial" w:hAnsi="Arial"/>
      <w:sz w:val="20"/>
      <w:szCs w:val="20"/>
    </w:rPr>
  </w:style>
  <w:style w:type="character" w:styleId="FootnoteReference">
    <w:name w:val="footnote reference"/>
    <w:basedOn w:val="DefaultParagraphFont"/>
    <w:uiPriority w:val="99"/>
    <w:rsid w:val="00C541AB"/>
    <w:rPr>
      <w:rFonts w:ascii="Arial" w:hAnsi="Arial"/>
      <w:sz w:val="20"/>
      <w:vertAlign w:val="superscript"/>
    </w:rPr>
  </w:style>
  <w:style w:type="paragraph" w:styleId="FootnoteText">
    <w:name w:val="footnote text"/>
    <w:basedOn w:val="Normal"/>
    <w:link w:val="FootnoteTextChar"/>
    <w:uiPriority w:val="99"/>
    <w:rsid w:val="00E5118E"/>
    <w:pPr>
      <w:spacing w:after="120"/>
      <w:ind w:left="284" w:hanging="284"/>
    </w:pPr>
    <w:rPr>
      <w:rFonts w:ascii="Arial" w:hAnsi="Arial"/>
      <w:sz w:val="20"/>
      <w:szCs w:val="20"/>
    </w:rPr>
  </w:style>
  <w:style w:type="character" w:customStyle="1" w:styleId="FootnoteTextChar">
    <w:name w:val="Footnote Text Char"/>
    <w:basedOn w:val="DefaultParagraphFont"/>
    <w:link w:val="FootnoteText"/>
    <w:uiPriority w:val="99"/>
    <w:rsid w:val="00E5118E"/>
    <w:rPr>
      <w:rFonts w:ascii="Arial" w:hAnsi="Arial"/>
      <w:sz w:val="20"/>
      <w:szCs w:val="20"/>
    </w:rPr>
  </w:style>
  <w:style w:type="character" w:customStyle="1" w:styleId="Heading1Char">
    <w:name w:val="Heading 1 Char"/>
    <w:aliases w:val="RSC B04 A Heading (Section) Char"/>
    <w:basedOn w:val="DefaultParagraphFont"/>
    <w:link w:val="Heading1"/>
    <w:uiPriority w:val="4"/>
    <w:rsid w:val="001E7CDF"/>
    <w:rPr>
      <w:rFonts w:eastAsiaTheme="majorEastAsia" w:cstheme="majorBidi"/>
      <w:b/>
      <w:bCs/>
      <w:kern w:val="28"/>
      <w:sz w:val="24"/>
      <w:szCs w:val="28"/>
    </w:rPr>
  </w:style>
  <w:style w:type="character" w:customStyle="1" w:styleId="Heading2Char">
    <w:name w:val="Heading 2 Char"/>
    <w:aliases w:val="RSC B06 B Heading (Sub-Section) Char"/>
    <w:basedOn w:val="DefaultParagraphFont"/>
    <w:link w:val="Heading2"/>
    <w:uiPriority w:val="5"/>
    <w:rsid w:val="001E7CDF"/>
    <w:rPr>
      <w:rFonts w:eastAsiaTheme="majorEastAsia" w:cstheme="majorBidi"/>
      <w:b/>
      <w:bCs/>
      <w:kern w:val="28"/>
      <w:sz w:val="18"/>
      <w:szCs w:val="26"/>
    </w:rPr>
  </w:style>
  <w:style w:type="character" w:customStyle="1" w:styleId="Heading3Char">
    <w:name w:val="Heading 3 Char"/>
    <w:aliases w:val="RSC B08 C Heading (In-line) Char"/>
    <w:basedOn w:val="DefaultParagraphFont"/>
    <w:link w:val="Heading3"/>
    <w:uiPriority w:val="6"/>
    <w:rsid w:val="008E7A9A"/>
    <w:rPr>
      <w:rFonts w:eastAsiaTheme="majorEastAsia" w:cstheme="majorBidi"/>
      <w:b/>
      <w:bCs/>
      <w:kern w:val="28"/>
      <w:sz w:val="18"/>
    </w:rPr>
  </w:style>
  <w:style w:type="character" w:customStyle="1" w:styleId="Heading4Char">
    <w:name w:val="Heading 4 Char"/>
    <w:basedOn w:val="DefaultParagraphFont"/>
    <w:link w:val="Heading4"/>
    <w:uiPriority w:val="7"/>
    <w:rsid w:val="00E5118E"/>
    <w:rPr>
      <w:rFonts w:ascii="Arial" w:eastAsiaTheme="majorEastAsia" w:hAnsi="Arial" w:cstheme="majorBidi"/>
      <w:b/>
      <w:bCs/>
      <w:iCs/>
      <w:sz w:val="24"/>
    </w:rPr>
  </w:style>
  <w:style w:type="character" w:styleId="PageNumber">
    <w:name w:val="page number"/>
    <w:basedOn w:val="DefaultParagraphFont"/>
    <w:uiPriority w:val="99"/>
    <w:rsid w:val="00E5118E"/>
    <w:rPr>
      <w:rFonts w:ascii="Arial" w:hAnsi="Arial"/>
      <w:sz w:val="20"/>
    </w:rPr>
  </w:style>
  <w:style w:type="paragraph" w:styleId="Quote">
    <w:name w:val="Quote"/>
    <w:basedOn w:val="Normal"/>
    <w:next w:val="BodyText"/>
    <w:link w:val="QuoteChar"/>
    <w:uiPriority w:val="8"/>
    <w:qFormat/>
    <w:rsid w:val="00D91D25"/>
    <w:pPr>
      <w:spacing w:after="360"/>
      <w:ind w:left="567" w:right="567"/>
    </w:pPr>
    <w:rPr>
      <w:iCs/>
      <w:color w:val="000000" w:themeColor="text1"/>
    </w:rPr>
  </w:style>
  <w:style w:type="character" w:customStyle="1" w:styleId="QuoteChar">
    <w:name w:val="Quote Char"/>
    <w:basedOn w:val="DefaultParagraphFont"/>
    <w:link w:val="Quote"/>
    <w:uiPriority w:val="8"/>
    <w:rsid w:val="00D91D25"/>
    <w:rPr>
      <w:rFonts w:ascii="Times New Roman" w:hAnsi="Times New Roman"/>
      <w:iCs/>
      <w:color w:val="000000" w:themeColor="text1"/>
      <w:sz w:val="24"/>
    </w:rPr>
  </w:style>
  <w:style w:type="paragraph" w:styleId="Title">
    <w:name w:val="Title"/>
    <w:basedOn w:val="Heading1"/>
    <w:next w:val="Heading1"/>
    <w:link w:val="TitleChar"/>
    <w:uiPriority w:val="10"/>
    <w:qFormat/>
    <w:rsid w:val="00272812"/>
    <w:rPr>
      <w:szCs w:val="52"/>
    </w:rPr>
  </w:style>
  <w:style w:type="character" w:customStyle="1" w:styleId="TitleChar">
    <w:name w:val="Title Char"/>
    <w:basedOn w:val="DefaultParagraphFont"/>
    <w:link w:val="Title"/>
    <w:uiPriority w:val="10"/>
    <w:rsid w:val="00272812"/>
    <w:rPr>
      <w:rFonts w:ascii="Arial" w:eastAsiaTheme="majorEastAsia" w:hAnsi="Arial" w:cstheme="majorBidi"/>
      <w:b/>
      <w:bCs/>
      <w:kern w:val="28"/>
      <w:sz w:val="36"/>
      <w:szCs w:val="52"/>
    </w:rPr>
  </w:style>
  <w:style w:type="paragraph" w:customStyle="1" w:styleId="RSCH01PaperTitle">
    <w:name w:val="RSC H01 Paper Title"/>
    <w:basedOn w:val="Normal"/>
    <w:next w:val="Normal"/>
    <w:link w:val="RSCH01PaperTitleChar"/>
    <w:qFormat/>
    <w:rsid w:val="001E7CDF"/>
    <w:rPr>
      <w:rFonts w:asciiTheme="minorHAnsi" w:hAnsiTheme="minorHAnsi"/>
      <w:b/>
      <w:sz w:val="29"/>
    </w:rPr>
  </w:style>
  <w:style w:type="character" w:customStyle="1" w:styleId="RSCH01PaperTitleChar">
    <w:name w:val="RSC H01 Paper Title Char"/>
    <w:basedOn w:val="TitleChar"/>
    <w:link w:val="RSCH01PaperTitle"/>
    <w:rsid w:val="001E7CDF"/>
    <w:rPr>
      <w:rFonts w:ascii="Arial" w:eastAsiaTheme="majorEastAsia" w:hAnsi="Arial" w:cstheme="majorBidi"/>
      <w:b/>
      <w:bCs w:val="0"/>
      <w:kern w:val="28"/>
      <w:sz w:val="29"/>
      <w:szCs w:val="52"/>
    </w:rPr>
  </w:style>
  <w:style w:type="character" w:styleId="Hyperlink">
    <w:name w:val="Hyperlink"/>
    <w:basedOn w:val="DefaultParagraphFont"/>
    <w:uiPriority w:val="99"/>
    <w:unhideWhenUsed/>
    <w:rsid w:val="00A70078"/>
    <w:rPr>
      <w:color w:val="0000FF" w:themeColor="hyperlink"/>
      <w:u w:val="single"/>
    </w:rPr>
  </w:style>
  <w:style w:type="paragraph" w:styleId="BalloonText">
    <w:name w:val="Balloon Text"/>
    <w:basedOn w:val="Normal"/>
    <w:link w:val="BalloonTextChar"/>
    <w:uiPriority w:val="99"/>
    <w:semiHidden/>
    <w:unhideWhenUsed/>
    <w:rsid w:val="006B78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789B"/>
    <w:rPr>
      <w:rFonts w:ascii="Lucida Grande" w:hAnsi="Lucida Grande" w:cs="Lucida Grande"/>
      <w:sz w:val="18"/>
      <w:szCs w:val="18"/>
    </w:rPr>
  </w:style>
  <w:style w:type="paragraph" w:styleId="TOC2">
    <w:name w:val="toc 2"/>
    <w:basedOn w:val="Normal"/>
    <w:next w:val="Normal"/>
    <w:autoRedefine/>
    <w:uiPriority w:val="39"/>
    <w:unhideWhenUsed/>
    <w:rsid w:val="005E555C"/>
    <w:pPr>
      <w:ind w:left="240"/>
    </w:pPr>
  </w:style>
  <w:style w:type="paragraph" w:styleId="TOC1">
    <w:name w:val="toc 1"/>
    <w:basedOn w:val="Normal"/>
    <w:next w:val="Normal"/>
    <w:autoRedefine/>
    <w:uiPriority w:val="39"/>
    <w:unhideWhenUsed/>
    <w:rsid w:val="00BF549C"/>
    <w:pPr>
      <w:tabs>
        <w:tab w:val="right" w:leader="dot" w:pos="8776"/>
      </w:tabs>
      <w:spacing w:after="100"/>
    </w:pPr>
  </w:style>
  <w:style w:type="paragraph" w:styleId="TOC3">
    <w:name w:val="toc 3"/>
    <w:basedOn w:val="Normal"/>
    <w:next w:val="Normal"/>
    <w:autoRedefine/>
    <w:uiPriority w:val="39"/>
    <w:unhideWhenUsed/>
    <w:rsid w:val="005E555C"/>
    <w:pPr>
      <w:ind w:left="480"/>
    </w:pPr>
  </w:style>
  <w:style w:type="paragraph" w:styleId="TOC4">
    <w:name w:val="toc 4"/>
    <w:basedOn w:val="Normal"/>
    <w:next w:val="Normal"/>
    <w:autoRedefine/>
    <w:uiPriority w:val="39"/>
    <w:unhideWhenUsed/>
    <w:rsid w:val="005E555C"/>
    <w:pPr>
      <w:ind w:left="720"/>
    </w:pPr>
  </w:style>
  <w:style w:type="paragraph" w:styleId="TOC5">
    <w:name w:val="toc 5"/>
    <w:basedOn w:val="Normal"/>
    <w:next w:val="Normal"/>
    <w:autoRedefine/>
    <w:uiPriority w:val="39"/>
    <w:unhideWhenUsed/>
    <w:rsid w:val="005E555C"/>
    <w:pPr>
      <w:ind w:left="960"/>
    </w:pPr>
  </w:style>
  <w:style w:type="paragraph" w:styleId="TOC6">
    <w:name w:val="toc 6"/>
    <w:basedOn w:val="Normal"/>
    <w:next w:val="Normal"/>
    <w:autoRedefine/>
    <w:uiPriority w:val="39"/>
    <w:unhideWhenUsed/>
    <w:rsid w:val="005E555C"/>
    <w:pPr>
      <w:ind w:left="1200"/>
    </w:pPr>
  </w:style>
  <w:style w:type="paragraph" w:styleId="TOC7">
    <w:name w:val="toc 7"/>
    <w:basedOn w:val="Normal"/>
    <w:next w:val="Normal"/>
    <w:autoRedefine/>
    <w:uiPriority w:val="39"/>
    <w:unhideWhenUsed/>
    <w:rsid w:val="005E555C"/>
    <w:pPr>
      <w:ind w:left="1440"/>
    </w:pPr>
  </w:style>
  <w:style w:type="paragraph" w:styleId="TOC8">
    <w:name w:val="toc 8"/>
    <w:basedOn w:val="Normal"/>
    <w:next w:val="Normal"/>
    <w:autoRedefine/>
    <w:uiPriority w:val="39"/>
    <w:unhideWhenUsed/>
    <w:rsid w:val="005E555C"/>
    <w:pPr>
      <w:ind w:left="1680"/>
    </w:pPr>
  </w:style>
  <w:style w:type="paragraph" w:styleId="TOC9">
    <w:name w:val="toc 9"/>
    <w:basedOn w:val="Normal"/>
    <w:next w:val="Normal"/>
    <w:autoRedefine/>
    <w:uiPriority w:val="39"/>
    <w:unhideWhenUsed/>
    <w:rsid w:val="005E555C"/>
    <w:pPr>
      <w:ind w:left="1920"/>
    </w:pPr>
  </w:style>
  <w:style w:type="paragraph" w:customStyle="1" w:styleId="EndNoteBibliographyTitle">
    <w:name w:val="EndNote Bibliography Title"/>
    <w:basedOn w:val="Normal"/>
    <w:rsid w:val="00C76351"/>
    <w:pPr>
      <w:jc w:val="center"/>
    </w:pPr>
    <w:rPr>
      <w:rFonts w:ascii="Calibri" w:hAnsi="Calibri"/>
      <w:sz w:val="18"/>
      <w:lang w:val="en-US"/>
    </w:rPr>
  </w:style>
  <w:style w:type="paragraph" w:customStyle="1" w:styleId="EndNoteBibliography">
    <w:name w:val="EndNote Bibliography"/>
    <w:basedOn w:val="Normal"/>
    <w:rsid w:val="00C76351"/>
    <w:rPr>
      <w:rFonts w:ascii="Calibri" w:hAnsi="Calibri"/>
      <w:sz w:val="18"/>
      <w:lang w:val="en-US"/>
    </w:rPr>
  </w:style>
  <w:style w:type="paragraph" w:customStyle="1" w:styleId="Body">
    <w:name w:val="Body"/>
    <w:basedOn w:val="Heading3"/>
    <w:rsid w:val="0038331C"/>
    <w:pPr>
      <w:numPr>
        <w:ilvl w:val="0"/>
        <w:numId w:val="0"/>
      </w:numPr>
      <w:jc w:val="both"/>
    </w:pPr>
  </w:style>
  <w:style w:type="paragraph" w:customStyle="1" w:styleId="bodyte">
    <w:name w:val="body te"/>
    <w:basedOn w:val="Heading3"/>
    <w:rsid w:val="00604E52"/>
    <w:pPr>
      <w:numPr>
        <w:ilvl w:val="0"/>
        <w:numId w:val="0"/>
      </w:numPr>
      <w:jc w:val="both"/>
    </w:pPr>
  </w:style>
  <w:style w:type="paragraph" w:styleId="DocumentMap">
    <w:name w:val="Document Map"/>
    <w:basedOn w:val="Normal"/>
    <w:link w:val="DocumentMapChar"/>
    <w:uiPriority w:val="99"/>
    <w:semiHidden/>
    <w:unhideWhenUsed/>
    <w:rsid w:val="00F93586"/>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93586"/>
    <w:rPr>
      <w:rFonts w:ascii="Lucida Grande" w:hAnsi="Lucida Grande" w:cs="Lucida Grande"/>
      <w:sz w:val="24"/>
      <w:szCs w:val="24"/>
    </w:rPr>
  </w:style>
  <w:style w:type="character" w:styleId="CommentReference">
    <w:name w:val="annotation reference"/>
    <w:basedOn w:val="DefaultParagraphFont"/>
    <w:uiPriority w:val="99"/>
    <w:semiHidden/>
    <w:unhideWhenUsed/>
    <w:rsid w:val="00E44956"/>
    <w:rPr>
      <w:sz w:val="16"/>
      <w:szCs w:val="16"/>
    </w:rPr>
  </w:style>
  <w:style w:type="paragraph" w:styleId="CommentText">
    <w:name w:val="annotation text"/>
    <w:basedOn w:val="Normal"/>
    <w:link w:val="CommentTextChar"/>
    <w:uiPriority w:val="99"/>
    <w:unhideWhenUsed/>
    <w:rsid w:val="00E44956"/>
    <w:rPr>
      <w:sz w:val="20"/>
      <w:szCs w:val="20"/>
    </w:rPr>
  </w:style>
  <w:style w:type="character" w:customStyle="1" w:styleId="CommentTextChar">
    <w:name w:val="Comment Text Char"/>
    <w:basedOn w:val="DefaultParagraphFont"/>
    <w:link w:val="CommentText"/>
    <w:uiPriority w:val="99"/>
    <w:rsid w:val="00E44956"/>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E44956"/>
    <w:rPr>
      <w:b/>
      <w:bCs/>
    </w:rPr>
  </w:style>
  <w:style w:type="character" w:customStyle="1" w:styleId="CommentSubjectChar">
    <w:name w:val="Comment Subject Char"/>
    <w:basedOn w:val="CommentTextChar"/>
    <w:link w:val="CommentSubject"/>
    <w:uiPriority w:val="99"/>
    <w:semiHidden/>
    <w:rsid w:val="00E44956"/>
    <w:rPr>
      <w:rFonts w:ascii="Trebuchet MS" w:hAnsi="Trebuchet MS"/>
      <w:b/>
      <w:bCs/>
      <w:sz w:val="20"/>
      <w:szCs w:val="20"/>
    </w:rPr>
  </w:style>
  <w:style w:type="paragraph" w:styleId="Revision">
    <w:name w:val="Revision"/>
    <w:hidden/>
    <w:uiPriority w:val="99"/>
    <w:semiHidden/>
    <w:rsid w:val="00731FB3"/>
    <w:pPr>
      <w:spacing w:after="0" w:line="240" w:lineRule="auto"/>
    </w:pPr>
    <w:rPr>
      <w:rFonts w:ascii="Trebuchet MS" w:hAnsi="Trebuchet MS"/>
      <w:sz w:val="24"/>
    </w:rPr>
  </w:style>
  <w:style w:type="table" w:styleId="TableGrid">
    <w:name w:val="Table Grid"/>
    <w:basedOn w:val="TableNormal"/>
    <w:uiPriority w:val="59"/>
    <w:rsid w:val="00F810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6B792F"/>
  </w:style>
  <w:style w:type="paragraph" w:customStyle="1" w:styleId="Standard">
    <w:name w:val="Standard"/>
    <w:rsid w:val="00807A7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ormalWeb">
    <w:name w:val="Normal (Web)"/>
    <w:basedOn w:val="Normal"/>
    <w:uiPriority w:val="99"/>
    <w:semiHidden/>
    <w:unhideWhenUsed/>
    <w:rsid w:val="006A4C5E"/>
    <w:pPr>
      <w:spacing w:before="100" w:beforeAutospacing="1" w:after="100" w:afterAutospacing="1"/>
    </w:pPr>
    <w:rPr>
      <w:rFonts w:ascii="Times New Roman" w:hAnsi="Times New Roman" w:cs="Times New Roman"/>
      <w:szCs w:val="24"/>
      <w:lang w:eastAsia="en-GB"/>
    </w:rPr>
  </w:style>
  <w:style w:type="paragraph" w:customStyle="1" w:styleId="Title1">
    <w:name w:val="Title1"/>
    <w:basedOn w:val="Normal"/>
    <w:rsid w:val="00E61323"/>
    <w:pPr>
      <w:spacing w:before="100" w:beforeAutospacing="1" w:after="100" w:afterAutospacing="1"/>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semiHidden="0" w:uiPriority="5" w:unhideWhenUsed="0" w:qFormat="1"/>
    <w:lsdException w:name="heading 3" w:semiHidden="0" w:uiPriority="6" w:unhideWhenUsed="0" w:qFormat="1"/>
    <w:lsdException w:name="heading 4" w:semiHidden="0" w:uiPriority="7"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caption" w:semiHidden="0" w:uiPriority="35" w:unhideWhenUsed="0" w:qFormat="1"/>
    <w:lsdException w:name="footnote reference" w:semiHidden="0" w:unhideWhenUsed="0"/>
    <w:lsdException w:name="page number" w:semiHidden="0" w:unhideWhenUsed="0"/>
    <w:lsdException w:name="endnote reference" w:semiHidden="0" w:unhideWhenUsed="0"/>
    <w:lsdException w:name="endnote text" w:semiHidden="0" w:unhideWhenUsed="0"/>
    <w:lsdException w:name="Title" w:semiHidden="0" w:uiPriority="10" w:unhideWhenUsed="0" w:qFormat="1"/>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8"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20D06"/>
    <w:pPr>
      <w:spacing w:after="0" w:line="240" w:lineRule="auto"/>
    </w:pPr>
    <w:rPr>
      <w:rFonts w:ascii="Trebuchet MS" w:hAnsi="Trebuchet MS"/>
      <w:sz w:val="24"/>
    </w:rPr>
  </w:style>
  <w:style w:type="paragraph" w:styleId="Heading1">
    <w:name w:val="heading 1"/>
    <w:aliases w:val="RSC B04 A Heading (Section)"/>
    <w:basedOn w:val="Normal"/>
    <w:link w:val="Heading1Char"/>
    <w:uiPriority w:val="4"/>
    <w:qFormat/>
    <w:rsid w:val="001E7CDF"/>
    <w:pPr>
      <w:keepNext/>
      <w:keepLines/>
      <w:numPr>
        <w:numId w:val="21"/>
      </w:numPr>
      <w:spacing w:after="360"/>
      <w:outlineLvl w:val="0"/>
    </w:pPr>
    <w:rPr>
      <w:rFonts w:asciiTheme="minorHAnsi" w:eastAsiaTheme="majorEastAsia" w:hAnsiTheme="minorHAnsi" w:cstheme="majorBidi"/>
      <w:b/>
      <w:bCs/>
      <w:kern w:val="28"/>
      <w:szCs w:val="28"/>
    </w:rPr>
  </w:style>
  <w:style w:type="paragraph" w:styleId="Heading2">
    <w:name w:val="heading 2"/>
    <w:aliases w:val="RSC B06 B Heading (Sub-Section)"/>
    <w:link w:val="Heading2Char"/>
    <w:uiPriority w:val="5"/>
    <w:qFormat/>
    <w:rsid w:val="001E7CDF"/>
    <w:pPr>
      <w:keepNext/>
      <w:keepLines/>
      <w:numPr>
        <w:ilvl w:val="1"/>
        <w:numId w:val="21"/>
      </w:numPr>
      <w:spacing w:after="360"/>
      <w:outlineLvl w:val="1"/>
    </w:pPr>
    <w:rPr>
      <w:rFonts w:eastAsiaTheme="majorEastAsia" w:cstheme="majorBidi"/>
      <w:b/>
      <w:bCs/>
      <w:kern w:val="28"/>
      <w:sz w:val="18"/>
      <w:szCs w:val="26"/>
    </w:rPr>
  </w:style>
  <w:style w:type="paragraph" w:styleId="Heading3">
    <w:name w:val="heading 3"/>
    <w:aliases w:val="RSC B08 C Heading (In-line)"/>
    <w:link w:val="Heading3Char"/>
    <w:uiPriority w:val="6"/>
    <w:qFormat/>
    <w:rsid w:val="008E7A9A"/>
    <w:pPr>
      <w:keepNext/>
      <w:keepLines/>
      <w:numPr>
        <w:ilvl w:val="2"/>
        <w:numId w:val="21"/>
      </w:numPr>
      <w:spacing w:after="360"/>
      <w:outlineLvl w:val="2"/>
    </w:pPr>
    <w:rPr>
      <w:rFonts w:eastAsiaTheme="majorEastAsia" w:cstheme="majorBidi"/>
      <w:b/>
      <w:bCs/>
      <w:kern w:val="28"/>
      <w:sz w:val="18"/>
    </w:rPr>
  </w:style>
  <w:style w:type="paragraph" w:styleId="Heading4">
    <w:name w:val="heading 4"/>
    <w:basedOn w:val="Normal"/>
    <w:next w:val="BodyText"/>
    <w:link w:val="Heading4Char"/>
    <w:uiPriority w:val="7"/>
    <w:qFormat/>
    <w:rsid w:val="00E5118E"/>
    <w:pPr>
      <w:keepNext/>
      <w:keepLines/>
      <w:numPr>
        <w:ilvl w:val="3"/>
        <w:numId w:val="21"/>
      </w:numPr>
      <w:spacing w:after="360"/>
      <w:outlineLvl w:val="3"/>
    </w:pPr>
    <w:rPr>
      <w:rFonts w:ascii="Arial" w:eastAsiaTheme="majorEastAsia" w:hAnsi="Arial"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18E"/>
    <w:pPr>
      <w:tabs>
        <w:tab w:val="center" w:pos="4394"/>
        <w:tab w:val="right" w:pos="8789"/>
      </w:tabs>
    </w:pPr>
  </w:style>
  <w:style w:type="character" w:customStyle="1" w:styleId="HeaderChar">
    <w:name w:val="Header Char"/>
    <w:basedOn w:val="DefaultParagraphFont"/>
    <w:link w:val="Header"/>
    <w:uiPriority w:val="99"/>
    <w:rsid w:val="00E5118E"/>
    <w:rPr>
      <w:rFonts w:ascii="Times New Roman" w:hAnsi="Times New Roman"/>
      <w:sz w:val="24"/>
    </w:rPr>
  </w:style>
  <w:style w:type="paragraph" w:styleId="Footer">
    <w:name w:val="footer"/>
    <w:basedOn w:val="Normal"/>
    <w:link w:val="FooterChar"/>
    <w:uiPriority w:val="99"/>
    <w:rsid w:val="00C541AB"/>
    <w:pPr>
      <w:tabs>
        <w:tab w:val="center" w:pos="4394"/>
        <w:tab w:val="right" w:pos="8789"/>
      </w:tabs>
    </w:pPr>
    <w:rPr>
      <w:rFonts w:ascii="Arial" w:hAnsi="Arial"/>
      <w:sz w:val="20"/>
    </w:rPr>
  </w:style>
  <w:style w:type="character" w:customStyle="1" w:styleId="FooterChar">
    <w:name w:val="Footer Char"/>
    <w:basedOn w:val="DefaultParagraphFont"/>
    <w:link w:val="Footer"/>
    <w:uiPriority w:val="99"/>
    <w:rsid w:val="00C541AB"/>
    <w:rPr>
      <w:rFonts w:ascii="Arial" w:hAnsi="Arial"/>
      <w:sz w:val="20"/>
    </w:rPr>
  </w:style>
  <w:style w:type="paragraph" w:styleId="BodyText">
    <w:name w:val="Body Text"/>
    <w:aliases w:val="RSC B02 Article Text"/>
    <w:basedOn w:val="Normal"/>
    <w:link w:val="BodyTextChar"/>
    <w:uiPriority w:val="1"/>
    <w:qFormat/>
    <w:rsid w:val="008E7A9A"/>
    <w:pPr>
      <w:spacing w:after="360" w:line="360" w:lineRule="auto"/>
      <w:jc w:val="both"/>
    </w:pPr>
    <w:rPr>
      <w:rFonts w:asciiTheme="minorHAnsi" w:hAnsiTheme="minorHAnsi"/>
      <w:sz w:val="18"/>
    </w:rPr>
  </w:style>
  <w:style w:type="character" w:customStyle="1" w:styleId="BodyTextChar">
    <w:name w:val="Body Text Char"/>
    <w:aliases w:val="RSC B02 Article Text Char"/>
    <w:basedOn w:val="DefaultParagraphFont"/>
    <w:link w:val="BodyText"/>
    <w:uiPriority w:val="1"/>
    <w:rsid w:val="008E7A9A"/>
    <w:rPr>
      <w:sz w:val="18"/>
    </w:rPr>
  </w:style>
  <w:style w:type="paragraph" w:styleId="Caption">
    <w:name w:val="caption"/>
    <w:basedOn w:val="Normal"/>
    <w:next w:val="BodyText"/>
    <w:uiPriority w:val="9"/>
    <w:qFormat/>
    <w:rsid w:val="00EC43A6"/>
    <w:pPr>
      <w:spacing w:before="120"/>
    </w:pPr>
    <w:rPr>
      <w:rFonts w:ascii="Arial" w:hAnsi="Arial"/>
      <w:b/>
      <w:bCs/>
      <w:sz w:val="20"/>
      <w:szCs w:val="18"/>
    </w:rPr>
  </w:style>
  <w:style w:type="paragraph" w:customStyle="1" w:styleId="Caption2">
    <w:name w:val="Caption2"/>
    <w:basedOn w:val="Caption"/>
    <w:next w:val="BodyText"/>
    <w:uiPriority w:val="10"/>
    <w:qFormat/>
    <w:rsid w:val="00C541AB"/>
    <w:pPr>
      <w:spacing w:before="0" w:after="360"/>
    </w:pPr>
  </w:style>
  <w:style w:type="paragraph" w:customStyle="1" w:styleId="Captionfollow">
    <w:name w:val="Captionfollow"/>
    <w:basedOn w:val="Caption"/>
    <w:next w:val="BodyText"/>
    <w:uiPriority w:val="11"/>
    <w:qFormat/>
    <w:rsid w:val="00F263FD"/>
    <w:pPr>
      <w:spacing w:before="0" w:after="160"/>
    </w:pPr>
    <w:rPr>
      <w:b w:val="0"/>
    </w:rPr>
  </w:style>
  <w:style w:type="character" w:styleId="EndnoteReference">
    <w:name w:val="endnote reference"/>
    <w:basedOn w:val="DefaultParagraphFont"/>
    <w:uiPriority w:val="99"/>
    <w:rsid w:val="00C541AB"/>
    <w:rPr>
      <w:rFonts w:ascii="Arial" w:hAnsi="Arial"/>
      <w:sz w:val="20"/>
      <w:vertAlign w:val="superscript"/>
    </w:rPr>
  </w:style>
  <w:style w:type="paragraph" w:styleId="EndnoteText">
    <w:name w:val="endnote text"/>
    <w:basedOn w:val="Normal"/>
    <w:link w:val="EndnoteTextChar"/>
    <w:uiPriority w:val="99"/>
    <w:rsid w:val="00C541AB"/>
    <w:pPr>
      <w:spacing w:after="120"/>
      <w:ind w:left="284" w:hanging="284"/>
    </w:pPr>
    <w:rPr>
      <w:rFonts w:ascii="Arial" w:hAnsi="Arial"/>
      <w:sz w:val="20"/>
      <w:szCs w:val="20"/>
    </w:rPr>
  </w:style>
  <w:style w:type="character" w:customStyle="1" w:styleId="EndnoteTextChar">
    <w:name w:val="Endnote Text Char"/>
    <w:basedOn w:val="DefaultParagraphFont"/>
    <w:link w:val="EndnoteText"/>
    <w:uiPriority w:val="99"/>
    <w:rsid w:val="00C541AB"/>
    <w:rPr>
      <w:rFonts w:ascii="Arial" w:hAnsi="Arial"/>
      <w:sz w:val="20"/>
      <w:szCs w:val="20"/>
    </w:rPr>
  </w:style>
  <w:style w:type="character" w:styleId="FootnoteReference">
    <w:name w:val="footnote reference"/>
    <w:basedOn w:val="DefaultParagraphFont"/>
    <w:uiPriority w:val="99"/>
    <w:rsid w:val="00C541AB"/>
    <w:rPr>
      <w:rFonts w:ascii="Arial" w:hAnsi="Arial"/>
      <w:sz w:val="20"/>
      <w:vertAlign w:val="superscript"/>
    </w:rPr>
  </w:style>
  <w:style w:type="paragraph" w:styleId="FootnoteText">
    <w:name w:val="footnote text"/>
    <w:basedOn w:val="Normal"/>
    <w:link w:val="FootnoteTextChar"/>
    <w:uiPriority w:val="99"/>
    <w:rsid w:val="00E5118E"/>
    <w:pPr>
      <w:spacing w:after="120"/>
      <w:ind w:left="284" w:hanging="284"/>
    </w:pPr>
    <w:rPr>
      <w:rFonts w:ascii="Arial" w:hAnsi="Arial"/>
      <w:sz w:val="20"/>
      <w:szCs w:val="20"/>
    </w:rPr>
  </w:style>
  <w:style w:type="character" w:customStyle="1" w:styleId="FootnoteTextChar">
    <w:name w:val="Footnote Text Char"/>
    <w:basedOn w:val="DefaultParagraphFont"/>
    <w:link w:val="FootnoteText"/>
    <w:uiPriority w:val="99"/>
    <w:rsid w:val="00E5118E"/>
    <w:rPr>
      <w:rFonts w:ascii="Arial" w:hAnsi="Arial"/>
      <w:sz w:val="20"/>
      <w:szCs w:val="20"/>
    </w:rPr>
  </w:style>
  <w:style w:type="character" w:customStyle="1" w:styleId="Heading1Char">
    <w:name w:val="Heading 1 Char"/>
    <w:aliases w:val="RSC B04 A Heading (Section) Char"/>
    <w:basedOn w:val="DefaultParagraphFont"/>
    <w:link w:val="Heading1"/>
    <w:uiPriority w:val="4"/>
    <w:rsid w:val="001E7CDF"/>
    <w:rPr>
      <w:rFonts w:eastAsiaTheme="majorEastAsia" w:cstheme="majorBidi"/>
      <w:b/>
      <w:bCs/>
      <w:kern w:val="28"/>
      <w:sz w:val="24"/>
      <w:szCs w:val="28"/>
    </w:rPr>
  </w:style>
  <w:style w:type="character" w:customStyle="1" w:styleId="Heading2Char">
    <w:name w:val="Heading 2 Char"/>
    <w:aliases w:val="RSC B06 B Heading (Sub-Section) Char"/>
    <w:basedOn w:val="DefaultParagraphFont"/>
    <w:link w:val="Heading2"/>
    <w:uiPriority w:val="5"/>
    <w:rsid w:val="001E7CDF"/>
    <w:rPr>
      <w:rFonts w:eastAsiaTheme="majorEastAsia" w:cstheme="majorBidi"/>
      <w:b/>
      <w:bCs/>
      <w:kern w:val="28"/>
      <w:sz w:val="18"/>
      <w:szCs w:val="26"/>
    </w:rPr>
  </w:style>
  <w:style w:type="character" w:customStyle="1" w:styleId="Heading3Char">
    <w:name w:val="Heading 3 Char"/>
    <w:aliases w:val="RSC B08 C Heading (In-line) Char"/>
    <w:basedOn w:val="DefaultParagraphFont"/>
    <w:link w:val="Heading3"/>
    <w:uiPriority w:val="6"/>
    <w:rsid w:val="008E7A9A"/>
    <w:rPr>
      <w:rFonts w:eastAsiaTheme="majorEastAsia" w:cstheme="majorBidi"/>
      <w:b/>
      <w:bCs/>
      <w:kern w:val="28"/>
      <w:sz w:val="18"/>
    </w:rPr>
  </w:style>
  <w:style w:type="character" w:customStyle="1" w:styleId="Heading4Char">
    <w:name w:val="Heading 4 Char"/>
    <w:basedOn w:val="DefaultParagraphFont"/>
    <w:link w:val="Heading4"/>
    <w:uiPriority w:val="7"/>
    <w:rsid w:val="00E5118E"/>
    <w:rPr>
      <w:rFonts w:ascii="Arial" w:eastAsiaTheme="majorEastAsia" w:hAnsi="Arial" w:cstheme="majorBidi"/>
      <w:b/>
      <w:bCs/>
      <w:iCs/>
      <w:sz w:val="24"/>
    </w:rPr>
  </w:style>
  <w:style w:type="character" w:styleId="PageNumber">
    <w:name w:val="page number"/>
    <w:basedOn w:val="DefaultParagraphFont"/>
    <w:uiPriority w:val="99"/>
    <w:rsid w:val="00E5118E"/>
    <w:rPr>
      <w:rFonts w:ascii="Arial" w:hAnsi="Arial"/>
      <w:sz w:val="20"/>
    </w:rPr>
  </w:style>
  <w:style w:type="paragraph" w:styleId="Quote">
    <w:name w:val="Quote"/>
    <w:basedOn w:val="Normal"/>
    <w:next w:val="BodyText"/>
    <w:link w:val="QuoteChar"/>
    <w:uiPriority w:val="8"/>
    <w:qFormat/>
    <w:rsid w:val="00D91D25"/>
    <w:pPr>
      <w:spacing w:after="360"/>
      <w:ind w:left="567" w:right="567"/>
    </w:pPr>
    <w:rPr>
      <w:iCs/>
      <w:color w:val="000000" w:themeColor="text1"/>
    </w:rPr>
  </w:style>
  <w:style w:type="character" w:customStyle="1" w:styleId="QuoteChar">
    <w:name w:val="Quote Char"/>
    <w:basedOn w:val="DefaultParagraphFont"/>
    <w:link w:val="Quote"/>
    <w:uiPriority w:val="8"/>
    <w:rsid w:val="00D91D25"/>
    <w:rPr>
      <w:rFonts w:ascii="Times New Roman" w:hAnsi="Times New Roman"/>
      <w:iCs/>
      <w:color w:val="000000" w:themeColor="text1"/>
      <w:sz w:val="24"/>
    </w:rPr>
  </w:style>
  <w:style w:type="paragraph" w:styleId="Title">
    <w:name w:val="Title"/>
    <w:basedOn w:val="Heading1"/>
    <w:next w:val="Heading1"/>
    <w:link w:val="TitleChar"/>
    <w:uiPriority w:val="10"/>
    <w:qFormat/>
    <w:rsid w:val="00272812"/>
    <w:rPr>
      <w:szCs w:val="52"/>
    </w:rPr>
  </w:style>
  <w:style w:type="character" w:customStyle="1" w:styleId="TitleChar">
    <w:name w:val="Title Char"/>
    <w:basedOn w:val="DefaultParagraphFont"/>
    <w:link w:val="Title"/>
    <w:uiPriority w:val="10"/>
    <w:rsid w:val="00272812"/>
    <w:rPr>
      <w:rFonts w:ascii="Arial" w:eastAsiaTheme="majorEastAsia" w:hAnsi="Arial" w:cstheme="majorBidi"/>
      <w:b/>
      <w:bCs/>
      <w:kern w:val="28"/>
      <w:sz w:val="36"/>
      <w:szCs w:val="52"/>
    </w:rPr>
  </w:style>
  <w:style w:type="paragraph" w:customStyle="1" w:styleId="RSCH01PaperTitle">
    <w:name w:val="RSC H01 Paper Title"/>
    <w:basedOn w:val="Normal"/>
    <w:next w:val="Normal"/>
    <w:link w:val="RSCH01PaperTitleChar"/>
    <w:qFormat/>
    <w:rsid w:val="001E7CDF"/>
    <w:rPr>
      <w:rFonts w:asciiTheme="minorHAnsi" w:hAnsiTheme="minorHAnsi"/>
      <w:b/>
      <w:sz w:val="29"/>
    </w:rPr>
  </w:style>
  <w:style w:type="character" w:customStyle="1" w:styleId="RSCH01PaperTitleChar">
    <w:name w:val="RSC H01 Paper Title Char"/>
    <w:basedOn w:val="TitleChar"/>
    <w:link w:val="RSCH01PaperTitle"/>
    <w:rsid w:val="001E7CDF"/>
    <w:rPr>
      <w:rFonts w:ascii="Arial" w:eastAsiaTheme="majorEastAsia" w:hAnsi="Arial" w:cstheme="majorBidi"/>
      <w:b/>
      <w:bCs w:val="0"/>
      <w:kern w:val="28"/>
      <w:sz w:val="29"/>
      <w:szCs w:val="52"/>
    </w:rPr>
  </w:style>
  <w:style w:type="character" w:styleId="Hyperlink">
    <w:name w:val="Hyperlink"/>
    <w:basedOn w:val="DefaultParagraphFont"/>
    <w:uiPriority w:val="99"/>
    <w:unhideWhenUsed/>
    <w:rsid w:val="00A70078"/>
    <w:rPr>
      <w:color w:val="0000FF" w:themeColor="hyperlink"/>
      <w:u w:val="single"/>
    </w:rPr>
  </w:style>
  <w:style w:type="paragraph" w:styleId="BalloonText">
    <w:name w:val="Balloon Text"/>
    <w:basedOn w:val="Normal"/>
    <w:link w:val="BalloonTextChar"/>
    <w:uiPriority w:val="99"/>
    <w:semiHidden/>
    <w:unhideWhenUsed/>
    <w:rsid w:val="006B78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789B"/>
    <w:rPr>
      <w:rFonts w:ascii="Lucida Grande" w:hAnsi="Lucida Grande" w:cs="Lucida Grande"/>
      <w:sz w:val="18"/>
      <w:szCs w:val="18"/>
    </w:rPr>
  </w:style>
  <w:style w:type="paragraph" w:styleId="TOC2">
    <w:name w:val="toc 2"/>
    <w:basedOn w:val="Normal"/>
    <w:next w:val="Normal"/>
    <w:autoRedefine/>
    <w:uiPriority w:val="39"/>
    <w:unhideWhenUsed/>
    <w:rsid w:val="005E555C"/>
    <w:pPr>
      <w:ind w:left="240"/>
    </w:pPr>
  </w:style>
  <w:style w:type="paragraph" w:styleId="TOC1">
    <w:name w:val="toc 1"/>
    <w:basedOn w:val="Normal"/>
    <w:next w:val="Normal"/>
    <w:autoRedefine/>
    <w:uiPriority w:val="39"/>
    <w:unhideWhenUsed/>
    <w:rsid w:val="00BF549C"/>
    <w:pPr>
      <w:tabs>
        <w:tab w:val="right" w:leader="dot" w:pos="8776"/>
      </w:tabs>
      <w:spacing w:after="100"/>
    </w:pPr>
  </w:style>
  <w:style w:type="paragraph" w:styleId="TOC3">
    <w:name w:val="toc 3"/>
    <w:basedOn w:val="Normal"/>
    <w:next w:val="Normal"/>
    <w:autoRedefine/>
    <w:uiPriority w:val="39"/>
    <w:unhideWhenUsed/>
    <w:rsid w:val="005E555C"/>
    <w:pPr>
      <w:ind w:left="480"/>
    </w:pPr>
  </w:style>
  <w:style w:type="paragraph" w:styleId="TOC4">
    <w:name w:val="toc 4"/>
    <w:basedOn w:val="Normal"/>
    <w:next w:val="Normal"/>
    <w:autoRedefine/>
    <w:uiPriority w:val="39"/>
    <w:unhideWhenUsed/>
    <w:rsid w:val="005E555C"/>
    <w:pPr>
      <w:ind w:left="720"/>
    </w:pPr>
  </w:style>
  <w:style w:type="paragraph" w:styleId="TOC5">
    <w:name w:val="toc 5"/>
    <w:basedOn w:val="Normal"/>
    <w:next w:val="Normal"/>
    <w:autoRedefine/>
    <w:uiPriority w:val="39"/>
    <w:unhideWhenUsed/>
    <w:rsid w:val="005E555C"/>
    <w:pPr>
      <w:ind w:left="960"/>
    </w:pPr>
  </w:style>
  <w:style w:type="paragraph" w:styleId="TOC6">
    <w:name w:val="toc 6"/>
    <w:basedOn w:val="Normal"/>
    <w:next w:val="Normal"/>
    <w:autoRedefine/>
    <w:uiPriority w:val="39"/>
    <w:unhideWhenUsed/>
    <w:rsid w:val="005E555C"/>
    <w:pPr>
      <w:ind w:left="1200"/>
    </w:pPr>
  </w:style>
  <w:style w:type="paragraph" w:styleId="TOC7">
    <w:name w:val="toc 7"/>
    <w:basedOn w:val="Normal"/>
    <w:next w:val="Normal"/>
    <w:autoRedefine/>
    <w:uiPriority w:val="39"/>
    <w:unhideWhenUsed/>
    <w:rsid w:val="005E555C"/>
    <w:pPr>
      <w:ind w:left="1440"/>
    </w:pPr>
  </w:style>
  <w:style w:type="paragraph" w:styleId="TOC8">
    <w:name w:val="toc 8"/>
    <w:basedOn w:val="Normal"/>
    <w:next w:val="Normal"/>
    <w:autoRedefine/>
    <w:uiPriority w:val="39"/>
    <w:unhideWhenUsed/>
    <w:rsid w:val="005E555C"/>
    <w:pPr>
      <w:ind w:left="1680"/>
    </w:pPr>
  </w:style>
  <w:style w:type="paragraph" w:styleId="TOC9">
    <w:name w:val="toc 9"/>
    <w:basedOn w:val="Normal"/>
    <w:next w:val="Normal"/>
    <w:autoRedefine/>
    <w:uiPriority w:val="39"/>
    <w:unhideWhenUsed/>
    <w:rsid w:val="005E555C"/>
    <w:pPr>
      <w:ind w:left="1920"/>
    </w:pPr>
  </w:style>
  <w:style w:type="paragraph" w:customStyle="1" w:styleId="EndNoteBibliographyTitle">
    <w:name w:val="EndNote Bibliography Title"/>
    <w:basedOn w:val="Normal"/>
    <w:rsid w:val="00C76351"/>
    <w:pPr>
      <w:jc w:val="center"/>
    </w:pPr>
    <w:rPr>
      <w:rFonts w:ascii="Calibri" w:hAnsi="Calibri"/>
      <w:sz w:val="18"/>
      <w:lang w:val="en-US"/>
    </w:rPr>
  </w:style>
  <w:style w:type="paragraph" w:customStyle="1" w:styleId="EndNoteBibliography">
    <w:name w:val="EndNote Bibliography"/>
    <w:basedOn w:val="Normal"/>
    <w:rsid w:val="00C76351"/>
    <w:rPr>
      <w:rFonts w:ascii="Calibri" w:hAnsi="Calibri"/>
      <w:sz w:val="18"/>
      <w:lang w:val="en-US"/>
    </w:rPr>
  </w:style>
  <w:style w:type="paragraph" w:customStyle="1" w:styleId="Body">
    <w:name w:val="Body"/>
    <w:basedOn w:val="Heading3"/>
    <w:rsid w:val="0038331C"/>
    <w:pPr>
      <w:numPr>
        <w:ilvl w:val="0"/>
        <w:numId w:val="0"/>
      </w:numPr>
      <w:jc w:val="both"/>
    </w:pPr>
  </w:style>
  <w:style w:type="paragraph" w:customStyle="1" w:styleId="bodyte">
    <w:name w:val="body te"/>
    <w:basedOn w:val="Heading3"/>
    <w:rsid w:val="00604E52"/>
    <w:pPr>
      <w:numPr>
        <w:ilvl w:val="0"/>
        <w:numId w:val="0"/>
      </w:numPr>
      <w:jc w:val="both"/>
    </w:pPr>
  </w:style>
  <w:style w:type="paragraph" w:styleId="DocumentMap">
    <w:name w:val="Document Map"/>
    <w:basedOn w:val="Normal"/>
    <w:link w:val="DocumentMapChar"/>
    <w:uiPriority w:val="99"/>
    <w:semiHidden/>
    <w:unhideWhenUsed/>
    <w:rsid w:val="00F93586"/>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93586"/>
    <w:rPr>
      <w:rFonts w:ascii="Lucida Grande" w:hAnsi="Lucida Grande" w:cs="Lucida Grande"/>
      <w:sz w:val="24"/>
      <w:szCs w:val="24"/>
    </w:rPr>
  </w:style>
  <w:style w:type="character" w:styleId="CommentReference">
    <w:name w:val="annotation reference"/>
    <w:basedOn w:val="DefaultParagraphFont"/>
    <w:uiPriority w:val="99"/>
    <w:semiHidden/>
    <w:unhideWhenUsed/>
    <w:rsid w:val="00E44956"/>
    <w:rPr>
      <w:sz w:val="16"/>
      <w:szCs w:val="16"/>
    </w:rPr>
  </w:style>
  <w:style w:type="paragraph" w:styleId="CommentText">
    <w:name w:val="annotation text"/>
    <w:basedOn w:val="Normal"/>
    <w:link w:val="CommentTextChar"/>
    <w:uiPriority w:val="99"/>
    <w:unhideWhenUsed/>
    <w:rsid w:val="00E44956"/>
    <w:rPr>
      <w:sz w:val="20"/>
      <w:szCs w:val="20"/>
    </w:rPr>
  </w:style>
  <w:style w:type="character" w:customStyle="1" w:styleId="CommentTextChar">
    <w:name w:val="Comment Text Char"/>
    <w:basedOn w:val="DefaultParagraphFont"/>
    <w:link w:val="CommentText"/>
    <w:uiPriority w:val="99"/>
    <w:rsid w:val="00E44956"/>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E44956"/>
    <w:rPr>
      <w:b/>
      <w:bCs/>
    </w:rPr>
  </w:style>
  <w:style w:type="character" w:customStyle="1" w:styleId="CommentSubjectChar">
    <w:name w:val="Comment Subject Char"/>
    <w:basedOn w:val="CommentTextChar"/>
    <w:link w:val="CommentSubject"/>
    <w:uiPriority w:val="99"/>
    <w:semiHidden/>
    <w:rsid w:val="00E44956"/>
    <w:rPr>
      <w:rFonts w:ascii="Trebuchet MS" w:hAnsi="Trebuchet MS"/>
      <w:b/>
      <w:bCs/>
      <w:sz w:val="20"/>
      <w:szCs w:val="20"/>
    </w:rPr>
  </w:style>
  <w:style w:type="paragraph" w:styleId="Revision">
    <w:name w:val="Revision"/>
    <w:hidden/>
    <w:uiPriority w:val="99"/>
    <w:semiHidden/>
    <w:rsid w:val="00731FB3"/>
    <w:pPr>
      <w:spacing w:after="0" w:line="240" w:lineRule="auto"/>
    </w:pPr>
    <w:rPr>
      <w:rFonts w:ascii="Trebuchet MS" w:hAnsi="Trebuchet MS"/>
      <w:sz w:val="24"/>
    </w:rPr>
  </w:style>
  <w:style w:type="table" w:styleId="TableGrid">
    <w:name w:val="Table Grid"/>
    <w:basedOn w:val="TableNormal"/>
    <w:uiPriority w:val="59"/>
    <w:rsid w:val="00F810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6B792F"/>
  </w:style>
  <w:style w:type="paragraph" w:customStyle="1" w:styleId="Standard">
    <w:name w:val="Standard"/>
    <w:rsid w:val="00807A7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ormalWeb">
    <w:name w:val="Normal (Web)"/>
    <w:basedOn w:val="Normal"/>
    <w:uiPriority w:val="99"/>
    <w:semiHidden/>
    <w:unhideWhenUsed/>
    <w:rsid w:val="006A4C5E"/>
    <w:pPr>
      <w:spacing w:before="100" w:beforeAutospacing="1" w:after="100" w:afterAutospacing="1"/>
    </w:pPr>
    <w:rPr>
      <w:rFonts w:ascii="Times New Roman" w:hAnsi="Times New Roman" w:cs="Times New Roman"/>
      <w:szCs w:val="24"/>
      <w:lang w:eastAsia="en-GB"/>
    </w:rPr>
  </w:style>
  <w:style w:type="paragraph" w:customStyle="1" w:styleId="Title1">
    <w:name w:val="Title1"/>
    <w:basedOn w:val="Normal"/>
    <w:rsid w:val="00E61323"/>
    <w:pPr>
      <w:spacing w:before="100" w:beforeAutospacing="1" w:after="100" w:afterAutospacing="1"/>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64">
      <w:bodyDiv w:val="1"/>
      <w:marLeft w:val="0"/>
      <w:marRight w:val="0"/>
      <w:marTop w:val="0"/>
      <w:marBottom w:val="0"/>
      <w:divBdr>
        <w:top w:val="none" w:sz="0" w:space="0" w:color="auto"/>
        <w:left w:val="none" w:sz="0" w:space="0" w:color="auto"/>
        <w:bottom w:val="none" w:sz="0" w:space="0" w:color="auto"/>
        <w:right w:val="none" w:sz="0" w:space="0" w:color="auto"/>
      </w:divBdr>
    </w:div>
    <w:div w:id="33818853">
      <w:bodyDiv w:val="1"/>
      <w:marLeft w:val="0"/>
      <w:marRight w:val="0"/>
      <w:marTop w:val="0"/>
      <w:marBottom w:val="0"/>
      <w:divBdr>
        <w:top w:val="none" w:sz="0" w:space="0" w:color="auto"/>
        <w:left w:val="none" w:sz="0" w:space="0" w:color="auto"/>
        <w:bottom w:val="none" w:sz="0" w:space="0" w:color="auto"/>
        <w:right w:val="none" w:sz="0" w:space="0" w:color="auto"/>
      </w:divBdr>
    </w:div>
    <w:div w:id="34550394">
      <w:bodyDiv w:val="1"/>
      <w:marLeft w:val="0"/>
      <w:marRight w:val="0"/>
      <w:marTop w:val="0"/>
      <w:marBottom w:val="0"/>
      <w:divBdr>
        <w:top w:val="none" w:sz="0" w:space="0" w:color="auto"/>
        <w:left w:val="none" w:sz="0" w:space="0" w:color="auto"/>
        <w:bottom w:val="none" w:sz="0" w:space="0" w:color="auto"/>
        <w:right w:val="none" w:sz="0" w:space="0" w:color="auto"/>
      </w:divBdr>
    </w:div>
    <w:div w:id="55445677">
      <w:bodyDiv w:val="1"/>
      <w:marLeft w:val="0"/>
      <w:marRight w:val="0"/>
      <w:marTop w:val="0"/>
      <w:marBottom w:val="0"/>
      <w:divBdr>
        <w:top w:val="none" w:sz="0" w:space="0" w:color="auto"/>
        <w:left w:val="none" w:sz="0" w:space="0" w:color="auto"/>
        <w:bottom w:val="none" w:sz="0" w:space="0" w:color="auto"/>
        <w:right w:val="none" w:sz="0" w:space="0" w:color="auto"/>
      </w:divBdr>
    </w:div>
    <w:div w:id="66273758">
      <w:bodyDiv w:val="1"/>
      <w:marLeft w:val="0"/>
      <w:marRight w:val="0"/>
      <w:marTop w:val="0"/>
      <w:marBottom w:val="0"/>
      <w:divBdr>
        <w:top w:val="none" w:sz="0" w:space="0" w:color="auto"/>
        <w:left w:val="none" w:sz="0" w:space="0" w:color="auto"/>
        <w:bottom w:val="none" w:sz="0" w:space="0" w:color="auto"/>
        <w:right w:val="none" w:sz="0" w:space="0" w:color="auto"/>
      </w:divBdr>
    </w:div>
    <w:div w:id="93980990">
      <w:bodyDiv w:val="1"/>
      <w:marLeft w:val="0"/>
      <w:marRight w:val="0"/>
      <w:marTop w:val="0"/>
      <w:marBottom w:val="0"/>
      <w:divBdr>
        <w:top w:val="none" w:sz="0" w:space="0" w:color="auto"/>
        <w:left w:val="none" w:sz="0" w:space="0" w:color="auto"/>
        <w:bottom w:val="none" w:sz="0" w:space="0" w:color="auto"/>
        <w:right w:val="none" w:sz="0" w:space="0" w:color="auto"/>
      </w:divBdr>
    </w:div>
    <w:div w:id="117073631">
      <w:bodyDiv w:val="1"/>
      <w:marLeft w:val="0"/>
      <w:marRight w:val="0"/>
      <w:marTop w:val="0"/>
      <w:marBottom w:val="0"/>
      <w:divBdr>
        <w:top w:val="none" w:sz="0" w:space="0" w:color="auto"/>
        <w:left w:val="none" w:sz="0" w:space="0" w:color="auto"/>
        <w:bottom w:val="none" w:sz="0" w:space="0" w:color="auto"/>
        <w:right w:val="none" w:sz="0" w:space="0" w:color="auto"/>
      </w:divBdr>
    </w:div>
    <w:div w:id="118113269">
      <w:bodyDiv w:val="1"/>
      <w:marLeft w:val="0"/>
      <w:marRight w:val="0"/>
      <w:marTop w:val="0"/>
      <w:marBottom w:val="0"/>
      <w:divBdr>
        <w:top w:val="none" w:sz="0" w:space="0" w:color="auto"/>
        <w:left w:val="none" w:sz="0" w:space="0" w:color="auto"/>
        <w:bottom w:val="none" w:sz="0" w:space="0" w:color="auto"/>
        <w:right w:val="none" w:sz="0" w:space="0" w:color="auto"/>
      </w:divBdr>
      <w:divsChild>
        <w:div w:id="929705343">
          <w:marLeft w:val="0"/>
          <w:marRight w:val="0"/>
          <w:marTop w:val="0"/>
          <w:marBottom w:val="0"/>
          <w:divBdr>
            <w:top w:val="none" w:sz="0" w:space="0" w:color="auto"/>
            <w:left w:val="none" w:sz="0" w:space="0" w:color="auto"/>
            <w:bottom w:val="none" w:sz="0" w:space="0" w:color="auto"/>
            <w:right w:val="none" w:sz="0" w:space="0" w:color="auto"/>
          </w:divBdr>
        </w:div>
        <w:div w:id="69927726">
          <w:marLeft w:val="0"/>
          <w:marRight w:val="0"/>
          <w:marTop w:val="0"/>
          <w:marBottom w:val="0"/>
          <w:divBdr>
            <w:top w:val="none" w:sz="0" w:space="0" w:color="auto"/>
            <w:left w:val="none" w:sz="0" w:space="0" w:color="auto"/>
            <w:bottom w:val="none" w:sz="0" w:space="0" w:color="auto"/>
            <w:right w:val="none" w:sz="0" w:space="0" w:color="auto"/>
          </w:divBdr>
        </w:div>
        <w:div w:id="6449305">
          <w:marLeft w:val="0"/>
          <w:marRight w:val="0"/>
          <w:marTop w:val="0"/>
          <w:marBottom w:val="0"/>
          <w:divBdr>
            <w:top w:val="none" w:sz="0" w:space="0" w:color="auto"/>
            <w:left w:val="none" w:sz="0" w:space="0" w:color="auto"/>
            <w:bottom w:val="none" w:sz="0" w:space="0" w:color="auto"/>
            <w:right w:val="none" w:sz="0" w:space="0" w:color="auto"/>
          </w:divBdr>
        </w:div>
        <w:div w:id="1589389892">
          <w:marLeft w:val="0"/>
          <w:marRight w:val="0"/>
          <w:marTop w:val="0"/>
          <w:marBottom w:val="0"/>
          <w:divBdr>
            <w:top w:val="none" w:sz="0" w:space="0" w:color="auto"/>
            <w:left w:val="none" w:sz="0" w:space="0" w:color="auto"/>
            <w:bottom w:val="none" w:sz="0" w:space="0" w:color="auto"/>
            <w:right w:val="none" w:sz="0" w:space="0" w:color="auto"/>
          </w:divBdr>
        </w:div>
        <w:div w:id="272980284">
          <w:marLeft w:val="0"/>
          <w:marRight w:val="0"/>
          <w:marTop w:val="0"/>
          <w:marBottom w:val="0"/>
          <w:divBdr>
            <w:top w:val="none" w:sz="0" w:space="0" w:color="auto"/>
            <w:left w:val="none" w:sz="0" w:space="0" w:color="auto"/>
            <w:bottom w:val="none" w:sz="0" w:space="0" w:color="auto"/>
            <w:right w:val="none" w:sz="0" w:space="0" w:color="auto"/>
          </w:divBdr>
        </w:div>
      </w:divsChild>
    </w:div>
    <w:div w:id="120879009">
      <w:bodyDiv w:val="1"/>
      <w:marLeft w:val="0"/>
      <w:marRight w:val="0"/>
      <w:marTop w:val="0"/>
      <w:marBottom w:val="0"/>
      <w:divBdr>
        <w:top w:val="none" w:sz="0" w:space="0" w:color="auto"/>
        <w:left w:val="none" w:sz="0" w:space="0" w:color="auto"/>
        <w:bottom w:val="none" w:sz="0" w:space="0" w:color="auto"/>
        <w:right w:val="none" w:sz="0" w:space="0" w:color="auto"/>
      </w:divBdr>
    </w:div>
    <w:div w:id="167605035">
      <w:bodyDiv w:val="1"/>
      <w:marLeft w:val="0"/>
      <w:marRight w:val="0"/>
      <w:marTop w:val="0"/>
      <w:marBottom w:val="0"/>
      <w:divBdr>
        <w:top w:val="none" w:sz="0" w:space="0" w:color="auto"/>
        <w:left w:val="none" w:sz="0" w:space="0" w:color="auto"/>
        <w:bottom w:val="none" w:sz="0" w:space="0" w:color="auto"/>
        <w:right w:val="none" w:sz="0" w:space="0" w:color="auto"/>
      </w:divBdr>
      <w:divsChild>
        <w:div w:id="2035496210">
          <w:marLeft w:val="0"/>
          <w:marRight w:val="0"/>
          <w:marTop w:val="34"/>
          <w:marBottom w:val="34"/>
          <w:divBdr>
            <w:top w:val="none" w:sz="0" w:space="0" w:color="auto"/>
            <w:left w:val="none" w:sz="0" w:space="0" w:color="auto"/>
            <w:bottom w:val="none" w:sz="0" w:space="0" w:color="auto"/>
            <w:right w:val="none" w:sz="0" w:space="0" w:color="auto"/>
          </w:divBdr>
        </w:div>
      </w:divsChild>
    </w:div>
    <w:div w:id="174349535">
      <w:bodyDiv w:val="1"/>
      <w:marLeft w:val="0"/>
      <w:marRight w:val="0"/>
      <w:marTop w:val="0"/>
      <w:marBottom w:val="0"/>
      <w:divBdr>
        <w:top w:val="none" w:sz="0" w:space="0" w:color="auto"/>
        <w:left w:val="none" w:sz="0" w:space="0" w:color="auto"/>
        <w:bottom w:val="none" w:sz="0" w:space="0" w:color="auto"/>
        <w:right w:val="none" w:sz="0" w:space="0" w:color="auto"/>
      </w:divBdr>
    </w:div>
    <w:div w:id="187568619">
      <w:bodyDiv w:val="1"/>
      <w:marLeft w:val="0"/>
      <w:marRight w:val="0"/>
      <w:marTop w:val="0"/>
      <w:marBottom w:val="0"/>
      <w:divBdr>
        <w:top w:val="none" w:sz="0" w:space="0" w:color="auto"/>
        <w:left w:val="none" w:sz="0" w:space="0" w:color="auto"/>
        <w:bottom w:val="none" w:sz="0" w:space="0" w:color="auto"/>
        <w:right w:val="none" w:sz="0" w:space="0" w:color="auto"/>
      </w:divBdr>
    </w:div>
    <w:div w:id="191766537">
      <w:bodyDiv w:val="1"/>
      <w:marLeft w:val="0"/>
      <w:marRight w:val="0"/>
      <w:marTop w:val="0"/>
      <w:marBottom w:val="0"/>
      <w:divBdr>
        <w:top w:val="none" w:sz="0" w:space="0" w:color="auto"/>
        <w:left w:val="none" w:sz="0" w:space="0" w:color="auto"/>
        <w:bottom w:val="none" w:sz="0" w:space="0" w:color="auto"/>
        <w:right w:val="none" w:sz="0" w:space="0" w:color="auto"/>
      </w:divBdr>
    </w:div>
    <w:div w:id="195504899">
      <w:bodyDiv w:val="1"/>
      <w:marLeft w:val="0"/>
      <w:marRight w:val="0"/>
      <w:marTop w:val="0"/>
      <w:marBottom w:val="0"/>
      <w:divBdr>
        <w:top w:val="none" w:sz="0" w:space="0" w:color="auto"/>
        <w:left w:val="none" w:sz="0" w:space="0" w:color="auto"/>
        <w:bottom w:val="none" w:sz="0" w:space="0" w:color="auto"/>
        <w:right w:val="none" w:sz="0" w:space="0" w:color="auto"/>
      </w:divBdr>
    </w:div>
    <w:div w:id="255602445">
      <w:bodyDiv w:val="1"/>
      <w:marLeft w:val="0"/>
      <w:marRight w:val="0"/>
      <w:marTop w:val="0"/>
      <w:marBottom w:val="0"/>
      <w:divBdr>
        <w:top w:val="none" w:sz="0" w:space="0" w:color="auto"/>
        <w:left w:val="none" w:sz="0" w:space="0" w:color="auto"/>
        <w:bottom w:val="none" w:sz="0" w:space="0" w:color="auto"/>
        <w:right w:val="none" w:sz="0" w:space="0" w:color="auto"/>
      </w:divBdr>
    </w:div>
    <w:div w:id="267734932">
      <w:bodyDiv w:val="1"/>
      <w:marLeft w:val="0"/>
      <w:marRight w:val="0"/>
      <w:marTop w:val="0"/>
      <w:marBottom w:val="0"/>
      <w:divBdr>
        <w:top w:val="none" w:sz="0" w:space="0" w:color="auto"/>
        <w:left w:val="none" w:sz="0" w:space="0" w:color="auto"/>
        <w:bottom w:val="none" w:sz="0" w:space="0" w:color="auto"/>
        <w:right w:val="none" w:sz="0" w:space="0" w:color="auto"/>
      </w:divBdr>
    </w:div>
    <w:div w:id="360865196">
      <w:bodyDiv w:val="1"/>
      <w:marLeft w:val="0"/>
      <w:marRight w:val="0"/>
      <w:marTop w:val="0"/>
      <w:marBottom w:val="0"/>
      <w:divBdr>
        <w:top w:val="none" w:sz="0" w:space="0" w:color="auto"/>
        <w:left w:val="none" w:sz="0" w:space="0" w:color="auto"/>
        <w:bottom w:val="none" w:sz="0" w:space="0" w:color="auto"/>
        <w:right w:val="none" w:sz="0" w:space="0" w:color="auto"/>
      </w:divBdr>
    </w:div>
    <w:div w:id="362942518">
      <w:bodyDiv w:val="1"/>
      <w:marLeft w:val="0"/>
      <w:marRight w:val="0"/>
      <w:marTop w:val="0"/>
      <w:marBottom w:val="0"/>
      <w:divBdr>
        <w:top w:val="none" w:sz="0" w:space="0" w:color="auto"/>
        <w:left w:val="none" w:sz="0" w:space="0" w:color="auto"/>
        <w:bottom w:val="none" w:sz="0" w:space="0" w:color="auto"/>
        <w:right w:val="none" w:sz="0" w:space="0" w:color="auto"/>
      </w:divBdr>
    </w:div>
    <w:div w:id="398946014">
      <w:bodyDiv w:val="1"/>
      <w:marLeft w:val="0"/>
      <w:marRight w:val="0"/>
      <w:marTop w:val="0"/>
      <w:marBottom w:val="0"/>
      <w:divBdr>
        <w:top w:val="none" w:sz="0" w:space="0" w:color="auto"/>
        <w:left w:val="none" w:sz="0" w:space="0" w:color="auto"/>
        <w:bottom w:val="none" w:sz="0" w:space="0" w:color="auto"/>
        <w:right w:val="none" w:sz="0" w:space="0" w:color="auto"/>
      </w:divBdr>
    </w:div>
    <w:div w:id="401608325">
      <w:bodyDiv w:val="1"/>
      <w:marLeft w:val="0"/>
      <w:marRight w:val="0"/>
      <w:marTop w:val="0"/>
      <w:marBottom w:val="0"/>
      <w:divBdr>
        <w:top w:val="none" w:sz="0" w:space="0" w:color="auto"/>
        <w:left w:val="none" w:sz="0" w:space="0" w:color="auto"/>
        <w:bottom w:val="none" w:sz="0" w:space="0" w:color="auto"/>
        <w:right w:val="none" w:sz="0" w:space="0" w:color="auto"/>
      </w:divBdr>
    </w:div>
    <w:div w:id="425611188">
      <w:bodyDiv w:val="1"/>
      <w:marLeft w:val="0"/>
      <w:marRight w:val="0"/>
      <w:marTop w:val="0"/>
      <w:marBottom w:val="0"/>
      <w:divBdr>
        <w:top w:val="none" w:sz="0" w:space="0" w:color="auto"/>
        <w:left w:val="none" w:sz="0" w:space="0" w:color="auto"/>
        <w:bottom w:val="none" w:sz="0" w:space="0" w:color="auto"/>
        <w:right w:val="none" w:sz="0" w:space="0" w:color="auto"/>
      </w:divBdr>
    </w:div>
    <w:div w:id="484711137">
      <w:bodyDiv w:val="1"/>
      <w:marLeft w:val="0"/>
      <w:marRight w:val="0"/>
      <w:marTop w:val="0"/>
      <w:marBottom w:val="0"/>
      <w:divBdr>
        <w:top w:val="none" w:sz="0" w:space="0" w:color="auto"/>
        <w:left w:val="none" w:sz="0" w:space="0" w:color="auto"/>
        <w:bottom w:val="none" w:sz="0" w:space="0" w:color="auto"/>
        <w:right w:val="none" w:sz="0" w:space="0" w:color="auto"/>
      </w:divBdr>
    </w:div>
    <w:div w:id="518202962">
      <w:bodyDiv w:val="1"/>
      <w:marLeft w:val="0"/>
      <w:marRight w:val="0"/>
      <w:marTop w:val="0"/>
      <w:marBottom w:val="0"/>
      <w:divBdr>
        <w:top w:val="none" w:sz="0" w:space="0" w:color="auto"/>
        <w:left w:val="none" w:sz="0" w:space="0" w:color="auto"/>
        <w:bottom w:val="none" w:sz="0" w:space="0" w:color="auto"/>
        <w:right w:val="none" w:sz="0" w:space="0" w:color="auto"/>
      </w:divBdr>
    </w:div>
    <w:div w:id="528252212">
      <w:bodyDiv w:val="1"/>
      <w:marLeft w:val="0"/>
      <w:marRight w:val="0"/>
      <w:marTop w:val="0"/>
      <w:marBottom w:val="0"/>
      <w:divBdr>
        <w:top w:val="none" w:sz="0" w:space="0" w:color="auto"/>
        <w:left w:val="none" w:sz="0" w:space="0" w:color="auto"/>
        <w:bottom w:val="none" w:sz="0" w:space="0" w:color="auto"/>
        <w:right w:val="none" w:sz="0" w:space="0" w:color="auto"/>
      </w:divBdr>
    </w:div>
    <w:div w:id="529075686">
      <w:bodyDiv w:val="1"/>
      <w:marLeft w:val="0"/>
      <w:marRight w:val="0"/>
      <w:marTop w:val="0"/>
      <w:marBottom w:val="0"/>
      <w:divBdr>
        <w:top w:val="none" w:sz="0" w:space="0" w:color="auto"/>
        <w:left w:val="none" w:sz="0" w:space="0" w:color="auto"/>
        <w:bottom w:val="none" w:sz="0" w:space="0" w:color="auto"/>
        <w:right w:val="none" w:sz="0" w:space="0" w:color="auto"/>
      </w:divBdr>
    </w:div>
    <w:div w:id="536426920">
      <w:bodyDiv w:val="1"/>
      <w:marLeft w:val="0"/>
      <w:marRight w:val="0"/>
      <w:marTop w:val="0"/>
      <w:marBottom w:val="0"/>
      <w:divBdr>
        <w:top w:val="none" w:sz="0" w:space="0" w:color="auto"/>
        <w:left w:val="none" w:sz="0" w:space="0" w:color="auto"/>
        <w:bottom w:val="none" w:sz="0" w:space="0" w:color="auto"/>
        <w:right w:val="none" w:sz="0" w:space="0" w:color="auto"/>
      </w:divBdr>
    </w:div>
    <w:div w:id="546531889">
      <w:bodyDiv w:val="1"/>
      <w:marLeft w:val="0"/>
      <w:marRight w:val="0"/>
      <w:marTop w:val="0"/>
      <w:marBottom w:val="0"/>
      <w:divBdr>
        <w:top w:val="none" w:sz="0" w:space="0" w:color="auto"/>
        <w:left w:val="none" w:sz="0" w:space="0" w:color="auto"/>
        <w:bottom w:val="none" w:sz="0" w:space="0" w:color="auto"/>
        <w:right w:val="none" w:sz="0" w:space="0" w:color="auto"/>
      </w:divBdr>
      <w:divsChild>
        <w:div w:id="131678503">
          <w:marLeft w:val="0"/>
          <w:marRight w:val="0"/>
          <w:marTop w:val="0"/>
          <w:marBottom w:val="0"/>
          <w:divBdr>
            <w:top w:val="none" w:sz="0" w:space="0" w:color="auto"/>
            <w:left w:val="none" w:sz="0" w:space="0" w:color="auto"/>
            <w:bottom w:val="none" w:sz="0" w:space="0" w:color="auto"/>
            <w:right w:val="none" w:sz="0" w:space="0" w:color="auto"/>
          </w:divBdr>
        </w:div>
        <w:div w:id="487404537">
          <w:marLeft w:val="0"/>
          <w:marRight w:val="0"/>
          <w:marTop w:val="0"/>
          <w:marBottom w:val="0"/>
          <w:divBdr>
            <w:top w:val="none" w:sz="0" w:space="0" w:color="auto"/>
            <w:left w:val="none" w:sz="0" w:space="0" w:color="auto"/>
            <w:bottom w:val="none" w:sz="0" w:space="0" w:color="auto"/>
            <w:right w:val="none" w:sz="0" w:space="0" w:color="auto"/>
          </w:divBdr>
        </w:div>
        <w:div w:id="2020505635">
          <w:marLeft w:val="0"/>
          <w:marRight w:val="0"/>
          <w:marTop w:val="0"/>
          <w:marBottom w:val="0"/>
          <w:divBdr>
            <w:top w:val="none" w:sz="0" w:space="0" w:color="auto"/>
            <w:left w:val="none" w:sz="0" w:space="0" w:color="auto"/>
            <w:bottom w:val="none" w:sz="0" w:space="0" w:color="auto"/>
            <w:right w:val="none" w:sz="0" w:space="0" w:color="auto"/>
          </w:divBdr>
        </w:div>
        <w:div w:id="2046328006">
          <w:marLeft w:val="0"/>
          <w:marRight w:val="0"/>
          <w:marTop w:val="0"/>
          <w:marBottom w:val="0"/>
          <w:divBdr>
            <w:top w:val="none" w:sz="0" w:space="0" w:color="auto"/>
            <w:left w:val="none" w:sz="0" w:space="0" w:color="auto"/>
            <w:bottom w:val="none" w:sz="0" w:space="0" w:color="auto"/>
            <w:right w:val="none" w:sz="0" w:space="0" w:color="auto"/>
          </w:divBdr>
        </w:div>
        <w:div w:id="1408453060">
          <w:marLeft w:val="0"/>
          <w:marRight w:val="0"/>
          <w:marTop w:val="0"/>
          <w:marBottom w:val="0"/>
          <w:divBdr>
            <w:top w:val="none" w:sz="0" w:space="0" w:color="auto"/>
            <w:left w:val="none" w:sz="0" w:space="0" w:color="auto"/>
            <w:bottom w:val="none" w:sz="0" w:space="0" w:color="auto"/>
            <w:right w:val="none" w:sz="0" w:space="0" w:color="auto"/>
          </w:divBdr>
        </w:div>
        <w:div w:id="143162181">
          <w:marLeft w:val="0"/>
          <w:marRight w:val="0"/>
          <w:marTop w:val="0"/>
          <w:marBottom w:val="0"/>
          <w:divBdr>
            <w:top w:val="none" w:sz="0" w:space="0" w:color="auto"/>
            <w:left w:val="none" w:sz="0" w:space="0" w:color="auto"/>
            <w:bottom w:val="none" w:sz="0" w:space="0" w:color="auto"/>
            <w:right w:val="none" w:sz="0" w:space="0" w:color="auto"/>
          </w:divBdr>
        </w:div>
        <w:div w:id="859708400">
          <w:marLeft w:val="0"/>
          <w:marRight w:val="0"/>
          <w:marTop w:val="0"/>
          <w:marBottom w:val="0"/>
          <w:divBdr>
            <w:top w:val="none" w:sz="0" w:space="0" w:color="auto"/>
            <w:left w:val="none" w:sz="0" w:space="0" w:color="auto"/>
            <w:bottom w:val="none" w:sz="0" w:space="0" w:color="auto"/>
            <w:right w:val="none" w:sz="0" w:space="0" w:color="auto"/>
          </w:divBdr>
        </w:div>
        <w:div w:id="1463157312">
          <w:marLeft w:val="0"/>
          <w:marRight w:val="0"/>
          <w:marTop w:val="0"/>
          <w:marBottom w:val="0"/>
          <w:divBdr>
            <w:top w:val="none" w:sz="0" w:space="0" w:color="auto"/>
            <w:left w:val="none" w:sz="0" w:space="0" w:color="auto"/>
            <w:bottom w:val="none" w:sz="0" w:space="0" w:color="auto"/>
            <w:right w:val="none" w:sz="0" w:space="0" w:color="auto"/>
          </w:divBdr>
        </w:div>
        <w:div w:id="1496535532">
          <w:marLeft w:val="0"/>
          <w:marRight w:val="0"/>
          <w:marTop w:val="0"/>
          <w:marBottom w:val="0"/>
          <w:divBdr>
            <w:top w:val="none" w:sz="0" w:space="0" w:color="auto"/>
            <w:left w:val="none" w:sz="0" w:space="0" w:color="auto"/>
            <w:bottom w:val="none" w:sz="0" w:space="0" w:color="auto"/>
            <w:right w:val="none" w:sz="0" w:space="0" w:color="auto"/>
          </w:divBdr>
        </w:div>
        <w:div w:id="1929656319">
          <w:marLeft w:val="0"/>
          <w:marRight w:val="0"/>
          <w:marTop w:val="0"/>
          <w:marBottom w:val="0"/>
          <w:divBdr>
            <w:top w:val="none" w:sz="0" w:space="0" w:color="auto"/>
            <w:left w:val="none" w:sz="0" w:space="0" w:color="auto"/>
            <w:bottom w:val="none" w:sz="0" w:space="0" w:color="auto"/>
            <w:right w:val="none" w:sz="0" w:space="0" w:color="auto"/>
          </w:divBdr>
        </w:div>
        <w:div w:id="1090390046">
          <w:marLeft w:val="0"/>
          <w:marRight w:val="0"/>
          <w:marTop w:val="0"/>
          <w:marBottom w:val="0"/>
          <w:divBdr>
            <w:top w:val="none" w:sz="0" w:space="0" w:color="auto"/>
            <w:left w:val="none" w:sz="0" w:space="0" w:color="auto"/>
            <w:bottom w:val="none" w:sz="0" w:space="0" w:color="auto"/>
            <w:right w:val="none" w:sz="0" w:space="0" w:color="auto"/>
          </w:divBdr>
        </w:div>
        <w:div w:id="1824543165">
          <w:marLeft w:val="0"/>
          <w:marRight w:val="0"/>
          <w:marTop w:val="0"/>
          <w:marBottom w:val="0"/>
          <w:divBdr>
            <w:top w:val="none" w:sz="0" w:space="0" w:color="auto"/>
            <w:left w:val="none" w:sz="0" w:space="0" w:color="auto"/>
            <w:bottom w:val="none" w:sz="0" w:space="0" w:color="auto"/>
            <w:right w:val="none" w:sz="0" w:space="0" w:color="auto"/>
          </w:divBdr>
        </w:div>
        <w:div w:id="1816407674">
          <w:marLeft w:val="0"/>
          <w:marRight w:val="0"/>
          <w:marTop w:val="0"/>
          <w:marBottom w:val="0"/>
          <w:divBdr>
            <w:top w:val="none" w:sz="0" w:space="0" w:color="auto"/>
            <w:left w:val="none" w:sz="0" w:space="0" w:color="auto"/>
            <w:bottom w:val="none" w:sz="0" w:space="0" w:color="auto"/>
            <w:right w:val="none" w:sz="0" w:space="0" w:color="auto"/>
          </w:divBdr>
        </w:div>
        <w:div w:id="585041707">
          <w:marLeft w:val="0"/>
          <w:marRight w:val="0"/>
          <w:marTop w:val="0"/>
          <w:marBottom w:val="0"/>
          <w:divBdr>
            <w:top w:val="none" w:sz="0" w:space="0" w:color="auto"/>
            <w:left w:val="none" w:sz="0" w:space="0" w:color="auto"/>
            <w:bottom w:val="none" w:sz="0" w:space="0" w:color="auto"/>
            <w:right w:val="none" w:sz="0" w:space="0" w:color="auto"/>
          </w:divBdr>
        </w:div>
        <w:div w:id="225260445">
          <w:marLeft w:val="0"/>
          <w:marRight w:val="0"/>
          <w:marTop w:val="0"/>
          <w:marBottom w:val="0"/>
          <w:divBdr>
            <w:top w:val="none" w:sz="0" w:space="0" w:color="auto"/>
            <w:left w:val="none" w:sz="0" w:space="0" w:color="auto"/>
            <w:bottom w:val="none" w:sz="0" w:space="0" w:color="auto"/>
            <w:right w:val="none" w:sz="0" w:space="0" w:color="auto"/>
          </w:divBdr>
        </w:div>
        <w:div w:id="496387216">
          <w:marLeft w:val="0"/>
          <w:marRight w:val="0"/>
          <w:marTop w:val="0"/>
          <w:marBottom w:val="0"/>
          <w:divBdr>
            <w:top w:val="none" w:sz="0" w:space="0" w:color="auto"/>
            <w:left w:val="none" w:sz="0" w:space="0" w:color="auto"/>
            <w:bottom w:val="none" w:sz="0" w:space="0" w:color="auto"/>
            <w:right w:val="none" w:sz="0" w:space="0" w:color="auto"/>
          </w:divBdr>
        </w:div>
        <w:div w:id="1816607997">
          <w:marLeft w:val="0"/>
          <w:marRight w:val="0"/>
          <w:marTop w:val="0"/>
          <w:marBottom w:val="0"/>
          <w:divBdr>
            <w:top w:val="none" w:sz="0" w:space="0" w:color="auto"/>
            <w:left w:val="none" w:sz="0" w:space="0" w:color="auto"/>
            <w:bottom w:val="none" w:sz="0" w:space="0" w:color="auto"/>
            <w:right w:val="none" w:sz="0" w:space="0" w:color="auto"/>
          </w:divBdr>
        </w:div>
        <w:div w:id="1143085246">
          <w:marLeft w:val="0"/>
          <w:marRight w:val="0"/>
          <w:marTop w:val="0"/>
          <w:marBottom w:val="0"/>
          <w:divBdr>
            <w:top w:val="none" w:sz="0" w:space="0" w:color="auto"/>
            <w:left w:val="none" w:sz="0" w:space="0" w:color="auto"/>
            <w:bottom w:val="none" w:sz="0" w:space="0" w:color="auto"/>
            <w:right w:val="none" w:sz="0" w:space="0" w:color="auto"/>
          </w:divBdr>
        </w:div>
        <w:div w:id="1315917867">
          <w:marLeft w:val="0"/>
          <w:marRight w:val="0"/>
          <w:marTop w:val="0"/>
          <w:marBottom w:val="0"/>
          <w:divBdr>
            <w:top w:val="none" w:sz="0" w:space="0" w:color="auto"/>
            <w:left w:val="none" w:sz="0" w:space="0" w:color="auto"/>
            <w:bottom w:val="none" w:sz="0" w:space="0" w:color="auto"/>
            <w:right w:val="none" w:sz="0" w:space="0" w:color="auto"/>
          </w:divBdr>
        </w:div>
        <w:div w:id="240720206">
          <w:marLeft w:val="0"/>
          <w:marRight w:val="0"/>
          <w:marTop w:val="0"/>
          <w:marBottom w:val="0"/>
          <w:divBdr>
            <w:top w:val="none" w:sz="0" w:space="0" w:color="auto"/>
            <w:left w:val="none" w:sz="0" w:space="0" w:color="auto"/>
            <w:bottom w:val="none" w:sz="0" w:space="0" w:color="auto"/>
            <w:right w:val="none" w:sz="0" w:space="0" w:color="auto"/>
          </w:divBdr>
        </w:div>
        <w:div w:id="1637221652">
          <w:marLeft w:val="0"/>
          <w:marRight w:val="0"/>
          <w:marTop w:val="0"/>
          <w:marBottom w:val="0"/>
          <w:divBdr>
            <w:top w:val="none" w:sz="0" w:space="0" w:color="auto"/>
            <w:left w:val="none" w:sz="0" w:space="0" w:color="auto"/>
            <w:bottom w:val="none" w:sz="0" w:space="0" w:color="auto"/>
            <w:right w:val="none" w:sz="0" w:space="0" w:color="auto"/>
          </w:divBdr>
        </w:div>
        <w:div w:id="1291206813">
          <w:marLeft w:val="0"/>
          <w:marRight w:val="0"/>
          <w:marTop w:val="0"/>
          <w:marBottom w:val="0"/>
          <w:divBdr>
            <w:top w:val="none" w:sz="0" w:space="0" w:color="auto"/>
            <w:left w:val="none" w:sz="0" w:space="0" w:color="auto"/>
            <w:bottom w:val="none" w:sz="0" w:space="0" w:color="auto"/>
            <w:right w:val="none" w:sz="0" w:space="0" w:color="auto"/>
          </w:divBdr>
        </w:div>
        <w:div w:id="1538811801">
          <w:marLeft w:val="0"/>
          <w:marRight w:val="0"/>
          <w:marTop w:val="0"/>
          <w:marBottom w:val="0"/>
          <w:divBdr>
            <w:top w:val="none" w:sz="0" w:space="0" w:color="auto"/>
            <w:left w:val="none" w:sz="0" w:space="0" w:color="auto"/>
            <w:bottom w:val="none" w:sz="0" w:space="0" w:color="auto"/>
            <w:right w:val="none" w:sz="0" w:space="0" w:color="auto"/>
          </w:divBdr>
        </w:div>
        <w:div w:id="2141993193">
          <w:marLeft w:val="0"/>
          <w:marRight w:val="0"/>
          <w:marTop w:val="0"/>
          <w:marBottom w:val="0"/>
          <w:divBdr>
            <w:top w:val="none" w:sz="0" w:space="0" w:color="auto"/>
            <w:left w:val="none" w:sz="0" w:space="0" w:color="auto"/>
            <w:bottom w:val="none" w:sz="0" w:space="0" w:color="auto"/>
            <w:right w:val="none" w:sz="0" w:space="0" w:color="auto"/>
          </w:divBdr>
        </w:div>
        <w:div w:id="1403873823">
          <w:marLeft w:val="0"/>
          <w:marRight w:val="0"/>
          <w:marTop w:val="0"/>
          <w:marBottom w:val="0"/>
          <w:divBdr>
            <w:top w:val="none" w:sz="0" w:space="0" w:color="auto"/>
            <w:left w:val="none" w:sz="0" w:space="0" w:color="auto"/>
            <w:bottom w:val="none" w:sz="0" w:space="0" w:color="auto"/>
            <w:right w:val="none" w:sz="0" w:space="0" w:color="auto"/>
          </w:divBdr>
        </w:div>
      </w:divsChild>
    </w:div>
    <w:div w:id="556207817">
      <w:bodyDiv w:val="1"/>
      <w:marLeft w:val="0"/>
      <w:marRight w:val="0"/>
      <w:marTop w:val="0"/>
      <w:marBottom w:val="0"/>
      <w:divBdr>
        <w:top w:val="none" w:sz="0" w:space="0" w:color="auto"/>
        <w:left w:val="none" w:sz="0" w:space="0" w:color="auto"/>
        <w:bottom w:val="none" w:sz="0" w:space="0" w:color="auto"/>
        <w:right w:val="none" w:sz="0" w:space="0" w:color="auto"/>
      </w:divBdr>
    </w:div>
    <w:div w:id="567765971">
      <w:bodyDiv w:val="1"/>
      <w:marLeft w:val="0"/>
      <w:marRight w:val="0"/>
      <w:marTop w:val="0"/>
      <w:marBottom w:val="0"/>
      <w:divBdr>
        <w:top w:val="none" w:sz="0" w:space="0" w:color="auto"/>
        <w:left w:val="none" w:sz="0" w:space="0" w:color="auto"/>
        <w:bottom w:val="none" w:sz="0" w:space="0" w:color="auto"/>
        <w:right w:val="none" w:sz="0" w:space="0" w:color="auto"/>
      </w:divBdr>
    </w:div>
    <w:div w:id="582184352">
      <w:bodyDiv w:val="1"/>
      <w:marLeft w:val="0"/>
      <w:marRight w:val="0"/>
      <w:marTop w:val="0"/>
      <w:marBottom w:val="0"/>
      <w:divBdr>
        <w:top w:val="none" w:sz="0" w:space="0" w:color="auto"/>
        <w:left w:val="none" w:sz="0" w:space="0" w:color="auto"/>
        <w:bottom w:val="none" w:sz="0" w:space="0" w:color="auto"/>
        <w:right w:val="none" w:sz="0" w:space="0" w:color="auto"/>
      </w:divBdr>
    </w:div>
    <w:div w:id="614016992">
      <w:bodyDiv w:val="1"/>
      <w:marLeft w:val="0"/>
      <w:marRight w:val="0"/>
      <w:marTop w:val="0"/>
      <w:marBottom w:val="0"/>
      <w:divBdr>
        <w:top w:val="none" w:sz="0" w:space="0" w:color="auto"/>
        <w:left w:val="none" w:sz="0" w:space="0" w:color="auto"/>
        <w:bottom w:val="none" w:sz="0" w:space="0" w:color="auto"/>
        <w:right w:val="none" w:sz="0" w:space="0" w:color="auto"/>
      </w:divBdr>
    </w:div>
    <w:div w:id="646281128">
      <w:bodyDiv w:val="1"/>
      <w:marLeft w:val="0"/>
      <w:marRight w:val="0"/>
      <w:marTop w:val="0"/>
      <w:marBottom w:val="0"/>
      <w:divBdr>
        <w:top w:val="none" w:sz="0" w:space="0" w:color="auto"/>
        <w:left w:val="none" w:sz="0" w:space="0" w:color="auto"/>
        <w:bottom w:val="none" w:sz="0" w:space="0" w:color="auto"/>
        <w:right w:val="none" w:sz="0" w:space="0" w:color="auto"/>
      </w:divBdr>
    </w:div>
    <w:div w:id="660044289">
      <w:bodyDiv w:val="1"/>
      <w:marLeft w:val="0"/>
      <w:marRight w:val="0"/>
      <w:marTop w:val="0"/>
      <w:marBottom w:val="0"/>
      <w:divBdr>
        <w:top w:val="none" w:sz="0" w:space="0" w:color="auto"/>
        <w:left w:val="none" w:sz="0" w:space="0" w:color="auto"/>
        <w:bottom w:val="none" w:sz="0" w:space="0" w:color="auto"/>
        <w:right w:val="none" w:sz="0" w:space="0" w:color="auto"/>
      </w:divBdr>
    </w:div>
    <w:div w:id="680157607">
      <w:bodyDiv w:val="1"/>
      <w:marLeft w:val="0"/>
      <w:marRight w:val="0"/>
      <w:marTop w:val="0"/>
      <w:marBottom w:val="0"/>
      <w:divBdr>
        <w:top w:val="none" w:sz="0" w:space="0" w:color="auto"/>
        <w:left w:val="none" w:sz="0" w:space="0" w:color="auto"/>
        <w:bottom w:val="none" w:sz="0" w:space="0" w:color="auto"/>
        <w:right w:val="none" w:sz="0" w:space="0" w:color="auto"/>
      </w:divBdr>
    </w:div>
    <w:div w:id="689334353">
      <w:bodyDiv w:val="1"/>
      <w:marLeft w:val="0"/>
      <w:marRight w:val="0"/>
      <w:marTop w:val="0"/>
      <w:marBottom w:val="0"/>
      <w:divBdr>
        <w:top w:val="none" w:sz="0" w:space="0" w:color="auto"/>
        <w:left w:val="none" w:sz="0" w:space="0" w:color="auto"/>
        <w:bottom w:val="none" w:sz="0" w:space="0" w:color="auto"/>
        <w:right w:val="none" w:sz="0" w:space="0" w:color="auto"/>
      </w:divBdr>
    </w:div>
    <w:div w:id="709571557">
      <w:bodyDiv w:val="1"/>
      <w:marLeft w:val="0"/>
      <w:marRight w:val="0"/>
      <w:marTop w:val="0"/>
      <w:marBottom w:val="0"/>
      <w:divBdr>
        <w:top w:val="none" w:sz="0" w:space="0" w:color="auto"/>
        <w:left w:val="none" w:sz="0" w:space="0" w:color="auto"/>
        <w:bottom w:val="none" w:sz="0" w:space="0" w:color="auto"/>
        <w:right w:val="none" w:sz="0" w:space="0" w:color="auto"/>
      </w:divBdr>
    </w:div>
    <w:div w:id="742414983">
      <w:bodyDiv w:val="1"/>
      <w:marLeft w:val="0"/>
      <w:marRight w:val="0"/>
      <w:marTop w:val="0"/>
      <w:marBottom w:val="0"/>
      <w:divBdr>
        <w:top w:val="none" w:sz="0" w:space="0" w:color="auto"/>
        <w:left w:val="none" w:sz="0" w:space="0" w:color="auto"/>
        <w:bottom w:val="none" w:sz="0" w:space="0" w:color="auto"/>
        <w:right w:val="none" w:sz="0" w:space="0" w:color="auto"/>
      </w:divBdr>
    </w:div>
    <w:div w:id="750934352">
      <w:bodyDiv w:val="1"/>
      <w:marLeft w:val="0"/>
      <w:marRight w:val="0"/>
      <w:marTop w:val="0"/>
      <w:marBottom w:val="0"/>
      <w:divBdr>
        <w:top w:val="none" w:sz="0" w:space="0" w:color="auto"/>
        <w:left w:val="none" w:sz="0" w:space="0" w:color="auto"/>
        <w:bottom w:val="none" w:sz="0" w:space="0" w:color="auto"/>
        <w:right w:val="none" w:sz="0" w:space="0" w:color="auto"/>
      </w:divBdr>
    </w:div>
    <w:div w:id="796801947">
      <w:bodyDiv w:val="1"/>
      <w:marLeft w:val="0"/>
      <w:marRight w:val="0"/>
      <w:marTop w:val="0"/>
      <w:marBottom w:val="0"/>
      <w:divBdr>
        <w:top w:val="none" w:sz="0" w:space="0" w:color="auto"/>
        <w:left w:val="none" w:sz="0" w:space="0" w:color="auto"/>
        <w:bottom w:val="none" w:sz="0" w:space="0" w:color="auto"/>
        <w:right w:val="none" w:sz="0" w:space="0" w:color="auto"/>
      </w:divBdr>
    </w:div>
    <w:div w:id="810902462">
      <w:bodyDiv w:val="1"/>
      <w:marLeft w:val="0"/>
      <w:marRight w:val="0"/>
      <w:marTop w:val="0"/>
      <w:marBottom w:val="0"/>
      <w:divBdr>
        <w:top w:val="none" w:sz="0" w:space="0" w:color="auto"/>
        <w:left w:val="none" w:sz="0" w:space="0" w:color="auto"/>
        <w:bottom w:val="none" w:sz="0" w:space="0" w:color="auto"/>
        <w:right w:val="none" w:sz="0" w:space="0" w:color="auto"/>
      </w:divBdr>
    </w:div>
    <w:div w:id="821584778">
      <w:bodyDiv w:val="1"/>
      <w:marLeft w:val="0"/>
      <w:marRight w:val="0"/>
      <w:marTop w:val="0"/>
      <w:marBottom w:val="0"/>
      <w:divBdr>
        <w:top w:val="none" w:sz="0" w:space="0" w:color="auto"/>
        <w:left w:val="none" w:sz="0" w:space="0" w:color="auto"/>
        <w:bottom w:val="none" w:sz="0" w:space="0" w:color="auto"/>
        <w:right w:val="none" w:sz="0" w:space="0" w:color="auto"/>
      </w:divBdr>
    </w:div>
    <w:div w:id="835996631">
      <w:bodyDiv w:val="1"/>
      <w:marLeft w:val="0"/>
      <w:marRight w:val="0"/>
      <w:marTop w:val="0"/>
      <w:marBottom w:val="0"/>
      <w:divBdr>
        <w:top w:val="none" w:sz="0" w:space="0" w:color="auto"/>
        <w:left w:val="none" w:sz="0" w:space="0" w:color="auto"/>
        <w:bottom w:val="none" w:sz="0" w:space="0" w:color="auto"/>
        <w:right w:val="none" w:sz="0" w:space="0" w:color="auto"/>
      </w:divBdr>
      <w:divsChild>
        <w:div w:id="204415325">
          <w:marLeft w:val="0"/>
          <w:marRight w:val="0"/>
          <w:marTop w:val="0"/>
          <w:marBottom w:val="0"/>
          <w:divBdr>
            <w:top w:val="none" w:sz="0" w:space="0" w:color="auto"/>
            <w:left w:val="none" w:sz="0" w:space="0" w:color="auto"/>
            <w:bottom w:val="none" w:sz="0" w:space="0" w:color="auto"/>
            <w:right w:val="none" w:sz="0" w:space="0" w:color="auto"/>
          </w:divBdr>
        </w:div>
        <w:div w:id="1813518608">
          <w:marLeft w:val="0"/>
          <w:marRight w:val="0"/>
          <w:marTop w:val="0"/>
          <w:marBottom w:val="0"/>
          <w:divBdr>
            <w:top w:val="none" w:sz="0" w:space="0" w:color="auto"/>
            <w:left w:val="none" w:sz="0" w:space="0" w:color="auto"/>
            <w:bottom w:val="none" w:sz="0" w:space="0" w:color="auto"/>
            <w:right w:val="none" w:sz="0" w:space="0" w:color="auto"/>
          </w:divBdr>
        </w:div>
        <w:div w:id="2127313974">
          <w:marLeft w:val="0"/>
          <w:marRight w:val="0"/>
          <w:marTop w:val="0"/>
          <w:marBottom w:val="0"/>
          <w:divBdr>
            <w:top w:val="none" w:sz="0" w:space="0" w:color="auto"/>
            <w:left w:val="none" w:sz="0" w:space="0" w:color="auto"/>
            <w:bottom w:val="none" w:sz="0" w:space="0" w:color="auto"/>
            <w:right w:val="none" w:sz="0" w:space="0" w:color="auto"/>
          </w:divBdr>
        </w:div>
        <w:div w:id="1853912157">
          <w:marLeft w:val="0"/>
          <w:marRight w:val="0"/>
          <w:marTop w:val="0"/>
          <w:marBottom w:val="0"/>
          <w:divBdr>
            <w:top w:val="none" w:sz="0" w:space="0" w:color="auto"/>
            <w:left w:val="none" w:sz="0" w:space="0" w:color="auto"/>
            <w:bottom w:val="none" w:sz="0" w:space="0" w:color="auto"/>
            <w:right w:val="none" w:sz="0" w:space="0" w:color="auto"/>
          </w:divBdr>
        </w:div>
        <w:div w:id="870336696">
          <w:marLeft w:val="0"/>
          <w:marRight w:val="0"/>
          <w:marTop w:val="0"/>
          <w:marBottom w:val="0"/>
          <w:divBdr>
            <w:top w:val="none" w:sz="0" w:space="0" w:color="auto"/>
            <w:left w:val="none" w:sz="0" w:space="0" w:color="auto"/>
            <w:bottom w:val="none" w:sz="0" w:space="0" w:color="auto"/>
            <w:right w:val="none" w:sz="0" w:space="0" w:color="auto"/>
          </w:divBdr>
        </w:div>
        <w:div w:id="1197307663">
          <w:marLeft w:val="0"/>
          <w:marRight w:val="0"/>
          <w:marTop w:val="0"/>
          <w:marBottom w:val="0"/>
          <w:divBdr>
            <w:top w:val="none" w:sz="0" w:space="0" w:color="auto"/>
            <w:left w:val="none" w:sz="0" w:space="0" w:color="auto"/>
            <w:bottom w:val="none" w:sz="0" w:space="0" w:color="auto"/>
            <w:right w:val="none" w:sz="0" w:space="0" w:color="auto"/>
          </w:divBdr>
        </w:div>
        <w:div w:id="647517892">
          <w:marLeft w:val="0"/>
          <w:marRight w:val="0"/>
          <w:marTop w:val="0"/>
          <w:marBottom w:val="0"/>
          <w:divBdr>
            <w:top w:val="none" w:sz="0" w:space="0" w:color="auto"/>
            <w:left w:val="none" w:sz="0" w:space="0" w:color="auto"/>
            <w:bottom w:val="none" w:sz="0" w:space="0" w:color="auto"/>
            <w:right w:val="none" w:sz="0" w:space="0" w:color="auto"/>
          </w:divBdr>
        </w:div>
        <w:div w:id="1137066218">
          <w:marLeft w:val="0"/>
          <w:marRight w:val="0"/>
          <w:marTop w:val="0"/>
          <w:marBottom w:val="0"/>
          <w:divBdr>
            <w:top w:val="none" w:sz="0" w:space="0" w:color="auto"/>
            <w:left w:val="none" w:sz="0" w:space="0" w:color="auto"/>
            <w:bottom w:val="none" w:sz="0" w:space="0" w:color="auto"/>
            <w:right w:val="none" w:sz="0" w:space="0" w:color="auto"/>
          </w:divBdr>
        </w:div>
        <w:div w:id="1945451720">
          <w:marLeft w:val="0"/>
          <w:marRight w:val="0"/>
          <w:marTop w:val="0"/>
          <w:marBottom w:val="0"/>
          <w:divBdr>
            <w:top w:val="none" w:sz="0" w:space="0" w:color="auto"/>
            <w:left w:val="none" w:sz="0" w:space="0" w:color="auto"/>
            <w:bottom w:val="none" w:sz="0" w:space="0" w:color="auto"/>
            <w:right w:val="none" w:sz="0" w:space="0" w:color="auto"/>
          </w:divBdr>
        </w:div>
        <w:div w:id="1552880576">
          <w:marLeft w:val="0"/>
          <w:marRight w:val="0"/>
          <w:marTop w:val="0"/>
          <w:marBottom w:val="0"/>
          <w:divBdr>
            <w:top w:val="none" w:sz="0" w:space="0" w:color="auto"/>
            <w:left w:val="none" w:sz="0" w:space="0" w:color="auto"/>
            <w:bottom w:val="none" w:sz="0" w:space="0" w:color="auto"/>
            <w:right w:val="none" w:sz="0" w:space="0" w:color="auto"/>
          </w:divBdr>
        </w:div>
        <w:div w:id="1128429778">
          <w:marLeft w:val="0"/>
          <w:marRight w:val="0"/>
          <w:marTop w:val="0"/>
          <w:marBottom w:val="0"/>
          <w:divBdr>
            <w:top w:val="none" w:sz="0" w:space="0" w:color="auto"/>
            <w:left w:val="none" w:sz="0" w:space="0" w:color="auto"/>
            <w:bottom w:val="none" w:sz="0" w:space="0" w:color="auto"/>
            <w:right w:val="none" w:sz="0" w:space="0" w:color="auto"/>
          </w:divBdr>
        </w:div>
        <w:div w:id="1132555201">
          <w:marLeft w:val="0"/>
          <w:marRight w:val="0"/>
          <w:marTop w:val="0"/>
          <w:marBottom w:val="0"/>
          <w:divBdr>
            <w:top w:val="none" w:sz="0" w:space="0" w:color="auto"/>
            <w:left w:val="none" w:sz="0" w:space="0" w:color="auto"/>
            <w:bottom w:val="none" w:sz="0" w:space="0" w:color="auto"/>
            <w:right w:val="none" w:sz="0" w:space="0" w:color="auto"/>
          </w:divBdr>
        </w:div>
        <w:div w:id="1680964158">
          <w:marLeft w:val="0"/>
          <w:marRight w:val="0"/>
          <w:marTop w:val="0"/>
          <w:marBottom w:val="0"/>
          <w:divBdr>
            <w:top w:val="none" w:sz="0" w:space="0" w:color="auto"/>
            <w:left w:val="none" w:sz="0" w:space="0" w:color="auto"/>
            <w:bottom w:val="none" w:sz="0" w:space="0" w:color="auto"/>
            <w:right w:val="none" w:sz="0" w:space="0" w:color="auto"/>
          </w:divBdr>
        </w:div>
        <w:div w:id="967054969">
          <w:marLeft w:val="0"/>
          <w:marRight w:val="0"/>
          <w:marTop w:val="0"/>
          <w:marBottom w:val="0"/>
          <w:divBdr>
            <w:top w:val="none" w:sz="0" w:space="0" w:color="auto"/>
            <w:left w:val="none" w:sz="0" w:space="0" w:color="auto"/>
            <w:bottom w:val="none" w:sz="0" w:space="0" w:color="auto"/>
            <w:right w:val="none" w:sz="0" w:space="0" w:color="auto"/>
          </w:divBdr>
        </w:div>
        <w:div w:id="925262825">
          <w:marLeft w:val="0"/>
          <w:marRight w:val="0"/>
          <w:marTop w:val="0"/>
          <w:marBottom w:val="0"/>
          <w:divBdr>
            <w:top w:val="none" w:sz="0" w:space="0" w:color="auto"/>
            <w:left w:val="none" w:sz="0" w:space="0" w:color="auto"/>
            <w:bottom w:val="none" w:sz="0" w:space="0" w:color="auto"/>
            <w:right w:val="none" w:sz="0" w:space="0" w:color="auto"/>
          </w:divBdr>
        </w:div>
        <w:div w:id="433014449">
          <w:marLeft w:val="0"/>
          <w:marRight w:val="0"/>
          <w:marTop w:val="0"/>
          <w:marBottom w:val="0"/>
          <w:divBdr>
            <w:top w:val="none" w:sz="0" w:space="0" w:color="auto"/>
            <w:left w:val="none" w:sz="0" w:space="0" w:color="auto"/>
            <w:bottom w:val="none" w:sz="0" w:space="0" w:color="auto"/>
            <w:right w:val="none" w:sz="0" w:space="0" w:color="auto"/>
          </w:divBdr>
        </w:div>
        <w:div w:id="167521930">
          <w:marLeft w:val="0"/>
          <w:marRight w:val="0"/>
          <w:marTop w:val="0"/>
          <w:marBottom w:val="0"/>
          <w:divBdr>
            <w:top w:val="none" w:sz="0" w:space="0" w:color="auto"/>
            <w:left w:val="none" w:sz="0" w:space="0" w:color="auto"/>
            <w:bottom w:val="none" w:sz="0" w:space="0" w:color="auto"/>
            <w:right w:val="none" w:sz="0" w:space="0" w:color="auto"/>
          </w:divBdr>
        </w:div>
        <w:div w:id="155652872">
          <w:marLeft w:val="0"/>
          <w:marRight w:val="0"/>
          <w:marTop w:val="0"/>
          <w:marBottom w:val="0"/>
          <w:divBdr>
            <w:top w:val="none" w:sz="0" w:space="0" w:color="auto"/>
            <w:left w:val="none" w:sz="0" w:space="0" w:color="auto"/>
            <w:bottom w:val="none" w:sz="0" w:space="0" w:color="auto"/>
            <w:right w:val="none" w:sz="0" w:space="0" w:color="auto"/>
          </w:divBdr>
        </w:div>
        <w:div w:id="459033161">
          <w:marLeft w:val="0"/>
          <w:marRight w:val="0"/>
          <w:marTop w:val="0"/>
          <w:marBottom w:val="0"/>
          <w:divBdr>
            <w:top w:val="none" w:sz="0" w:space="0" w:color="auto"/>
            <w:left w:val="none" w:sz="0" w:space="0" w:color="auto"/>
            <w:bottom w:val="none" w:sz="0" w:space="0" w:color="auto"/>
            <w:right w:val="none" w:sz="0" w:space="0" w:color="auto"/>
          </w:divBdr>
        </w:div>
        <w:div w:id="1940411192">
          <w:marLeft w:val="0"/>
          <w:marRight w:val="0"/>
          <w:marTop w:val="0"/>
          <w:marBottom w:val="0"/>
          <w:divBdr>
            <w:top w:val="none" w:sz="0" w:space="0" w:color="auto"/>
            <w:left w:val="none" w:sz="0" w:space="0" w:color="auto"/>
            <w:bottom w:val="none" w:sz="0" w:space="0" w:color="auto"/>
            <w:right w:val="none" w:sz="0" w:space="0" w:color="auto"/>
          </w:divBdr>
        </w:div>
        <w:div w:id="851140352">
          <w:marLeft w:val="0"/>
          <w:marRight w:val="0"/>
          <w:marTop w:val="0"/>
          <w:marBottom w:val="0"/>
          <w:divBdr>
            <w:top w:val="none" w:sz="0" w:space="0" w:color="auto"/>
            <w:left w:val="none" w:sz="0" w:space="0" w:color="auto"/>
            <w:bottom w:val="none" w:sz="0" w:space="0" w:color="auto"/>
            <w:right w:val="none" w:sz="0" w:space="0" w:color="auto"/>
          </w:divBdr>
        </w:div>
        <w:div w:id="838231480">
          <w:marLeft w:val="0"/>
          <w:marRight w:val="0"/>
          <w:marTop w:val="0"/>
          <w:marBottom w:val="0"/>
          <w:divBdr>
            <w:top w:val="none" w:sz="0" w:space="0" w:color="auto"/>
            <w:left w:val="none" w:sz="0" w:space="0" w:color="auto"/>
            <w:bottom w:val="none" w:sz="0" w:space="0" w:color="auto"/>
            <w:right w:val="none" w:sz="0" w:space="0" w:color="auto"/>
          </w:divBdr>
        </w:div>
        <w:div w:id="1599408501">
          <w:marLeft w:val="0"/>
          <w:marRight w:val="0"/>
          <w:marTop w:val="0"/>
          <w:marBottom w:val="0"/>
          <w:divBdr>
            <w:top w:val="none" w:sz="0" w:space="0" w:color="auto"/>
            <w:left w:val="none" w:sz="0" w:space="0" w:color="auto"/>
            <w:bottom w:val="none" w:sz="0" w:space="0" w:color="auto"/>
            <w:right w:val="none" w:sz="0" w:space="0" w:color="auto"/>
          </w:divBdr>
        </w:div>
        <w:div w:id="1244490824">
          <w:marLeft w:val="0"/>
          <w:marRight w:val="0"/>
          <w:marTop w:val="0"/>
          <w:marBottom w:val="0"/>
          <w:divBdr>
            <w:top w:val="none" w:sz="0" w:space="0" w:color="auto"/>
            <w:left w:val="none" w:sz="0" w:space="0" w:color="auto"/>
            <w:bottom w:val="none" w:sz="0" w:space="0" w:color="auto"/>
            <w:right w:val="none" w:sz="0" w:space="0" w:color="auto"/>
          </w:divBdr>
        </w:div>
        <w:div w:id="704596319">
          <w:marLeft w:val="0"/>
          <w:marRight w:val="0"/>
          <w:marTop w:val="0"/>
          <w:marBottom w:val="0"/>
          <w:divBdr>
            <w:top w:val="none" w:sz="0" w:space="0" w:color="auto"/>
            <w:left w:val="none" w:sz="0" w:space="0" w:color="auto"/>
            <w:bottom w:val="none" w:sz="0" w:space="0" w:color="auto"/>
            <w:right w:val="none" w:sz="0" w:space="0" w:color="auto"/>
          </w:divBdr>
        </w:div>
      </w:divsChild>
    </w:div>
    <w:div w:id="841119766">
      <w:bodyDiv w:val="1"/>
      <w:marLeft w:val="0"/>
      <w:marRight w:val="0"/>
      <w:marTop w:val="0"/>
      <w:marBottom w:val="0"/>
      <w:divBdr>
        <w:top w:val="none" w:sz="0" w:space="0" w:color="auto"/>
        <w:left w:val="none" w:sz="0" w:space="0" w:color="auto"/>
        <w:bottom w:val="none" w:sz="0" w:space="0" w:color="auto"/>
        <w:right w:val="none" w:sz="0" w:space="0" w:color="auto"/>
      </w:divBdr>
    </w:div>
    <w:div w:id="842937161">
      <w:bodyDiv w:val="1"/>
      <w:marLeft w:val="0"/>
      <w:marRight w:val="0"/>
      <w:marTop w:val="0"/>
      <w:marBottom w:val="0"/>
      <w:divBdr>
        <w:top w:val="none" w:sz="0" w:space="0" w:color="auto"/>
        <w:left w:val="none" w:sz="0" w:space="0" w:color="auto"/>
        <w:bottom w:val="none" w:sz="0" w:space="0" w:color="auto"/>
        <w:right w:val="none" w:sz="0" w:space="0" w:color="auto"/>
      </w:divBdr>
    </w:div>
    <w:div w:id="889654412">
      <w:bodyDiv w:val="1"/>
      <w:marLeft w:val="0"/>
      <w:marRight w:val="0"/>
      <w:marTop w:val="0"/>
      <w:marBottom w:val="0"/>
      <w:divBdr>
        <w:top w:val="none" w:sz="0" w:space="0" w:color="auto"/>
        <w:left w:val="none" w:sz="0" w:space="0" w:color="auto"/>
        <w:bottom w:val="none" w:sz="0" w:space="0" w:color="auto"/>
        <w:right w:val="none" w:sz="0" w:space="0" w:color="auto"/>
      </w:divBdr>
    </w:div>
    <w:div w:id="895049987">
      <w:bodyDiv w:val="1"/>
      <w:marLeft w:val="0"/>
      <w:marRight w:val="0"/>
      <w:marTop w:val="0"/>
      <w:marBottom w:val="0"/>
      <w:divBdr>
        <w:top w:val="none" w:sz="0" w:space="0" w:color="auto"/>
        <w:left w:val="none" w:sz="0" w:space="0" w:color="auto"/>
        <w:bottom w:val="none" w:sz="0" w:space="0" w:color="auto"/>
        <w:right w:val="none" w:sz="0" w:space="0" w:color="auto"/>
      </w:divBdr>
    </w:div>
    <w:div w:id="905795519">
      <w:bodyDiv w:val="1"/>
      <w:marLeft w:val="0"/>
      <w:marRight w:val="0"/>
      <w:marTop w:val="0"/>
      <w:marBottom w:val="0"/>
      <w:divBdr>
        <w:top w:val="none" w:sz="0" w:space="0" w:color="auto"/>
        <w:left w:val="none" w:sz="0" w:space="0" w:color="auto"/>
        <w:bottom w:val="none" w:sz="0" w:space="0" w:color="auto"/>
        <w:right w:val="none" w:sz="0" w:space="0" w:color="auto"/>
      </w:divBdr>
    </w:div>
    <w:div w:id="906186690">
      <w:bodyDiv w:val="1"/>
      <w:marLeft w:val="0"/>
      <w:marRight w:val="0"/>
      <w:marTop w:val="0"/>
      <w:marBottom w:val="0"/>
      <w:divBdr>
        <w:top w:val="none" w:sz="0" w:space="0" w:color="auto"/>
        <w:left w:val="none" w:sz="0" w:space="0" w:color="auto"/>
        <w:bottom w:val="none" w:sz="0" w:space="0" w:color="auto"/>
        <w:right w:val="none" w:sz="0" w:space="0" w:color="auto"/>
      </w:divBdr>
    </w:div>
    <w:div w:id="927424062">
      <w:bodyDiv w:val="1"/>
      <w:marLeft w:val="0"/>
      <w:marRight w:val="0"/>
      <w:marTop w:val="0"/>
      <w:marBottom w:val="0"/>
      <w:divBdr>
        <w:top w:val="none" w:sz="0" w:space="0" w:color="auto"/>
        <w:left w:val="none" w:sz="0" w:space="0" w:color="auto"/>
        <w:bottom w:val="none" w:sz="0" w:space="0" w:color="auto"/>
        <w:right w:val="none" w:sz="0" w:space="0" w:color="auto"/>
      </w:divBdr>
    </w:div>
    <w:div w:id="953100964">
      <w:bodyDiv w:val="1"/>
      <w:marLeft w:val="0"/>
      <w:marRight w:val="0"/>
      <w:marTop w:val="0"/>
      <w:marBottom w:val="0"/>
      <w:divBdr>
        <w:top w:val="none" w:sz="0" w:space="0" w:color="auto"/>
        <w:left w:val="none" w:sz="0" w:space="0" w:color="auto"/>
        <w:bottom w:val="none" w:sz="0" w:space="0" w:color="auto"/>
        <w:right w:val="none" w:sz="0" w:space="0" w:color="auto"/>
      </w:divBdr>
    </w:div>
    <w:div w:id="956444852">
      <w:bodyDiv w:val="1"/>
      <w:marLeft w:val="0"/>
      <w:marRight w:val="0"/>
      <w:marTop w:val="0"/>
      <w:marBottom w:val="0"/>
      <w:divBdr>
        <w:top w:val="none" w:sz="0" w:space="0" w:color="auto"/>
        <w:left w:val="none" w:sz="0" w:space="0" w:color="auto"/>
        <w:bottom w:val="none" w:sz="0" w:space="0" w:color="auto"/>
        <w:right w:val="none" w:sz="0" w:space="0" w:color="auto"/>
      </w:divBdr>
    </w:div>
    <w:div w:id="961495738">
      <w:bodyDiv w:val="1"/>
      <w:marLeft w:val="0"/>
      <w:marRight w:val="0"/>
      <w:marTop w:val="0"/>
      <w:marBottom w:val="0"/>
      <w:divBdr>
        <w:top w:val="none" w:sz="0" w:space="0" w:color="auto"/>
        <w:left w:val="none" w:sz="0" w:space="0" w:color="auto"/>
        <w:bottom w:val="none" w:sz="0" w:space="0" w:color="auto"/>
        <w:right w:val="none" w:sz="0" w:space="0" w:color="auto"/>
      </w:divBdr>
    </w:div>
    <w:div w:id="983507870">
      <w:bodyDiv w:val="1"/>
      <w:marLeft w:val="0"/>
      <w:marRight w:val="0"/>
      <w:marTop w:val="0"/>
      <w:marBottom w:val="0"/>
      <w:divBdr>
        <w:top w:val="none" w:sz="0" w:space="0" w:color="auto"/>
        <w:left w:val="none" w:sz="0" w:space="0" w:color="auto"/>
        <w:bottom w:val="none" w:sz="0" w:space="0" w:color="auto"/>
        <w:right w:val="none" w:sz="0" w:space="0" w:color="auto"/>
      </w:divBdr>
    </w:div>
    <w:div w:id="989288725">
      <w:bodyDiv w:val="1"/>
      <w:marLeft w:val="0"/>
      <w:marRight w:val="0"/>
      <w:marTop w:val="0"/>
      <w:marBottom w:val="0"/>
      <w:divBdr>
        <w:top w:val="none" w:sz="0" w:space="0" w:color="auto"/>
        <w:left w:val="none" w:sz="0" w:space="0" w:color="auto"/>
        <w:bottom w:val="none" w:sz="0" w:space="0" w:color="auto"/>
        <w:right w:val="none" w:sz="0" w:space="0" w:color="auto"/>
      </w:divBdr>
    </w:div>
    <w:div w:id="990331475">
      <w:bodyDiv w:val="1"/>
      <w:marLeft w:val="0"/>
      <w:marRight w:val="0"/>
      <w:marTop w:val="0"/>
      <w:marBottom w:val="0"/>
      <w:divBdr>
        <w:top w:val="none" w:sz="0" w:space="0" w:color="auto"/>
        <w:left w:val="none" w:sz="0" w:space="0" w:color="auto"/>
        <w:bottom w:val="none" w:sz="0" w:space="0" w:color="auto"/>
        <w:right w:val="none" w:sz="0" w:space="0" w:color="auto"/>
      </w:divBdr>
    </w:div>
    <w:div w:id="993030642">
      <w:bodyDiv w:val="1"/>
      <w:marLeft w:val="0"/>
      <w:marRight w:val="0"/>
      <w:marTop w:val="0"/>
      <w:marBottom w:val="0"/>
      <w:divBdr>
        <w:top w:val="none" w:sz="0" w:space="0" w:color="auto"/>
        <w:left w:val="none" w:sz="0" w:space="0" w:color="auto"/>
        <w:bottom w:val="none" w:sz="0" w:space="0" w:color="auto"/>
        <w:right w:val="none" w:sz="0" w:space="0" w:color="auto"/>
      </w:divBdr>
    </w:div>
    <w:div w:id="995301070">
      <w:bodyDiv w:val="1"/>
      <w:marLeft w:val="0"/>
      <w:marRight w:val="0"/>
      <w:marTop w:val="0"/>
      <w:marBottom w:val="0"/>
      <w:divBdr>
        <w:top w:val="none" w:sz="0" w:space="0" w:color="auto"/>
        <w:left w:val="none" w:sz="0" w:space="0" w:color="auto"/>
        <w:bottom w:val="none" w:sz="0" w:space="0" w:color="auto"/>
        <w:right w:val="none" w:sz="0" w:space="0" w:color="auto"/>
      </w:divBdr>
    </w:div>
    <w:div w:id="997734546">
      <w:bodyDiv w:val="1"/>
      <w:marLeft w:val="0"/>
      <w:marRight w:val="0"/>
      <w:marTop w:val="0"/>
      <w:marBottom w:val="0"/>
      <w:divBdr>
        <w:top w:val="none" w:sz="0" w:space="0" w:color="auto"/>
        <w:left w:val="none" w:sz="0" w:space="0" w:color="auto"/>
        <w:bottom w:val="none" w:sz="0" w:space="0" w:color="auto"/>
        <w:right w:val="none" w:sz="0" w:space="0" w:color="auto"/>
      </w:divBdr>
    </w:div>
    <w:div w:id="1030911666">
      <w:bodyDiv w:val="1"/>
      <w:marLeft w:val="0"/>
      <w:marRight w:val="0"/>
      <w:marTop w:val="0"/>
      <w:marBottom w:val="0"/>
      <w:divBdr>
        <w:top w:val="none" w:sz="0" w:space="0" w:color="auto"/>
        <w:left w:val="none" w:sz="0" w:space="0" w:color="auto"/>
        <w:bottom w:val="none" w:sz="0" w:space="0" w:color="auto"/>
        <w:right w:val="none" w:sz="0" w:space="0" w:color="auto"/>
      </w:divBdr>
    </w:div>
    <w:div w:id="1044644717">
      <w:bodyDiv w:val="1"/>
      <w:marLeft w:val="0"/>
      <w:marRight w:val="0"/>
      <w:marTop w:val="0"/>
      <w:marBottom w:val="0"/>
      <w:divBdr>
        <w:top w:val="none" w:sz="0" w:space="0" w:color="auto"/>
        <w:left w:val="none" w:sz="0" w:space="0" w:color="auto"/>
        <w:bottom w:val="none" w:sz="0" w:space="0" w:color="auto"/>
        <w:right w:val="none" w:sz="0" w:space="0" w:color="auto"/>
      </w:divBdr>
    </w:div>
    <w:div w:id="1053774016">
      <w:bodyDiv w:val="1"/>
      <w:marLeft w:val="0"/>
      <w:marRight w:val="0"/>
      <w:marTop w:val="0"/>
      <w:marBottom w:val="0"/>
      <w:divBdr>
        <w:top w:val="none" w:sz="0" w:space="0" w:color="auto"/>
        <w:left w:val="none" w:sz="0" w:space="0" w:color="auto"/>
        <w:bottom w:val="none" w:sz="0" w:space="0" w:color="auto"/>
        <w:right w:val="none" w:sz="0" w:space="0" w:color="auto"/>
      </w:divBdr>
    </w:div>
    <w:div w:id="1065760991">
      <w:bodyDiv w:val="1"/>
      <w:marLeft w:val="0"/>
      <w:marRight w:val="0"/>
      <w:marTop w:val="0"/>
      <w:marBottom w:val="0"/>
      <w:divBdr>
        <w:top w:val="none" w:sz="0" w:space="0" w:color="auto"/>
        <w:left w:val="none" w:sz="0" w:space="0" w:color="auto"/>
        <w:bottom w:val="none" w:sz="0" w:space="0" w:color="auto"/>
        <w:right w:val="none" w:sz="0" w:space="0" w:color="auto"/>
      </w:divBdr>
    </w:div>
    <w:div w:id="1069496853">
      <w:bodyDiv w:val="1"/>
      <w:marLeft w:val="0"/>
      <w:marRight w:val="0"/>
      <w:marTop w:val="0"/>
      <w:marBottom w:val="0"/>
      <w:divBdr>
        <w:top w:val="none" w:sz="0" w:space="0" w:color="auto"/>
        <w:left w:val="none" w:sz="0" w:space="0" w:color="auto"/>
        <w:bottom w:val="none" w:sz="0" w:space="0" w:color="auto"/>
        <w:right w:val="none" w:sz="0" w:space="0" w:color="auto"/>
      </w:divBdr>
    </w:div>
    <w:div w:id="1087120613">
      <w:bodyDiv w:val="1"/>
      <w:marLeft w:val="0"/>
      <w:marRight w:val="0"/>
      <w:marTop w:val="0"/>
      <w:marBottom w:val="0"/>
      <w:divBdr>
        <w:top w:val="none" w:sz="0" w:space="0" w:color="auto"/>
        <w:left w:val="none" w:sz="0" w:space="0" w:color="auto"/>
        <w:bottom w:val="none" w:sz="0" w:space="0" w:color="auto"/>
        <w:right w:val="none" w:sz="0" w:space="0" w:color="auto"/>
      </w:divBdr>
    </w:div>
    <w:div w:id="1087192225">
      <w:bodyDiv w:val="1"/>
      <w:marLeft w:val="0"/>
      <w:marRight w:val="0"/>
      <w:marTop w:val="0"/>
      <w:marBottom w:val="0"/>
      <w:divBdr>
        <w:top w:val="none" w:sz="0" w:space="0" w:color="auto"/>
        <w:left w:val="none" w:sz="0" w:space="0" w:color="auto"/>
        <w:bottom w:val="none" w:sz="0" w:space="0" w:color="auto"/>
        <w:right w:val="none" w:sz="0" w:space="0" w:color="auto"/>
      </w:divBdr>
    </w:div>
    <w:div w:id="1087732679">
      <w:bodyDiv w:val="1"/>
      <w:marLeft w:val="0"/>
      <w:marRight w:val="0"/>
      <w:marTop w:val="0"/>
      <w:marBottom w:val="0"/>
      <w:divBdr>
        <w:top w:val="none" w:sz="0" w:space="0" w:color="auto"/>
        <w:left w:val="none" w:sz="0" w:space="0" w:color="auto"/>
        <w:bottom w:val="none" w:sz="0" w:space="0" w:color="auto"/>
        <w:right w:val="none" w:sz="0" w:space="0" w:color="auto"/>
      </w:divBdr>
    </w:div>
    <w:div w:id="1102216082">
      <w:bodyDiv w:val="1"/>
      <w:marLeft w:val="0"/>
      <w:marRight w:val="0"/>
      <w:marTop w:val="0"/>
      <w:marBottom w:val="0"/>
      <w:divBdr>
        <w:top w:val="none" w:sz="0" w:space="0" w:color="auto"/>
        <w:left w:val="none" w:sz="0" w:space="0" w:color="auto"/>
        <w:bottom w:val="none" w:sz="0" w:space="0" w:color="auto"/>
        <w:right w:val="none" w:sz="0" w:space="0" w:color="auto"/>
      </w:divBdr>
    </w:div>
    <w:div w:id="1132598954">
      <w:bodyDiv w:val="1"/>
      <w:marLeft w:val="0"/>
      <w:marRight w:val="0"/>
      <w:marTop w:val="0"/>
      <w:marBottom w:val="0"/>
      <w:divBdr>
        <w:top w:val="none" w:sz="0" w:space="0" w:color="auto"/>
        <w:left w:val="none" w:sz="0" w:space="0" w:color="auto"/>
        <w:bottom w:val="none" w:sz="0" w:space="0" w:color="auto"/>
        <w:right w:val="none" w:sz="0" w:space="0" w:color="auto"/>
      </w:divBdr>
    </w:div>
    <w:div w:id="1227957821">
      <w:bodyDiv w:val="1"/>
      <w:marLeft w:val="0"/>
      <w:marRight w:val="0"/>
      <w:marTop w:val="0"/>
      <w:marBottom w:val="0"/>
      <w:divBdr>
        <w:top w:val="none" w:sz="0" w:space="0" w:color="auto"/>
        <w:left w:val="none" w:sz="0" w:space="0" w:color="auto"/>
        <w:bottom w:val="none" w:sz="0" w:space="0" w:color="auto"/>
        <w:right w:val="none" w:sz="0" w:space="0" w:color="auto"/>
      </w:divBdr>
    </w:div>
    <w:div w:id="1235774116">
      <w:bodyDiv w:val="1"/>
      <w:marLeft w:val="0"/>
      <w:marRight w:val="0"/>
      <w:marTop w:val="0"/>
      <w:marBottom w:val="0"/>
      <w:divBdr>
        <w:top w:val="none" w:sz="0" w:space="0" w:color="auto"/>
        <w:left w:val="none" w:sz="0" w:space="0" w:color="auto"/>
        <w:bottom w:val="none" w:sz="0" w:space="0" w:color="auto"/>
        <w:right w:val="none" w:sz="0" w:space="0" w:color="auto"/>
      </w:divBdr>
    </w:div>
    <w:div w:id="1240558315">
      <w:bodyDiv w:val="1"/>
      <w:marLeft w:val="0"/>
      <w:marRight w:val="0"/>
      <w:marTop w:val="0"/>
      <w:marBottom w:val="0"/>
      <w:divBdr>
        <w:top w:val="none" w:sz="0" w:space="0" w:color="auto"/>
        <w:left w:val="none" w:sz="0" w:space="0" w:color="auto"/>
        <w:bottom w:val="none" w:sz="0" w:space="0" w:color="auto"/>
        <w:right w:val="none" w:sz="0" w:space="0" w:color="auto"/>
      </w:divBdr>
    </w:div>
    <w:div w:id="1244143543">
      <w:bodyDiv w:val="1"/>
      <w:marLeft w:val="0"/>
      <w:marRight w:val="0"/>
      <w:marTop w:val="0"/>
      <w:marBottom w:val="0"/>
      <w:divBdr>
        <w:top w:val="none" w:sz="0" w:space="0" w:color="auto"/>
        <w:left w:val="none" w:sz="0" w:space="0" w:color="auto"/>
        <w:bottom w:val="none" w:sz="0" w:space="0" w:color="auto"/>
        <w:right w:val="none" w:sz="0" w:space="0" w:color="auto"/>
      </w:divBdr>
    </w:div>
    <w:div w:id="1252592003">
      <w:bodyDiv w:val="1"/>
      <w:marLeft w:val="0"/>
      <w:marRight w:val="0"/>
      <w:marTop w:val="0"/>
      <w:marBottom w:val="0"/>
      <w:divBdr>
        <w:top w:val="none" w:sz="0" w:space="0" w:color="auto"/>
        <w:left w:val="none" w:sz="0" w:space="0" w:color="auto"/>
        <w:bottom w:val="none" w:sz="0" w:space="0" w:color="auto"/>
        <w:right w:val="none" w:sz="0" w:space="0" w:color="auto"/>
      </w:divBdr>
    </w:div>
    <w:div w:id="1321075953">
      <w:bodyDiv w:val="1"/>
      <w:marLeft w:val="0"/>
      <w:marRight w:val="0"/>
      <w:marTop w:val="0"/>
      <w:marBottom w:val="0"/>
      <w:divBdr>
        <w:top w:val="none" w:sz="0" w:space="0" w:color="auto"/>
        <w:left w:val="none" w:sz="0" w:space="0" w:color="auto"/>
        <w:bottom w:val="none" w:sz="0" w:space="0" w:color="auto"/>
        <w:right w:val="none" w:sz="0" w:space="0" w:color="auto"/>
      </w:divBdr>
    </w:div>
    <w:div w:id="1353531535">
      <w:bodyDiv w:val="1"/>
      <w:marLeft w:val="0"/>
      <w:marRight w:val="0"/>
      <w:marTop w:val="0"/>
      <w:marBottom w:val="0"/>
      <w:divBdr>
        <w:top w:val="none" w:sz="0" w:space="0" w:color="auto"/>
        <w:left w:val="none" w:sz="0" w:space="0" w:color="auto"/>
        <w:bottom w:val="none" w:sz="0" w:space="0" w:color="auto"/>
        <w:right w:val="none" w:sz="0" w:space="0" w:color="auto"/>
      </w:divBdr>
    </w:div>
    <w:div w:id="1413888393">
      <w:bodyDiv w:val="1"/>
      <w:marLeft w:val="0"/>
      <w:marRight w:val="0"/>
      <w:marTop w:val="0"/>
      <w:marBottom w:val="0"/>
      <w:divBdr>
        <w:top w:val="none" w:sz="0" w:space="0" w:color="auto"/>
        <w:left w:val="none" w:sz="0" w:space="0" w:color="auto"/>
        <w:bottom w:val="none" w:sz="0" w:space="0" w:color="auto"/>
        <w:right w:val="none" w:sz="0" w:space="0" w:color="auto"/>
      </w:divBdr>
    </w:div>
    <w:div w:id="1499619448">
      <w:bodyDiv w:val="1"/>
      <w:marLeft w:val="0"/>
      <w:marRight w:val="0"/>
      <w:marTop w:val="0"/>
      <w:marBottom w:val="0"/>
      <w:divBdr>
        <w:top w:val="none" w:sz="0" w:space="0" w:color="auto"/>
        <w:left w:val="none" w:sz="0" w:space="0" w:color="auto"/>
        <w:bottom w:val="none" w:sz="0" w:space="0" w:color="auto"/>
        <w:right w:val="none" w:sz="0" w:space="0" w:color="auto"/>
      </w:divBdr>
      <w:divsChild>
        <w:div w:id="218055055">
          <w:marLeft w:val="0"/>
          <w:marRight w:val="0"/>
          <w:marTop w:val="0"/>
          <w:marBottom w:val="0"/>
          <w:divBdr>
            <w:top w:val="none" w:sz="0" w:space="0" w:color="auto"/>
            <w:left w:val="none" w:sz="0" w:space="0" w:color="auto"/>
            <w:bottom w:val="none" w:sz="0" w:space="0" w:color="auto"/>
            <w:right w:val="none" w:sz="0" w:space="0" w:color="auto"/>
          </w:divBdr>
        </w:div>
        <w:div w:id="406272775">
          <w:marLeft w:val="0"/>
          <w:marRight w:val="0"/>
          <w:marTop w:val="0"/>
          <w:marBottom w:val="0"/>
          <w:divBdr>
            <w:top w:val="none" w:sz="0" w:space="0" w:color="auto"/>
            <w:left w:val="none" w:sz="0" w:space="0" w:color="auto"/>
            <w:bottom w:val="none" w:sz="0" w:space="0" w:color="auto"/>
            <w:right w:val="none" w:sz="0" w:space="0" w:color="auto"/>
          </w:divBdr>
        </w:div>
        <w:div w:id="627393213">
          <w:marLeft w:val="0"/>
          <w:marRight w:val="0"/>
          <w:marTop w:val="0"/>
          <w:marBottom w:val="0"/>
          <w:divBdr>
            <w:top w:val="none" w:sz="0" w:space="0" w:color="auto"/>
            <w:left w:val="none" w:sz="0" w:space="0" w:color="auto"/>
            <w:bottom w:val="none" w:sz="0" w:space="0" w:color="auto"/>
            <w:right w:val="none" w:sz="0" w:space="0" w:color="auto"/>
          </w:divBdr>
        </w:div>
        <w:div w:id="1927837916">
          <w:marLeft w:val="0"/>
          <w:marRight w:val="0"/>
          <w:marTop w:val="0"/>
          <w:marBottom w:val="0"/>
          <w:divBdr>
            <w:top w:val="none" w:sz="0" w:space="0" w:color="auto"/>
            <w:left w:val="none" w:sz="0" w:space="0" w:color="auto"/>
            <w:bottom w:val="none" w:sz="0" w:space="0" w:color="auto"/>
            <w:right w:val="none" w:sz="0" w:space="0" w:color="auto"/>
          </w:divBdr>
        </w:div>
        <w:div w:id="1298145865">
          <w:marLeft w:val="0"/>
          <w:marRight w:val="0"/>
          <w:marTop w:val="0"/>
          <w:marBottom w:val="0"/>
          <w:divBdr>
            <w:top w:val="none" w:sz="0" w:space="0" w:color="auto"/>
            <w:left w:val="none" w:sz="0" w:space="0" w:color="auto"/>
            <w:bottom w:val="none" w:sz="0" w:space="0" w:color="auto"/>
            <w:right w:val="none" w:sz="0" w:space="0" w:color="auto"/>
          </w:divBdr>
        </w:div>
        <w:div w:id="1428382516">
          <w:marLeft w:val="0"/>
          <w:marRight w:val="0"/>
          <w:marTop w:val="0"/>
          <w:marBottom w:val="0"/>
          <w:divBdr>
            <w:top w:val="none" w:sz="0" w:space="0" w:color="auto"/>
            <w:left w:val="none" w:sz="0" w:space="0" w:color="auto"/>
            <w:bottom w:val="none" w:sz="0" w:space="0" w:color="auto"/>
            <w:right w:val="none" w:sz="0" w:space="0" w:color="auto"/>
          </w:divBdr>
        </w:div>
        <w:div w:id="1514761396">
          <w:marLeft w:val="0"/>
          <w:marRight w:val="0"/>
          <w:marTop w:val="0"/>
          <w:marBottom w:val="0"/>
          <w:divBdr>
            <w:top w:val="none" w:sz="0" w:space="0" w:color="auto"/>
            <w:left w:val="none" w:sz="0" w:space="0" w:color="auto"/>
            <w:bottom w:val="none" w:sz="0" w:space="0" w:color="auto"/>
            <w:right w:val="none" w:sz="0" w:space="0" w:color="auto"/>
          </w:divBdr>
        </w:div>
        <w:div w:id="1860580370">
          <w:marLeft w:val="0"/>
          <w:marRight w:val="0"/>
          <w:marTop w:val="0"/>
          <w:marBottom w:val="0"/>
          <w:divBdr>
            <w:top w:val="none" w:sz="0" w:space="0" w:color="auto"/>
            <w:left w:val="none" w:sz="0" w:space="0" w:color="auto"/>
            <w:bottom w:val="none" w:sz="0" w:space="0" w:color="auto"/>
            <w:right w:val="none" w:sz="0" w:space="0" w:color="auto"/>
          </w:divBdr>
        </w:div>
        <w:div w:id="475997894">
          <w:marLeft w:val="0"/>
          <w:marRight w:val="0"/>
          <w:marTop w:val="0"/>
          <w:marBottom w:val="0"/>
          <w:divBdr>
            <w:top w:val="none" w:sz="0" w:space="0" w:color="auto"/>
            <w:left w:val="none" w:sz="0" w:space="0" w:color="auto"/>
            <w:bottom w:val="none" w:sz="0" w:space="0" w:color="auto"/>
            <w:right w:val="none" w:sz="0" w:space="0" w:color="auto"/>
          </w:divBdr>
        </w:div>
        <w:div w:id="117264271">
          <w:marLeft w:val="0"/>
          <w:marRight w:val="0"/>
          <w:marTop w:val="0"/>
          <w:marBottom w:val="0"/>
          <w:divBdr>
            <w:top w:val="none" w:sz="0" w:space="0" w:color="auto"/>
            <w:left w:val="none" w:sz="0" w:space="0" w:color="auto"/>
            <w:bottom w:val="none" w:sz="0" w:space="0" w:color="auto"/>
            <w:right w:val="none" w:sz="0" w:space="0" w:color="auto"/>
          </w:divBdr>
        </w:div>
        <w:div w:id="1387217736">
          <w:marLeft w:val="0"/>
          <w:marRight w:val="0"/>
          <w:marTop w:val="0"/>
          <w:marBottom w:val="0"/>
          <w:divBdr>
            <w:top w:val="none" w:sz="0" w:space="0" w:color="auto"/>
            <w:left w:val="none" w:sz="0" w:space="0" w:color="auto"/>
            <w:bottom w:val="none" w:sz="0" w:space="0" w:color="auto"/>
            <w:right w:val="none" w:sz="0" w:space="0" w:color="auto"/>
          </w:divBdr>
        </w:div>
        <w:div w:id="758405312">
          <w:marLeft w:val="0"/>
          <w:marRight w:val="0"/>
          <w:marTop w:val="0"/>
          <w:marBottom w:val="0"/>
          <w:divBdr>
            <w:top w:val="none" w:sz="0" w:space="0" w:color="auto"/>
            <w:left w:val="none" w:sz="0" w:space="0" w:color="auto"/>
            <w:bottom w:val="none" w:sz="0" w:space="0" w:color="auto"/>
            <w:right w:val="none" w:sz="0" w:space="0" w:color="auto"/>
          </w:divBdr>
        </w:div>
        <w:div w:id="1650478556">
          <w:marLeft w:val="0"/>
          <w:marRight w:val="0"/>
          <w:marTop w:val="0"/>
          <w:marBottom w:val="0"/>
          <w:divBdr>
            <w:top w:val="none" w:sz="0" w:space="0" w:color="auto"/>
            <w:left w:val="none" w:sz="0" w:space="0" w:color="auto"/>
            <w:bottom w:val="none" w:sz="0" w:space="0" w:color="auto"/>
            <w:right w:val="none" w:sz="0" w:space="0" w:color="auto"/>
          </w:divBdr>
        </w:div>
        <w:div w:id="54015394">
          <w:marLeft w:val="0"/>
          <w:marRight w:val="0"/>
          <w:marTop w:val="0"/>
          <w:marBottom w:val="0"/>
          <w:divBdr>
            <w:top w:val="none" w:sz="0" w:space="0" w:color="auto"/>
            <w:left w:val="none" w:sz="0" w:space="0" w:color="auto"/>
            <w:bottom w:val="none" w:sz="0" w:space="0" w:color="auto"/>
            <w:right w:val="none" w:sz="0" w:space="0" w:color="auto"/>
          </w:divBdr>
        </w:div>
        <w:div w:id="529563629">
          <w:marLeft w:val="0"/>
          <w:marRight w:val="0"/>
          <w:marTop w:val="0"/>
          <w:marBottom w:val="0"/>
          <w:divBdr>
            <w:top w:val="none" w:sz="0" w:space="0" w:color="auto"/>
            <w:left w:val="none" w:sz="0" w:space="0" w:color="auto"/>
            <w:bottom w:val="none" w:sz="0" w:space="0" w:color="auto"/>
            <w:right w:val="none" w:sz="0" w:space="0" w:color="auto"/>
          </w:divBdr>
        </w:div>
        <w:div w:id="1314721085">
          <w:marLeft w:val="0"/>
          <w:marRight w:val="0"/>
          <w:marTop w:val="0"/>
          <w:marBottom w:val="0"/>
          <w:divBdr>
            <w:top w:val="none" w:sz="0" w:space="0" w:color="auto"/>
            <w:left w:val="none" w:sz="0" w:space="0" w:color="auto"/>
            <w:bottom w:val="none" w:sz="0" w:space="0" w:color="auto"/>
            <w:right w:val="none" w:sz="0" w:space="0" w:color="auto"/>
          </w:divBdr>
        </w:div>
        <w:div w:id="1889873363">
          <w:marLeft w:val="0"/>
          <w:marRight w:val="0"/>
          <w:marTop w:val="0"/>
          <w:marBottom w:val="0"/>
          <w:divBdr>
            <w:top w:val="none" w:sz="0" w:space="0" w:color="auto"/>
            <w:left w:val="none" w:sz="0" w:space="0" w:color="auto"/>
            <w:bottom w:val="none" w:sz="0" w:space="0" w:color="auto"/>
            <w:right w:val="none" w:sz="0" w:space="0" w:color="auto"/>
          </w:divBdr>
        </w:div>
        <w:div w:id="412704288">
          <w:marLeft w:val="0"/>
          <w:marRight w:val="0"/>
          <w:marTop w:val="0"/>
          <w:marBottom w:val="0"/>
          <w:divBdr>
            <w:top w:val="none" w:sz="0" w:space="0" w:color="auto"/>
            <w:left w:val="none" w:sz="0" w:space="0" w:color="auto"/>
            <w:bottom w:val="none" w:sz="0" w:space="0" w:color="auto"/>
            <w:right w:val="none" w:sz="0" w:space="0" w:color="auto"/>
          </w:divBdr>
        </w:div>
        <w:div w:id="540246012">
          <w:marLeft w:val="0"/>
          <w:marRight w:val="0"/>
          <w:marTop w:val="0"/>
          <w:marBottom w:val="0"/>
          <w:divBdr>
            <w:top w:val="none" w:sz="0" w:space="0" w:color="auto"/>
            <w:left w:val="none" w:sz="0" w:space="0" w:color="auto"/>
            <w:bottom w:val="none" w:sz="0" w:space="0" w:color="auto"/>
            <w:right w:val="none" w:sz="0" w:space="0" w:color="auto"/>
          </w:divBdr>
        </w:div>
        <w:div w:id="110635374">
          <w:marLeft w:val="0"/>
          <w:marRight w:val="0"/>
          <w:marTop w:val="0"/>
          <w:marBottom w:val="0"/>
          <w:divBdr>
            <w:top w:val="none" w:sz="0" w:space="0" w:color="auto"/>
            <w:left w:val="none" w:sz="0" w:space="0" w:color="auto"/>
            <w:bottom w:val="none" w:sz="0" w:space="0" w:color="auto"/>
            <w:right w:val="none" w:sz="0" w:space="0" w:color="auto"/>
          </w:divBdr>
        </w:div>
        <w:div w:id="50933316">
          <w:marLeft w:val="0"/>
          <w:marRight w:val="0"/>
          <w:marTop w:val="0"/>
          <w:marBottom w:val="0"/>
          <w:divBdr>
            <w:top w:val="none" w:sz="0" w:space="0" w:color="auto"/>
            <w:left w:val="none" w:sz="0" w:space="0" w:color="auto"/>
            <w:bottom w:val="none" w:sz="0" w:space="0" w:color="auto"/>
            <w:right w:val="none" w:sz="0" w:space="0" w:color="auto"/>
          </w:divBdr>
        </w:div>
        <w:div w:id="78405187">
          <w:marLeft w:val="0"/>
          <w:marRight w:val="0"/>
          <w:marTop w:val="0"/>
          <w:marBottom w:val="0"/>
          <w:divBdr>
            <w:top w:val="none" w:sz="0" w:space="0" w:color="auto"/>
            <w:left w:val="none" w:sz="0" w:space="0" w:color="auto"/>
            <w:bottom w:val="none" w:sz="0" w:space="0" w:color="auto"/>
            <w:right w:val="none" w:sz="0" w:space="0" w:color="auto"/>
          </w:divBdr>
        </w:div>
        <w:div w:id="1339849774">
          <w:marLeft w:val="0"/>
          <w:marRight w:val="0"/>
          <w:marTop w:val="0"/>
          <w:marBottom w:val="0"/>
          <w:divBdr>
            <w:top w:val="none" w:sz="0" w:space="0" w:color="auto"/>
            <w:left w:val="none" w:sz="0" w:space="0" w:color="auto"/>
            <w:bottom w:val="none" w:sz="0" w:space="0" w:color="auto"/>
            <w:right w:val="none" w:sz="0" w:space="0" w:color="auto"/>
          </w:divBdr>
        </w:div>
        <w:div w:id="606231232">
          <w:marLeft w:val="0"/>
          <w:marRight w:val="0"/>
          <w:marTop w:val="0"/>
          <w:marBottom w:val="0"/>
          <w:divBdr>
            <w:top w:val="none" w:sz="0" w:space="0" w:color="auto"/>
            <w:left w:val="none" w:sz="0" w:space="0" w:color="auto"/>
            <w:bottom w:val="none" w:sz="0" w:space="0" w:color="auto"/>
            <w:right w:val="none" w:sz="0" w:space="0" w:color="auto"/>
          </w:divBdr>
        </w:div>
        <w:div w:id="320474533">
          <w:marLeft w:val="0"/>
          <w:marRight w:val="0"/>
          <w:marTop w:val="0"/>
          <w:marBottom w:val="0"/>
          <w:divBdr>
            <w:top w:val="none" w:sz="0" w:space="0" w:color="auto"/>
            <w:left w:val="none" w:sz="0" w:space="0" w:color="auto"/>
            <w:bottom w:val="none" w:sz="0" w:space="0" w:color="auto"/>
            <w:right w:val="none" w:sz="0" w:space="0" w:color="auto"/>
          </w:divBdr>
        </w:div>
      </w:divsChild>
    </w:div>
    <w:div w:id="1572495776">
      <w:bodyDiv w:val="1"/>
      <w:marLeft w:val="0"/>
      <w:marRight w:val="0"/>
      <w:marTop w:val="0"/>
      <w:marBottom w:val="0"/>
      <w:divBdr>
        <w:top w:val="none" w:sz="0" w:space="0" w:color="auto"/>
        <w:left w:val="none" w:sz="0" w:space="0" w:color="auto"/>
        <w:bottom w:val="none" w:sz="0" w:space="0" w:color="auto"/>
        <w:right w:val="none" w:sz="0" w:space="0" w:color="auto"/>
      </w:divBdr>
    </w:div>
    <w:div w:id="1586648155">
      <w:bodyDiv w:val="1"/>
      <w:marLeft w:val="0"/>
      <w:marRight w:val="0"/>
      <w:marTop w:val="0"/>
      <w:marBottom w:val="0"/>
      <w:divBdr>
        <w:top w:val="none" w:sz="0" w:space="0" w:color="auto"/>
        <w:left w:val="none" w:sz="0" w:space="0" w:color="auto"/>
        <w:bottom w:val="none" w:sz="0" w:space="0" w:color="auto"/>
        <w:right w:val="none" w:sz="0" w:space="0" w:color="auto"/>
      </w:divBdr>
    </w:div>
    <w:div w:id="1589192719">
      <w:bodyDiv w:val="1"/>
      <w:marLeft w:val="0"/>
      <w:marRight w:val="0"/>
      <w:marTop w:val="0"/>
      <w:marBottom w:val="0"/>
      <w:divBdr>
        <w:top w:val="none" w:sz="0" w:space="0" w:color="auto"/>
        <w:left w:val="none" w:sz="0" w:space="0" w:color="auto"/>
        <w:bottom w:val="none" w:sz="0" w:space="0" w:color="auto"/>
        <w:right w:val="none" w:sz="0" w:space="0" w:color="auto"/>
      </w:divBdr>
    </w:div>
    <w:div w:id="1608197870">
      <w:bodyDiv w:val="1"/>
      <w:marLeft w:val="0"/>
      <w:marRight w:val="0"/>
      <w:marTop w:val="0"/>
      <w:marBottom w:val="0"/>
      <w:divBdr>
        <w:top w:val="none" w:sz="0" w:space="0" w:color="auto"/>
        <w:left w:val="none" w:sz="0" w:space="0" w:color="auto"/>
        <w:bottom w:val="none" w:sz="0" w:space="0" w:color="auto"/>
        <w:right w:val="none" w:sz="0" w:space="0" w:color="auto"/>
      </w:divBdr>
    </w:div>
    <w:div w:id="1638485514">
      <w:bodyDiv w:val="1"/>
      <w:marLeft w:val="0"/>
      <w:marRight w:val="0"/>
      <w:marTop w:val="0"/>
      <w:marBottom w:val="0"/>
      <w:divBdr>
        <w:top w:val="none" w:sz="0" w:space="0" w:color="auto"/>
        <w:left w:val="none" w:sz="0" w:space="0" w:color="auto"/>
        <w:bottom w:val="none" w:sz="0" w:space="0" w:color="auto"/>
        <w:right w:val="none" w:sz="0" w:space="0" w:color="auto"/>
      </w:divBdr>
    </w:div>
    <w:div w:id="1652638409">
      <w:bodyDiv w:val="1"/>
      <w:marLeft w:val="0"/>
      <w:marRight w:val="0"/>
      <w:marTop w:val="0"/>
      <w:marBottom w:val="0"/>
      <w:divBdr>
        <w:top w:val="none" w:sz="0" w:space="0" w:color="auto"/>
        <w:left w:val="none" w:sz="0" w:space="0" w:color="auto"/>
        <w:bottom w:val="none" w:sz="0" w:space="0" w:color="auto"/>
        <w:right w:val="none" w:sz="0" w:space="0" w:color="auto"/>
      </w:divBdr>
    </w:div>
    <w:div w:id="1671905802">
      <w:bodyDiv w:val="1"/>
      <w:marLeft w:val="0"/>
      <w:marRight w:val="0"/>
      <w:marTop w:val="0"/>
      <w:marBottom w:val="0"/>
      <w:divBdr>
        <w:top w:val="none" w:sz="0" w:space="0" w:color="auto"/>
        <w:left w:val="none" w:sz="0" w:space="0" w:color="auto"/>
        <w:bottom w:val="none" w:sz="0" w:space="0" w:color="auto"/>
        <w:right w:val="none" w:sz="0" w:space="0" w:color="auto"/>
      </w:divBdr>
    </w:div>
    <w:div w:id="1708218844">
      <w:bodyDiv w:val="1"/>
      <w:marLeft w:val="0"/>
      <w:marRight w:val="0"/>
      <w:marTop w:val="0"/>
      <w:marBottom w:val="0"/>
      <w:divBdr>
        <w:top w:val="none" w:sz="0" w:space="0" w:color="auto"/>
        <w:left w:val="none" w:sz="0" w:space="0" w:color="auto"/>
        <w:bottom w:val="none" w:sz="0" w:space="0" w:color="auto"/>
        <w:right w:val="none" w:sz="0" w:space="0" w:color="auto"/>
      </w:divBdr>
    </w:div>
    <w:div w:id="1711146486">
      <w:bodyDiv w:val="1"/>
      <w:marLeft w:val="0"/>
      <w:marRight w:val="0"/>
      <w:marTop w:val="0"/>
      <w:marBottom w:val="0"/>
      <w:divBdr>
        <w:top w:val="none" w:sz="0" w:space="0" w:color="auto"/>
        <w:left w:val="none" w:sz="0" w:space="0" w:color="auto"/>
        <w:bottom w:val="none" w:sz="0" w:space="0" w:color="auto"/>
        <w:right w:val="none" w:sz="0" w:space="0" w:color="auto"/>
      </w:divBdr>
    </w:div>
    <w:div w:id="1789817231">
      <w:bodyDiv w:val="1"/>
      <w:marLeft w:val="0"/>
      <w:marRight w:val="0"/>
      <w:marTop w:val="0"/>
      <w:marBottom w:val="0"/>
      <w:divBdr>
        <w:top w:val="none" w:sz="0" w:space="0" w:color="auto"/>
        <w:left w:val="none" w:sz="0" w:space="0" w:color="auto"/>
        <w:bottom w:val="none" w:sz="0" w:space="0" w:color="auto"/>
        <w:right w:val="none" w:sz="0" w:space="0" w:color="auto"/>
      </w:divBdr>
    </w:div>
    <w:div w:id="1802841333">
      <w:bodyDiv w:val="1"/>
      <w:marLeft w:val="0"/>
      <w:marRight w:val="0"/>
      <w:marTop w:val="0"/>
      <w:marBottom w:val="0"/>
      <w:divBdr>
        <w:top w:val="none" w:sz="0" w:space="0" w:color="auto"/>
        <w:left w:val="none" w:sz="0" w:space="0" w:color="auto"/>
        <w:bottom w:val="none" w:sz="0" w:space="0" w:color="auto"/>
        <w:right w:val="none" w:sz="0" w:space="0" w:color="auto"/>
      </w:divBdr>
    </w:div>
    <w:div w:id="1813908047">
      <w:bodyDiv w:val="1"/>
      <w:marLeft w:val="0"/>
      <w:marRight w:val="0"/>
      <w:marTop w:val="0"/>
      <w:marBottom w:val="0"/>
      <w:divBdr>
        <w:top w:val="none" w:sz="0" w:space="0" w:color="auto"/>
        <w:left w:val="none" w:sz="0" w:space="0" w:color="auto"/>
        <w:bottom w:val="none" w:sz="0" w:space="0" w:color="auto"/>
        <w:right w:val="none" w:sz="0" w:space="0" w:color="auto"/>
      </w:divBdr>
    </w:div>
    <w:div w:id="1824925024">
      <w:bodyDiv w:val="1"/>
      <w:marLeft w:val="0"/>
      <w:marRight w:val="0"/>
      <w:marTop w:val="0"/>
      <w:marBottom w:val="0"/>
      <w:divBdr>
        <w:top w:val="none" w:sz="0" w:space="0" w:color="auto"/>
        <w:left w:val="none" w:sz="0" w:space="0" w:color="auto"/>
        <w:bottom w:val="none" w:sz="0" w:space="0" w:color="auto"/>
        <w:right w:val="none" w:sz="0" w:space="0" w:color="auto"/>
      </w:divBdr>
    </w:div>
    <w:div w:id="1877159361">
      <w:bodyDiv w:val="1"/>
      <w:marLeft w:val="0"/>
      <w:marRight w:val="0"/>
      <w:marTop w:val="0"/>
      <w:marBottom w:val="0"/>
      <w:divBdr>
        <w:top w:val="none" w:sz="0" w:space="0" w:color="auto"/>
        <w:left w:val="none" w:sz="0" w:space="0" w:color="auto"/>
        <w:bottom w:val="none" w:sz="0" w:space="0" w:color="auto"/>
        <w:right w:val="none" w:sz="0" w:space="0" w:color="auto"/>
      </w:divBdr>
    </w:div>
    <w:div w:id="1888955308">
      <w:bodyDiv w:val="1"/>
      <w:marLeft w:val="0"/>
      <w:marRight w:val="0"/>
      <w:marTop w:val="0"/>
      <w:marBottom w:val="0"/>
      <w:divBdr>
        <w:top w:val="none" w:sz="0" w:space="0" w:color="auto"/>
        <w:left w:val="none" w:sz="0" w:space="0" w:color="auto"/>
        <w:bottom w:val="none" w:sz="0" w:space="0" w:color="auto"/>
        <w:right w:val="none" w:sz="0" w:space="0" w:color="auto"/>
      </w:divBdr>
    </w:div>
    <w:div w:id="1893803291">
      <w:bodyDiv w:val="1"/>
      <w:marLeft w:val="0"/>
      <w:marRight w:val="0"/>
      <w:marTop w:val="0"/>
      <w:marBottom w:val="0"/>
      <w:divBdr>
        <w:top w:val="none" w:sz="0" w:space="0" w:color="auto"/>
        <w:left w:val="none" w:sz="0" w:space="0" w:color="auto"/>
        <w:bottom w:val="none" w:sz="0" w:space="0" w:color="auto"/>
        <w:right w:val="none" w:sz="0" w:space="0" w:color="auto"/>
      </w:divBdr>
      <w:divsChild>
        <w:div w:id="1861045487">
          <w:marLeft w:val="0"/>
          <w:marRight w:val="0"/>
          <w:marTop w:val="0"/>
          <w:marBottom w:val="0"/>
          <w:divBdr>
            <w:top w:val="none" w:sz="0" w:space="0" w:color="auto"/>
            <w:left w:val="none" w:sz="0" w:space="0" w:color="auto"/>
            <w:bottom w:val="none" w:sz="0" w:space="0" w:color="auto"/>
            <w:right w:val="none" w:sz="0" w:space="0" w:color="auto"/>
          </w:divBdr>
        </w:div>
        <w:div w:id="2133359991">
          <w:marLeft w:val="0"/>
          <w:marRight w:val="0"/>
          <w:marTop w:val="0"/>
          <w:marBottom w:val="0"/>
          <w:divBdr>
            <w:top w:val="none" w:sz="0" w:space="0" w:color="auto"/>
            <w:left w:val="none" w:sz="0" w:space="0" w:color="auto"/>
            <w:bottom w:val="none" w:sz="0" w:space="0" w:color="auto"/>
            <w:right w:val="none" w:sz="0" w:space="0" w:color="auto"/>
          </w:divBdr>
        </w:div>
      </w:divsChild>
    </w:div>
    <w:div w:id="1934435235">
      <w:bodyDiv w:val="1"/>
      <w:marLeft w:val="0"/>
      <w:marRight w:val="0"/>
      <w:marTop w:val="0"/>
      <w:marBottom w:val="0"/>
      <w:divBdr>
        <w:top w:val="none" w:sz="0" w:space="0" w:color="auto"/>
        <w:left w:val="none" w:sz="0" w:space="0" w:color="auto"/>
        <w:bottom w:val="none" w:sz="0" w:space="0" w:color="auto"/>
        <w:right w:val="none" w:sz="0" w:space="0" w:color="auto"/>
      </w:divBdr>
    </w:div>
    <w:div w:id="1949968202">
      <w:bodyDiv w:val="1"/>
      <w:marLeft w:val="0"/>
      <w:marRight w:val="0"/>
      <w:marTop w:val="0"/>
      <w:marBottom w:val="0"/>
      <w:divBdr>
        <w:top w:val="none" w:sz="0" w:space="0" w:color="auto"/>
        <w:left w:val="none" w:sz="0" w:space="0" w:color="auto"/>
        <w:bottom w:val="none" w:sz="0" w:space="0" w:color="auto"/>
        <w:right w:val="none" w:sz="0" w:space="0" w:color="auto"/>
      </w:divBdr>
    </w:div>
    <w:div w:id="2007517736">
      <w:bodyDiv w:val="1"/>
      <w:marLeft w:val="0"/>
      <w:marRight w:val="0"/>
      <w:marTop w:val="0"/>
      <w:marBottom w:val="0"/>
      <w:divBdr>
        <w:top w:val="none" w:sz="0" w:space="0" w:color="auto"/>
        <w:left w:val="none" w:sz="0" w:space="0" w:color="auto"/>
        <w:bottom w:val="none" w:sz="0" w:space="0" w:color="auto"/>
        <w:right w:val="none" w:sz="0" w:space="0" w:color="auto"/>
      </w:divBdr>
    </w:div>
    <w:div w:id="2023511922">
      <w:bodyDiv w:val="1"/>
      <w:marLeft w:val="0"/>
      <w:marRight w:val="0"/>
      <w:marTop w:val="0"/>
      <w:marBottom w:val="0"/>
      <w:divBdr>
        <w:top w:val="none" w:sz="0" w:space="0" w:color="auto"/>
        <w:left w:val="none" w:sz="0" w:space="0" w:color="auto"/>
        <w:bottom w:val="none" w:sz="0" w:space="0" w:color="auto"/>
        <w:right w:val="none" w:sz="0" w:space="0" w:color="auto"/>
      </w:divBdr>
    </w:div>
    <w:div w:id="2035109838">
      <w:bodyDiv w:val="1"/>
      <w:marLeft w:val="0"/>
      <w:marRight w:val="0"/>
      <w:marTop w:val="0"/>
      <w:marBottom w:val="0"/>
      <w:divBdr>
        <w:top w:val="none" w:sz="0" w:space="0" w:color="auto"/>
        <w:left w:val="none" w:sz="0" w:space="0" w:color="auto"/>
        <w:bottom w:val="none" w:sz="0" w:space="0" w:color="auto"/>
        <w:right w:val="none" w:sz="0" w:space="0" w:color="auto"/>
      </w:divBdr>
    </w:div>
    <w:div w:id="2053186613">
      <w:bodyDiv w:val="1"/>
      <w:marLeft w:val="0"/>
      <w:marRight w:val="0"/>
      <w:marTop w:val="0"/>
      <w:marBottom w:val="0"/>
      <w:divBdr>
        <w:top w:val="none" w:sz="0" w:space="0" w:color="auto"/>
        <w:left w:val="none" w:sz="0" w:space="0" w:color="auto"/>
        <w:bottom w:val="none" w:sz="0" w:space="0" w:color="auto"/>
        <w:right w:val="none" w:sz="0" w:space="0" w:color="auto"/>
      </w:divBdr>
      <w:divsChild>
        <w:div w:id="2117172256">
          <w:marLeft w:val="0"/>
          <w:marRight w:val="0"/>
          <w:marTop w:val="0"/>
          <w:marBottom w:val="0"/>
          <w:divBdr>
            <w:top w:val="none" w:sz="0" w:space="0" w:color="auto"/>
            <w:left w:val="none" w:sz="0" w:space="0" w:color="auto"/>
            <w:bottom w:val="none" w:sz="0" w:space="0" w:color="auto"/>
            <w:right w:val="none" w:sz="0" w:space="0" w:color="auto"/>
          </w:divBdr>
        </w:div>
        <w:div w:id="38941856">
          <w:marLeft w:val="0"/>
          <w:marRight w:val="0"/>
          <w:marTop w:val="0"/>
          <w:marBottom w:val="0"/>
          <w:divBdr>
            <w:top w:val="none" w:sz="0" w:space="0" w:color="auto"/>
            <w:left w:val="none" w:sz="0" w:space="0" w:color="auto"/>
            <w:bottom w:val="none" w:sz="0" w:space="0" w:color="auto"/>
            <w:right w:val="none" w:sz="0" w:space="0" w:color="auto"/>
          </w:divBdr>
        </w:div>
        <w:div w:id="60376751">
          <w:marLeft w:val="0"/>
          <w:marRight w:val="0"/>
          <w:marTop w:val="0"/>
          <w:marBottom w:val="0"/>
          <w:divBdr>
            <w:top w:val="none" w:sz="0" w:space="0" w:color="auto"/>
            <w:left w:val="none" w:sz="0" w:space="0" w:color="auto"/>
            <w:bottom w:val="none" w:sz="0" w:space="0" w:color="auto"/>
            <w:right w:val="none" w:sz="0" w:space="0" w:color="auto"/>
          </w:divBdr>
        </w:div>
        <w:div w:id="1352803587">
          <w:marLeft w:val="0"/>
          <w:marRight w:val="0"/>
          <w:marTop w:val="0"/>
          <w:marBottom w:val="0"/>
          <w:divBdr>
            <w:top w:val="none" w:sz="0" w:space="0" w:color="auto"/>
            <w:left w:val="none" w:sz="0" w:space="0" w:color="auto"/>
            <w:bottom w:val="none" w:sz="0" w:space="0" w:color="auto"/>
            <w:right w:val="none" w:sz="0" w:space="0" w:color="auto"/>
          </w:divBdr>
        </w:div>
        <w:div w:id="78406059">
          <w:marLeft w:val="0"/>
          <w:marRight w:val="0"/>
          <w:marTop w:val="0"/>
          <w:marBottom w:val="0"/>
          <w:divBdr>
            <w:top w:val="none" w:sz="0" w:space="0" w:color="auto"/>
            <w:left w:val="none" w:sz="0" w:space="0" w:color="auto"/>
            <w:bottom w:val="none" w:sz="0" w:space="0" w:color="auto"/>
            <w:right w:val="none" w:sz="0" w:space="0" w:color="auto"/>
          </w:divBdr>
        </w:div>
      </w:divsChild>
    </w:div>
    <w:div w:id="2082485752">
      <w:bodyDiv w:val="1"/>
      <w:marLeft w:val="0"/>
      <w:marRight w:val="0"/>
      <w:marTop w:val="0"/>
      <w:marBottom w:val="0"/>
      <w:divBdr>
        <w:top w:val="none" w:sz="0" w:space="0" w:color="auto"/>
        <w:left w:val="none" w:sz="0" w:space="0" w:color="auto"/>
        <w:bottom w:val="none" w:sz="0" w:space="0" w:color="auto"/>
        <w:right w:val="none" w:sz="0" w:space="0" w:color="auto"/>
      </w:divBdr>
    </w:div>
    <w:div w:id="2085687212">
      <w:bodyDiv w:val="1"/>
      <w:marLeft w:val="0"/>
      <w:marRight w:val="0"/>
      <w:marTop w:val="0"/>
      <w:marBottom w:val="0"/>
      <w:divBdr>
        <w:top w:val="none" w:sz="0" w:space="0" w:color="auto"/>
        <w:left w:val="none" w:sz="0" w:space="0" w:color="auto"/>
        <w:bottom w:val="none" w:sz="0" w:space="0" w:color="auto"/>
        <w:right w:val="none" w:sz="0" w:space="0" w:color="auto"/>
      </w:divBdr>
    </w:div>
    <w:div w:id="2104764557">
      <w:bodyDiv w:val="1"/>
      <w:marLeft w:val="0"/>
      <w:marRight w:val="0"/>
      <w:marTop w:val="0"/>
      <w:marBottom w:val="0"/>
      <w:divBdr>
        <w:top w:val="none" w:sz="0" w:space="0" w:color="auto"/>
        <w:left w:val="none" w:sz="0" w:space="0" w:color="auto"/>
        <w:bottom w:val="none" w:sz="0" w:space="0" w:color="auto"/>
        <w:right w:val="none" w:sz="0" w:space="0" w:color="auto"/>
      </w:divBdr>
    </w:div>
    <w:div w:id="2110808529">
      <w:bodyDiv w:val="1"/>
      <w:marLeft w:val="0"/>
      <w:marRight w:val="0"/>
      <w:marTop w:val="0"/>
      <w:marBottom w:val="0"/>
      <w:divBdr>
        <w:top w:val="none" w:sz="0" w:space="0" w:color="auto"/>
        <w:left w:val="none" w:sz="0" w:space="0" w:color="auto"/>
        <w:bottom w:val="none" w:sz="0" w:space="0" w:color="auto"/>
        <w:right w:val="none" w:sz="0" w:space="0" w:color="auto"/>
      </w:divBdr>
    </w:div>
    <w:div w:id="2133471993">
      <w:bodyDiv w:val="1"/>
      <w:marLeft w:val="0"/>
      <w:marRight w:val="0"/>
      <w:marTop w:val="0"/>
      <w:marBottom w:val="0"/>
      <w:divBdr>
        <w:top w:val="none" w:sz="0" w:space="0" w:color="auto"/>
        <w:left w:val="none" w:sz="0" w:space="0" w:color="auto"/>
        <w:bottom w:val="none" w:sz="0" w:space="0" w:color="auto"/>
        <w:right w:val="none" w:sz="0" w:space="0" w:color="auto"/>
      </w:divBdr>
    </w:div>
    <w:div w:id="214218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B9732-DE76-4254-BD4F-665AA569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B189A7CF.dotm</Template>
  <TotalTime>2</TotalTime>
  <Pages>2</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Thesis - Chapter 3: Proteomic study of the whey samples</vt:lpstr>
    </vt:vector>
  </TitlesOfParts>
  <Company>University of Glasgow</Company>
  <LinksUpToDate>false</LinksUpToDate>
  <CharactersWithSpaces>4970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Thesis - Chapter 3: Proteomic study of the whey samples</dc:title>
  <dc:creator>Mani Mudaliar</dc:creator>
  <cp:lastModifiedBy>Nicola Convine</cp:lastModifiedBy>
  <cp:revision>3</cp:revision>
  <cp:lastPrinted>2016-04-13T15:15:00Z</cp:lastPrinted>
  <dcterms:created xsi:type="dcterms:W3CDTF">2016-07-01T14:41:00Z</dcterms:created>
  <dcterms:modified xsi:type="dcterms:W3CDTF">2016-07-01T14:42:00Z</dcterms:modified>
</cp:coreProperties>
</file>